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</w:rPr>
          <w:alias w:val="EC Headers - Header"/>
          <w:tag w:val="A4pCgmOjXaoPaysOY21Ij7-5QkCVxYFQ4ANGFaoRKN4I2"/>
          <w:id w:val="1882596983"/>
        </w:sdtPr>
        <w:sdtEndPr/>
        <w:sdtContent>
          <w:bookmarkStart w:id="0" w:name="_GoBack" w:displacedByCustomXml="prev"/>
          <w:bookmarkEnd w:id="0" w:displacedByCustomXml="prev"/>
          <w:tr w:rsidR="0010590B" w:rsidRPr="00AE1B2C" w14:paraId="716EEC7A" w14:textId="77777777">
            <w:tc>
              <w:tcPr>
                <w:tcW w:w="2400" w:type="dxa"/>
              </w:tcPr>
              <w:p w14:paraId="5106F5F9" w14:textId="77777777" w:rsidR="0010590B" w:rsidRPr="00AE1B2C" w:rsidRDefault="007701A5">
                <w:pPr>
                  <w:pStyle w:val="ZFlag"/>
                </w:pPr>
                <w:r w:rsidRPr="00AE1B2C">
                  <w:rPr>
                    <w:noProof/>
                    <w:lang w:val="en-IE" w:eastAsia="en-IE"/>
                  </w:rPr>
                  <w:drawing>
                    <wp:inline distT="0" distB="0" distL="0" distR="0" wp14:anchorId="563FFAFF" wp14:editId="6F8CE145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13173989" w14:textId="77777777" w:rsidR="0010590B" w:rsidRPr="00AE1B2C" w:rsidRDefault="000271C2">
                <w:pPr>
                  <w:pStyle w:val="ZCom"/>
                </w:pPr>
                <w:sdt>
                  <w:sdtPr>
                    <w:id w:val="-1386793855"/>
                    <w:dataBinding w:xpath="/Texts/OrgaRoot" w:storeItemID="{4EF90DE6-88B6-4264-9629-4D8DFDFE87D2}"/>
                    <w:text w:multiLine="1"/>
                  </w:sdtPr>
                  <w:sdtEndPr/>
                  <w:sdtContent>
                    <w:r w:rsidR="00537D8D" w:rsidRPr="00AE1B2C">
                      <w:t>EUROPEAN COMMISSION</w:t>
                    </w:r>
                  </w:sdtContent>
                </w:sdt>
              </w:p>
              <w:p w14:paraId="7D06FBB5" w14:textId="77777777" w:rsidR="0010590B" w:rsidRPr="00AE1B2C" w:rsidRDefault="000271C2">
                <w:pPr>
                  <w:pStyle w:val="ZDGName"/>
                </w:pPr>
                <w:sdt>
                  <w:sdt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EndPr/>
                  <w:sdtContent>
                    <w:r w:rsidR="00537D8D" w:rsidRPr="00AE1B2C">
                      <w:t>DIRECTORATE-GENERAL</w:t>
                    </w:r>
                  </w:sdtContent>
                </w:sdt>
              </w:p>
              <w:p w14:paraId="0FF33EC6" w14:textId="77777777" w:rsidR="0010590B" w:rsidRPr="00AE1B2C" w:rsidRDefault="000271C2">
                <w:pPr>
                  <w:pStyle w:val="ZDGName"/>
                </w:pPr>
                <w:sdt>
                  <w:sdt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EndPr/>
                  <w:sdtContent>
                    <w:r w:rsidR="00537D8D" w:rsidRPr="00AE1B2C">
                      <w:t>TAXATION AND CUSTOMS UNION</w:t>
                    </w:r>
                  </w:sdtContent>
                </w:sdt>
              </w:p>
              <w:p w14:paraId="01BBFAB0" w14:textId="4487C038" w:rsidR="0010590B" w:rsidRPr="00AE1B2C" w:rsidRDefault="000271C2">
                <w:pPr>
                  <w:pStyle w:val="ZDGName"/>
                </w:pPr>
                <w:sdt>
                  <w:sdt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EndPr/>
                  <w:sdtContent>
                    <w:r w:rsidR="00647966" w:rsidRPr="00AE1B2C">
                      <w:t>Digital D</w:t>
                    </w:r>
                    <w:r w:rsidR="00537D8D" w:rsidRPr="00AE1B2C">
                      <w:t>elivery of Customs and Taxation Policies</w:t>
                    </w:r>
                  </w:sdtContent>
                </w:sdt>
              </w:p>
              <w:p w14:paraId="238CF3BA" w14:textId="2357C280" w:rsidR="0010590B" w:rsidRPr="00AE1B2C" w:rsidRDefault="000271C2" w:rsidP="00884EDE">
                <w:pPr>
                  <w:pStyle w:val="ZDGName"/>
                </w:pPr>
                <w:sdt>
                  <w:sdtPr>
                    <w:rPr>
                      <w:b/>
                    </w:rPr>
                    <w:id w:val="-392426799"/>
                    <w:placeholder>
                      <w:docPart w:val="526BFA01FD0D450CB3430FA23580AEA7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EndPr/>
                  <w:sdtContent>
                    <w:r w:rsidR="00353154" w:rsidRPr="00AE1B2C">
                      <w:rPr>
                        <w:b/>
                      </w:rPr>
                      <w:t>Customs Systems</w:t>
                    </w:r>
                  </w:sdtContent>
                </w:sdt>
              </w:p>
            </w:tc>
          </w:tr>
        </w:sdtContent>
      </w:sdt>
    </w:tbl>
    <w:sdt>
      <w:sdtPr>
        <w:rPr>
          <w:kern w:val="0"/>
          <w:sz w:val="40"/>
        </w:rPr>
        <w:alias w:val="Titles - Title and Subtitle"/>
        <w:tag w:val="20VJyCZsNoL1O30TqXpiB2-kVgCMpw2xqUNygTR2zyFO4"/>
        <w:id w:val="1015114815"/>
      </w:sdtPr>
      <w:sdtEndPr/>
      <w:sdtContent>
        <w:p w14:paraId="47730738" w14:textId="1B86BA75" w:rsidR="0010590B" w:rsidRPr="00AE1B2C" w:rsidRDefault="000271C2">
          <w:pPr>
            <w:pStyle w:val="Title"/>
          </w:pPr>
          <w:sdt>
            <w:sdtPr>
              <w:rPr>
                <w:sz w:val="44"/>
                <w:szCs w:val="44"/>
              </w:rPr>
              <w:id w:val="-403686101"/>
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<w:text w:multiLine="1"/>
            </w:sdtPr>
            <w:sdtEndPr/>
            <w:sdtContent>
              <w:r w:rsidR="00F521A6" w:rsidRPr="00F521A6">
                <w:rPr>
                  <w:sz w:val="44"/>
                  <w:szCs w:val="44"/>
                </w:rPr>
                <w:t>DDCOM</w:t>
              </w:r>
              <w:r w:rsidR="005C7092">
                <w:rPr>
                  <w:sz w:val="44"/>
                  <w:szCs w:val="44"/>
                </w:rPr>
                <w:t xml:space="preserve"> 20.</w:t>
              </w:r>
              <w:r w:rsidR="00E8048F">
                <w:rPr>
                  <w:sz w:val="44"/>
                  <w:szCs w:val="44"/>
                </w:rPr>
                <w:t>4</w:t>
              </w:r>
              <w:r w:rsidR="005C7092">
                <w:rPr>
                  <w:sz w:val="44"/>
                  <w:szCs w:val="44"/>
                </w:rPr>
                <w:t>.0-v</w:t>
              </w:r>
              <w:r w:rsidR="003F448E">
                <w:rPr>
                  <w:sz w:val="44"/>
                  <w:szCs w:val="44"/>
                </w:rPr>
                <w:t>1</w:t>
              </w:r>
              <w:r w:rsidR="005C7092">
                <w:rPr>
                  <w:sz w:val="44"/>
                  <w:szCs w:val="44"/>
                </w:rPr>
                <w:t>.</w:t>
              </w:r>
              <w:r w:rsidR="003F448E">
                <w:rPr>
                  <w:sz w:val="44"/>
                  <w:szCs w:val="44"/>
                </w:rPr>
                <w:t>0</w:t>
              </w:r>
              <w:r w:rsidR="005C7092">
                <w:rPr>
                  <w:sz w:val="44"/>
                  <w:szCs w:val="44"/>
                </w:rPr>
                <w:t>0</w:t>
              </w:r>
              <w:r w:rsidR="00B67AA7">
                <w:rPr>
                  <w:sz w:val="44"/>
                  <w:szCs w:val="44"/>
                </w:rPr>
                <w:t>-Sf</w:t>
              </w:r>
              <w:r w:rsidR="003F448E">
                <w:rPr>
                  <w:sz w:val="44"/>
                  <w:szCs w:val="44"/>
                </w:rPr>
                <w:t>A</w:t>
              </w:r>
            </w:sdtContent>
          </w:sdt>
        </w:p>
        <w:p w14:paraId="22E8D5C6" w14:textId="51DF5C12" w:rsidR="0010590B" w:rsidRPr="00AE1B2C" w:rsidRDefault="000271C2" w:rsidP="00212AAF">
          <w:pPr>
            <w:pStyle w:val="SubTitle1"/>
          </w:pPr>
          <w:sdt>
            <w:sdtPr>
              <w:rPr>
                <w:sz w:val="44"/>
                <w:szCs w:val="44"/>
              </w:rPr>
              <w:id w:val="-426418183"/>
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  <w:text w:multiLine="1"/>
            </w:sdtPr>
            <w:sdtEndPr/>
            <w:sdtContent>
              <w:r w:rsidR="00886017" w:rsidRPr="00AE1B2C">
                <w:rPr>
                  <w:sz w:val="44"/>
                  <w:szCs w:val="44"/>
                </w:rPr>
                <w:t>Release Note</w:t>
              </w:r>
              <w:r w:rsidR="00EE6640">
                <w:rPr>
                  <w:sz w:val="44"/>
                  <w:szCs w:val="44"/>
                </w:rPr>
                <w:t xml:space="preserve"> to ECCG</w:t>
              </w:r>
            </w:sdtContent>
          </w:sdt>
        </w:p>
      </w:sdtContent>
    </w:sdt>
    <w:sdt>
      <w:sdtPr>
        <w:alias w:val="Properties Table"/>
        <w:tag w:val="ZmBdss0Rs4YTyKKEh8M5n5"/>
        <w:id w:val="-1307233586"/>
      </w:sdtPr>
      <w:sdtEndPr/>
      <w:sdtContent>
        <w:tbl>
          <w:tblPr>
            <w:tblStyle w:val="PropertiesTable"/>
            <w:tblW w:w="6400" w:type="dxa"/>
            <w:tblLook w:val="04A0" w:firstRow="1" w:lastRow="0" w:firstColumn="1" w:lastColumn="0" w:noHBand="0" w:noVBand="1"/>
          </w:tblPr>
          <w:tblGrid>
            <w:gridCol w:w="2400"/>
            <w:gridCol w:w="4000"/>
          </w:tblGrid>
          <w:tr w:rsidR="0010590B" w:rsidRPr="00AE1B2C" w14:paraId="11B78396" w14:textId="77777777">
            <w:tc>
              <w:tcPr>
                <w:tcW w:w="2400" w:type="dxa"/>
              </w:tcPr>
              <w:p w14:paraId="595DCC05" w14:textId="3E9DF665" w:rsidR="0010590B" w:rsidRPr="00AE1B2C" w:rsidRDefault="000271C2">
                <w:sdt>
                  <w:sdtPr>
                    <w:id w:val="52131817"/>
                    <w:dataBinding w:xpath="/Texts/TechPropsDate" w:storeItemID="{4EF90DE6-88B6-4264-9629-4D8DFDFE87D2}"/>
                    <w:text w:multiLine="1"/>
                  </w:sdtPr>
                  <w:sdtEndPr/>
                  <w:sdtContent>
                    <w:r w:rsidR="00537D8D" w:rsidRPr="00AE1B2C">
                      <w:t>Date: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7E68B367" w14:textId="50FE61E1" w:rsidR="0010590B" w:rsidRPr="00C01622" w:rsidRDefault="000271C2" w:rsidP="00480182">
                <w:pPr>
                  <w:jc w:val="left"/>
                  <w:rPr>
                    <w:rStyle w:val="PlaceholderText"/>
                    <w:color w:val="auto"/>
                    <w:highlight w:val="yellow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2-04-08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>
                    <w:rPr>
                      <w:rStyle w:val="PlaceholderText"/>
                    </w:rPr>
                  </w:sdtEndPr>
                  <w:sdtContent>
                    <w:r w:rsidR="003F448E">
                      <w:rPr>
                        <w:rStyle w:val="PlaceholderText"/>
                        <w:color w:val="auto"/>
                      </w:rPr>
                      <w:t>0</w:t>
                    </w:r>
                    <w:r w:rsidR="00480182">
                      <w:rPr>
                        <w:rStyle w:val="PlaceholderText"/>
                        <w:color w:val="auto"/>
                      </w:rPr>
                      <w:t>8</w:t>
                    </w:r>
                    <w:r w:rsidR="003F448E">
                      <w:rPr>
                        <w:rStyle w:val="PlaceholderText"/>
                        <w:color w:val="auto"/>
                      </w:rPr>
                      <w:t>/04/2022</w:t>
                    </w:r>
                  </w:sdtContent>
                </w:sdt>
              </w:p>
            </w:tc>
          </w:tr>
          <w:tr w:rsidR="00BD4AAD" w:rsidRPr="00AE1B2C" w14:paraId="71BAC00C" w14:textId="77777777">
            <w:tc>
              <w:tcPr>
                <w:tcW w:w="2400" w:type="dxa"/>
              </w:tcPr>
              <w:p w14:paraId="46FED22F" w14:textId="77432509" w:rsidR="00BD4AAD" w:rsidRPr="00AE1B2C" w:rsidRDefault="00BD4AAD">
                <w:r w:rsidRPr="00AE1B2C">
                  <w:t>Status:</w:t>
                </w:r>
              </w:p>
            </w:tc>
            <w:sdt>
              <w:sdtPr>
                <w:rPr>
                  <w:rStyle w:val="PlaceholderText"/>
                  <w:color w:val="auto"/>
                </w:rPr>
                <w:alias w:val="Status"/>
                <w:tag w:val="Status"/>
                <w:id w:val="403725961"/>
                <w:placeholder>
                  <w:docPart w:val="07761238D2714F63A42C115C9BF9EDD8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EndPr>
                <w:rPr>
                  <w:rStyle w:val="PlaceholderText"/>
                </w:rPr>
              </w:sdtEndPr>
              <w:sdtContent>
                <w:tc>
                  <w:tcPr>
                    <w:tcW w:w="4000" w:type="dxa"/>
                  </w:tcPr>
                  <w:p w14:paraId="38D22AA5" w14:textId="2B169D7A" w:rsidR="00BD4AAD" w:rsidRPr="00AE1B2C" w:rsidRDefault="003E71B0" w:rsidP="006F24AA">
                    <w:pPr>
                      <w:jc w:val="left"/>
                      <w:rPr>
                        <w:rStyle w:val="PlaceholderText"/>
                        <w:color w:val="auto"/>
                      </w:rPr>
                    </w:pPr>
                    <w:r>
                      <w:rPr>
                        <w:rStyle w:val="PlaceholderText"/>
                        <w:color w:val="auto"/>
                      </w:rPr>
                      <w:t>Submitted for information (SfI)</w:t>
                    </w:r>
                  </w:p>
                </w:tc>
              </w:sdtContent>
            </w:sdt>
          </w:tr>
          <w:tr w:rsidR="0010590B" w:rsidRPr="00AE1B2C" w14:paraId="770DF7C8" w14:textId="77777777">
            <w:tc>
              <w:tcPr>
                <w:tcW w:w="2400" w:type="dxa"/>
              </w:tcPr>
              <w:p w14:paraId="483FCD0F" w14:textId="77777777" w:rsidR="0010590B" w:rsidRPr="00AE1B2C" w:rsidRDefault="000271C2">
                <w:sdt>
                  <w:sdtPr>
                    <w:id w:val="653036614"/>
                    <w:dataBinding w:xpath="/Texts/TechPropsVersion" w:storeItemID="{4EF90DE6-88B6-4264-9629-4D8DFDFE87D2}"/>
                    <w:text w:multiLine="1"/>
                  </w:sdtPr>
                  <w:sdtEndPr/>
                  <w:sdtContent>
                    <w:r w:rsidR="00537D8D" w:rsidRPr="00AE1B2C">
                      <w:t>Version: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52AAA1CC" w14:textId="745E6183" w:rsidR="007050D7" w:rsidRPr="00AE1B2C" w:rsidRDefault="000271C2" w:rsidP="00300EC5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rStyle w:val="PlaceholderText"/>
                      <w:color w:val="auto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EndPr>
                    <w:rPr>
                      <w:rStyle w:val="PlaceholderText"/>
                    </w:rPr>
                  </w:sdtEndPr>
                  <w:sdtContent>
                    <w:r w:rsidR="00C85CA5">
                      <w:rPr>
                        <w:rStyle w:val="PlaceholderText"/>
                        <w:color w:val="auto"/>
                      </w:rPr>
                      <w:t>1.0</w:t>
                    </w:r>
                    <w:r w:rsidR="003F448E">
                      <w:rPr>
                        <w:rStyle w:val="PlaceholderText"/>
                        <w:color w:val="auto"/>
                      </w:rPr>
                      <w:t>0</w:t>
                    </w:r>
                    <w:r w:rsidR="00C85CA5">
                      <w:rPr>
                        <w:rStyle w:val="PlaceholderText"/>
                        <w:color w:val="auto"/>
                      </w:rPr>
                      <w:t xml:space="preserve"> EN</w:t>
                    </w:r>
                  </w:sdtContent>
                </w:sdt>
              </w:p>
            </w:tc>
          </w:tr>
          <w:tr w:rsidR="0010590B" w:rsidRPr="00AE1B2C" w14:paraId="78BFA891" w14:textId="77777777">
            <w:tc>
              <w:tcPr>
                <w:tcW w:w="2400" w:type="dxa"/>
              </w:tcPr>
              <w:p w14:paraId="6DE7AA57" w14:textId="2E7480A6" w:rsidR="0010590B" w:rsidRPr="00AE1B2C" w:rsidRDefault="000271C2" w:rsidP="00040C02">
                <w:sdt>
                  <w:sdtPr>
                    <w:id w:val="1928931003"/>
                    <w:dataBinding w:xpath="/Texts/TechPropsAuthors" w:storeItemID="{4EF90DE6-88B6-4264-9629-4D8DFDFE87D2}"/>
                    <w:text w:multiLine="1"/>
                  </w:sdtPr>
                  <w:sdtEndPr/>
                  <w:sdtContent>
                    <w:r w:rsidR="00537D8D" w:rsidRPr="00AE1B2C">
                      <w:t>Author: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6B7EC104" w14:textId="032D6176" w:rsidR="0010590B" w:rsidRPr="00AE1B2C" w:rsidRDefault="000271C2" w:rsidP="00480182">
                <w:pPr>
                  <w:jc w:val="left"/>
                  <w:rPr>
                    <w:rStyle w:val="PlaceholderText"/>
                    <w:color w:val="auto"/>
                  </w:rPr>
                </w:pPr>
                <w:sdt>
                  <w:sdtPr>
                    <w:rPr>
                      <w:color w:val="2C8F6C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EndPr>
                    <w:rPr>
                      <w:color w:val="auto"/>
                    </w:rPr>
                  </w:sdtEndPr>
                  <w:sdtContent>
                    <w:r w:rsidR="00480182">
                      <w:rPr>
                        <w:rStyle w:val="PlaceholderText"/>
                        <w:color w:val="auto"/>
                      </w:rPr>
                      <w:t>DG TAXUD</w:t>
                    </w:r>
                  </w:sdtContent>
                </w:sdt>
              </w:p>
            </w:tc>
          </w:tr>
          <w:tr w:rsidR="0010590B" w:rsidRPr="00AE1B2C" w14:paraId="6F52AC17" w14:textId="77777777">
            <w:tc>
              <w:tcPr>
                <w:tcW w:w="2400" w:type="dxa"/>
              </w:tcPr>
              <w:p w14:paraId="53CD7672" w14:textId="77777777" w:rsidR="0010590B" w:rsidRPr="00AE1B2C" w:rsidRDefault="000271C2">
                <w:sdt>
                  <w:sdtPr>
                    <w:id w:val="-656603245"/>
                    <w:dataBinding w:xpath="/Texts/TechPropsApproved" w:storeItemID="{4EF90DE6-88B6-4264-9629-4D8DFDFE87D2}"/>
                    <w:text w:multiLine="1"/>
                  </w:sdtPr>
                  <w:sdtEndPr/>
                  <w:sdtContent>
                    <w:r w:rsidR="00537D8D" w:rsidRPr="00AE1B2C">
                      <w:t>Approved by:</w:t>
                    </w:r>
                  </w:sdtContent>
                </w:sdt>
              </w:p>
            </w:tc>
            <w:tc>
              <w:tcPr>
                <w:tcW w:w="4000" w:type="dxa"/>
              </w:tcPr>
              <w:p w14:paraId="0C45DD97" w14:textId="673BDA56" w:rsidR="0010590B" w:rsidRPr="00AE1B2C" w:rsidRDefault="000271C2" w:rsidP="00417D3E">
                <w:pPr>
                  <w:jc w:val="left"/>
                </w:pPr>
                <w:sdt>
                  <w:sdtPr>
                    <w:alias w:val="Approved by"/>
                    <w:tag w:val="Approved by"/>
                    <w:id w:val="-1491857343"/>
                    <w:placeholder>
                      <w:docPart w:val="E522F8A849254428B717D268491E703B"/>
                    </w:placeholder>
                    <w:showingPlcHdr/>
                  </w:sdtPr>
                  <w:sdtEndPr/>
                  <w:sdtContent>
                    <w:r w:rsidR="00417D3E" w:rsidRPr="00AE1B2C">
                      <w:rPr>
                        <w:rStyle w:val="PlaceholderText"/>
                        <w:color w:val="auto"/>
                      </w:rPr>
                      <w:t>DG TAXUD</w:t>
                    </w:r>
                  </w:sdtContent>
                </w:sdt>
              </w:p>
            </w:tc>
          </w:tr>
          <w:tr w:rsidR="0010590B" w:rsidRPr="00AE1B2C" w14:paraId="617B2B57" w14:textId="77777777">
            <w:tc>
              <w:tcPr>
                <w:tcW w:w="2400" w:type="dxa"/>
              </w:tcPr>
              <w:p w14:paraId="154019AE" w14:textId="0C1AEFD6" w:rsidR="0010590B" w:rsidRPr="00AE1B2C" w:rsidRDefault="004B3DEF" w:rsidP="00922DBF">
                <w:r w:rsidRPr="00AE1B2C">
                  <w:t>Reference number:</w:t>
                </w:r>
              </w:p>
            </w:tc>
            <w:tc>
              <w:tcPr>
                <w:tcW w:w="4000" w:type="dxa"/>
              </w:tcPr>
              <w:p w14:paraId="5725D577" w14:textId="46755242" w:rsidR="006E0817" w:rsidRPr="00DE69D1" w:rsidRDefault="00480182" w:rsidP="00EE6640">
                <w:pPr>
                  <w:spacing w:after="0" w:line="240" w:lineRule="auto"/>
                  <w:jc w:val="left"/>
                  <w:rPr>
                    <w:szCs w:val="22"/>
                    <w:highlight w:val="yellow"/>
                  </w:rPr>
                </w:pPr>
                <w:r>
                  <w:t>DDCOM-20.4.0</w:t>
                </w:r>
                <w:r w:rsidR="00EE6640">
                  <w:t>(SfA-NPM)-</w:t>
                </w:r>
                <w:r>
                  <w:t>RNO</w:t>
                </w:r>
              </w:p>
            </w:tc>
          </w:tr>
          <w:tr w:rsidR="005C3460" w:rsidRPr="00AE1B2C" w14:paraId="374AA003" w14:textId="77777777">
            <w:tc>
              <w:tcPr>
                <w:tcW w:w="2400" w:type="dxa"/>
              </w:tcPr>
              <w:p w14:paraId="4DE4E3D9" w14:textId="23329E12" w:rsidR="005C3460" w:rsidRPr="00AE1B2C" w:rsidRDefault="005C3460" w:rsidP="00445962">
                <w:pPr>
                  <w:rPr>
                    <w:szCs w:val="22"/>
                  </w:rPr>
                </w:pPr>
                <w:r w:rsidRPr="00AE1B2C">
                  <w:rPr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Cs w:val="22"/>
                  <w:lang w:eastAsia="en-US"/>
                </w:rPr>
                <w:alias w:val="Public"/>
                <w:tag w:val="Public"/>
                <w:id w:val="527069074"/>
                <w:placeholder>
                  <w:docPart w:val="60D06D03919D4A78B0F7A2AC27244A97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EndPr/>
              <w:sdtContent>
                <w:tc>
                  <w:tcPr>
                    <w:tcW w:w="4000" w:type="dxa"/>
                  </w:tcPr>
                  <w:p w14:paraId="6105D1B3" w14:textId="567EAF58" w:rsidR="005C3460" w:rsidRPr="00AE1B2C" w:rsidRDefault="00DF4F69" w:rsidP="005C3460">
                    <w:pPr>
                      <w:spacing w:after="0" w:line="276" w:lineRule="auto"/>
                      <w:jc w:val="left"/>
                      <w:rPr>
                        <w:bCs/>
                        <w:szCs w:val="22"/>
                        <w:lang w:eastAsia="en-US"/>
                      </w:rPr>
                    </w:pPr>
                    <w:r>
                      <w:rPr>
                        <w:bCs/>
                        <w:szCs w:val="22"/>
                        <w:lang w:eastAsia="en-US"/>
                      </w:rPr>
                      <w:t>DG TAXUD external</w:t>
                    </w:r>
                  </w:p>
                </w:tc>
              </w:sdtContent>
            </w:sdt>
          </w:tr>
          <w:tr w:rsidR="00445962" w:rsidRPr="00AE1B2C" w14:paraId="627FF8E5" w14:textId="77777777">
            <w:tc>
              <w:tcPr>
                <w:tcW w:w="2400" w:type="dxa"/>
              </w:tcPr>
              <w:p w14:paraId="7B547DB5" w14:textId="23A53B83" w:rsidR="00445962" w:rsidRPr="00AE1B2C" w:rsidRDefault="00445962" w:rsidP="00445962">
                <w:pPr>
                  <w:rPr>
                    <w:szCs w:val="22"/>
                  </w:rPr>
                </w:pPr>
                <w:r w:rsidRPr="00AE1B2C">
                  <w:rPr>
                    <w:szCs w:val="22"/>
                  </w:rPr>
                  <w:t>Confidentiality</w:t>
                </w:r>
                <w:r w:rsidR="009A07DA" w:rsidRPr="00AE1B2C">
                  <w:rPr>
                    <w:szCs w:val="22"/>
                  </w:rPr>
                  <w:t>:</w:t>
                </w:r>
              </w:p>
            </w:tc>
            <w:tc>
              <w:tcPr>
                <w:tcW w:w="4000" w:type="dxa"/>
              </w:tcPr>
              <w:p w14:paraId="736771A7" w14:textId="1F3DB3F0" w:rsidR="00445962" w:rsidRPr="00AE1B2C" w:rsidRDefault="000271C2" w:rsidP="00D049F7">
                <w:pPr>
                  <w:spacing w:after="0" w:line="276" w:lineRule="auto"/>
                  <w:jc w:val="left"/>
                  <w:rPr>
                    <w:bCs/>
                    <w:szCs w:val="22"/>
                  </w:rPr>
                </w:pPr>
                <w:sdt>
                  <w:sdtPr>
                    <w:rPr>
                      <w:bCs/>
                      <w:szCs w:val="22"/>
                      <w:lang w:eastAsia="en-US"/>
                    </w:rPr>
                    <w:alias w:val="Confidentiality"/>
                    <w:tag w:val="Confidentiality"/>
                    <w:id w:val="661121929"/>
                    <w:placeholder>
                      <w:docPart w:val="B7176F666F3A44F7B71DD30939990553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Publicly available (PA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 w:rsidR="002B4278">
                      <w:rPr>
                        <w:bCs/>
                        <w:szCs w:val="22"/>
                        <w:lang w:eastAsia="en-US"/>
                      </w:rPr>
                      <w:t>Publicly available (PA)</w:t>
                    </w:r>
                  </w:sdtContent>
                </w:sdt>
                <w:r w:rsidR="00D049F7" w:rsidRPr="00AE1B2C">
                  <w:rPr>
                    <w:bCs/>
                    <w:szCs w:val="22"/>
                    <w:lang w:eastAsia="en-US"/>
                  </w:rPr>
                  <w:t xml:space="preserve"> </w:t>
                </w:r>
              </w:p>
            </w:tc>
          </w:tr>
        </w:tbl>
        <w:p w14:paraId="4D3AA523" w14:textId="66978337" w:rsidR="0010590B" w:rsidRPr="00AE1B2C" w:rsidRDefault="007701A5">
          <w:r w:rsidRPr="00AE1B2C">
            <w:br w:type="page"/>
          </w:r>
        </w:p>
      </w:sdtContent>
    </w:sdt>
    <w:sdt>
      <w:sdtPr>
        <w:rPr>
          <w:rFonts w:ascii="Times New Roman" w:hAnsi="Times New Roman"/>
          <w:b w:val="0"/>
          <w:sz w:val="22"/>
        </w:rPr>
        <w:alias w:val="History Table"/>
        <w:tag w:val="PiT5cxNc44EbCTosFkXVi0"/>
        <w:id w:val="-914170639"/>
      </w:sdtPr>
      <w:sdtEndPr/>
      <w:sdtContent>
        <w:p w14:paraId="5DDE0535" w14:textId="5543EF7D" w:rsidR="00BC709B" w:rsidRPr="00AE1B2C" w:rsidRDefault="00BC709B" w:rsidP="008F6F83">
          <w:pPr>
            <w:pStyle w:val="HeadingTOC"/>
            <w:rPr>
              <w:rFonts w:ascii="Times New Roman" w:hAnsi="Times New Roman"/>
            </w:rPr>
          </w:pPr>
          <w:r w:rsidRPr="00AE1B2C">
            <w:rPr>
              <w:rFonts w:ascii="Times New Roman" w:hAnsi="Times New Roman"/>
              <w:noProof/>
              <w:lang w:val="en-IE" w:eastAsia="en-IE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 wp14:anchorId="0AAB080F" wp14:editId="5E60E1D1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10328275</wp:posOffset>
                    </wp:positionV>
                    <wp:extent cx="7553325" cy="45720"/>
                    <wp:effectExtent l="0" t="0" r="28575" b="11430"/>
                    <wp:wrapNone/>
                    <wp:docPr id="6" name="Rectangl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3325" cy="45720"/>
                            </a:xfrm>
                            <a:prstGeom prst="rect">
                              <a:avLst/>
                            </a:prstGeom>
                            <a:solidFill>
                              <a:srgbClr val="4F81BC"/>
                            </a:solidFill>
                            <a:ln w="9525">
                              <a:solidFill>
                                <a:srgbClr val="4F81B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95A4AE" w14:textId="77777777" w:rsidR="004E7C7B" w:rsidRDefault="004E7C7B" w:rsidP="00BC709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rect w14:anchorId="0AAB080F" id="Rectangle 6" o:spid="_x0000_s1026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" fillcolor="#4f81bc" strokecolor="#4f81bc">
                    <v:textbox>
                      <w:txbxContent>
                        <w:p w14:paraId="4C95A4AE" w14:textId="77777777" w:rsidR="004E7C7B" w:rsidRDefault="004E7C7B" w:rsidP="00BC709B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AE1B2C">
            <w:rPr>
              <w:rFonts w:ascii="Times New Roman" w:eastAsia="Calibri" w:hAnsi="Times New Roman"/>
            </w:rPr>
            <w:t xml:space="preserve">Document </w:t>
          </w:r>
          <w:r w:rsidR="00C375AF" w:rsidRPr="00AE1B2C">
            <w:rPr>
              <w:rFonts w:ascii="Times New Roman" w:eastAsia="Calibri" w:hAnsi="Times New Roman"/>
            </w:rPr>
            <w:t>c</w:t>
          </w:r>
          <w:r w:rsidRPr="00AE1B2C">
            <w:rPr>
              <w:rFonts w:ascii="Times New Roman" w:eastAsia="Calibri" w:hAnsi="Times New Roman"/>
            </w:rPr>
            <w:t xml:space="preserve">ontrol </w:t>
          </w:r>
          <w:r w:rsidR="00C375AF" w:rsidRPr="00AE1B2C">
            <w:rPr>
              <w:rFonts w:ascii="Times New Roman" w:eastAsia="Calibri" w:hAnsi="Times New Roman"/>
            </w:rPr>
            <w:t>i</w:t>
          </w:r>
          <w:r w:rsidRPr="00AE1B2C">
            <w:rPr>
              <w:rFonts w:ascii="Times New Roman" w:eastAsia="Calibri" w:hAnsi="Times New Roman"/>
            </w:rPr>
            <w:t>nformation</w:t>
          </w:r>
        </w:p>
        <w:tbl>
          <w:tblPr>
            <w:tblStyle w:val="TableGrid1"/>
            <w:tblW w:w="5000" w:type="pct"/>
            <w:tbl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insideH w:val="single" w:sz="4" w:space="0" w:color="7F7F7F" w:themeColor="text1" w:themeTint="80"/>
              <w:insideV w:val="single" w:sz="4" w:space="0" w:color="7F7F7F" w:themeColor="text1" w:themeTint="80"/>
            </w:tblBorders>
            <w:tblLook w:val="04A0" w:firstRow="1" w:lastRow="0" w:firstColumn="1" w:lastColumn="0" w:noHBand="0" w:noVBand="1"/>
          </w:tblPr>
          <w:tblGrid>
            <w:gridCol w:w="2875"/>
            <w:gridCol w:w="6188"/>
          </w:tblGrid>
          <w:tr w:rsidR="00BC709B" w:rsidRPr="00AE1B2C" w14:paraId="6BBA2F9C" w14:textId="77777777" w:rsidTr="00A168AD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297AA5C3" w14:textId="1E280BA3" w:rsidR="00BC709B" w:rsidRPr="00AE1B2C" w:rsidRDefault="009A07DA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AE1B2C">
                  <w:rPr>
                    <w:b/>
                    <w:sz w:val="20"/>
                    <w:lang w:val="en-GB"/>
                  </w:rPr>
                  <w:t>Property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6135E5B5" w14:textId="77777777" w:rsidR="00BC709B" w:rsidRPr="00AE1B2C" w:rsidRDefault="00BC709B" w:rsidP="00A9020C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AE1B2C">
                  <w:rPr>
                    <w:b/>
                    <w:sz w:val="20"/>
                    <w:lang w:val="en-GB"/>
                  </w:rPr>
                  <w:t>Value</w:t>
                </w:r>
              </w:p>
            </w:tc>
          </w:tr>
          <w:tr w:rsidR="00BC709B" w:rsidRPr="00AE1B2C" w14:paraId="7A5AAE06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0C17239" w14:textId="35C9FEE5" w:rsidR="00BC709B" w:rsidRPr="00AE1B2C" w:rsidRDefault="00AF2E57" w:rsidP="00AF2E57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AE1B2C">
                  <w:rPr>
                    <w:b/>
                    <w:bCs/>
                    <w:sz w:val="20"/>
                    <w:szCs w:val="22"/>
                    <w:lang w:val="en-GB"/>
                  </w:rPr>
                  <w:t>T</w:t>
                </w:r>
                <w:r w:rsidR="00C375AF" w:rsidRPr="00AE1B2C">
                  <w:rPr>
                    <w:b/>
                    <w:bCs/>
                    <w:sz w:val="20"/>
                    <w:szCs w:val="22"/>
                    <w:lang w:val="en-GB"/>
                  </w:rPr>
                  <w:t>itle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847ECF7" w14:textId="4E0F5094" w:rsidR="00BC709B" w:rsidRPr="00AE1B2C" w:rsidRDefault="000271C2" w:rsidP="00F13F74">
                <w:pPr>
                  <w:spacing w:after="0" w:line="276" w:lineRule="auto"/>
                  <w:jc w:val="left"/>
                  <w:rPr>
                    <w:rFonts w:eastAsia="PMingLiU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Title"/>
                    <w:tag w:val="Title"/>
                    <w:id w:val="1713614540"/>
    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    <w:text w:multiLine="1"/>
                  </w:sdtPr>
                  <w:sdtEndPr/>
                  <w:sdtContent>
                    <w:r w:rsidR="003F448E">
                      <w:rPr>
                        <w:sz w:val="20"/>
                        <w:szCs w:val="22"/>
                      </w:rPr>
                      <w:t>DDCOM 20.4.0-v1.00-SfA</w:t>
                    </w:r>
                  </w:sdtContent>
                </w:sdt>
              </w:p>
            </w:tc>
          </w:tr>
          <w:tr w:rsidR="00BC709B" w:rsidRPr="00AE1B2C" w14:paraId="71A6B2AD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3D30469" w14:textId="01D5E8F1" w:rsidR="00BC709B" w:rsidRPr="00AE1B2C" w:rsidRDefault="004B3DEF" w:rsidP="004B3DEF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AE1B2C">
                  <w:rPr>
                    <w:b/>
                    <w:bCs/>
                    <w:sz w:val="20"/>
                    <w:szCs w:val="22"/>
                    <w:lang w:val="en-GB"/>
                  </w:rPr>
                  <w:t>Sub</w:t>
                </w:r>
                <w:r w:rsidR="00C375AF" w:rsidRPr="00AE1B2C">
                  <w:rPr>
                    <w:b/>
                    <w:bCs/>
                    <w:sz w:val="20"/>
                    <w:szCs w:val="22"/>
                    <w:lang w:val="en-GB"/>
                  </w:rPr>
                  <w:t>title</w:t>
                </w:r>
              </w:p>
            </w:tc>
            <w:sdt>
              <w:sdtPr>
                <w:rPr>
                  <w:sz w:val="20"/>
                  <w:szCs w:val="22"/>
                </w:rPr>
                <w:alias w:val="Subject"/>
                <w:id w:val="505097928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tc>
                  <w:tcPr>
                    <w:tcW w:w="3414" w:type="pct"/>
                    <w:tcBorders>
                      <w:top w:val="single" w:sz="4" w:space="0" w:color="7F7F7F" w:themeColor="text1" w:themeTint="80"/>
                      <w:left w:val="single" w:sz="4" w:space="0" w:color="7F7F7F" w:themeColor="text1" w:themeTint="80"/>
                      <w:bottom w:val="single" w:sz="4" w:space="0" w:color="7F7F7F" w:themeColor="text1" w:themeTint="80"/>
                      <w:right w:val="single" w:sz="4" w:space="0" w:color="7F7F7F" w:themeColor="text1" w:themeTint="80"/>
                    </w:tcBorders>
                    <w:hideMark/>
                  </w:tcPr>
                  <w:p w14:paraId="515CD6BB" w14:textId="3AEE0EFE" w:rsidR="00BC709B" w:rsidRPr="00AE1B2C" w:rsidRDefault="00EE6640" w:rsidP="00C375AF">
                    <w:pPr>
                      <w:spacing w:after="0" w:line="276" w:lineRule="auto"/>
                      <w:jc w:val="left"/>
                      <w:rPr>
                        <w:color w:val="385623" w:themeColor="accent6" w:themeShade="80"/>
                        <w:sz w:val="20"/>
                        <w:szCs w:val="22"/>
                        <w:lang w:val="en-GB"/>
                      </w:rPr>
                    </w:pPr>
                    <w:r>
                      <w:rPr>
                        <w:sz w:val="20"/>
                        <w:szCs w:val="22"/>
                      </w:rPr>
                      <w:t>Release Note to ECCG</w:t>
                    </w:r>
                  </w:p>
                </w:tc>
              </w:sdtContent>
            </w:sdt>
          </w:tr>
          <w:tr w:rsidR="00BC709B" w:rsidRPr="00AE1B2C" w14:paraId="241148E9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23218286" w14:textId="2095C30B" w:rsidR="00BC709B" w:rsidRPr="00AE1B2C" w:rsidRDefault="00393CA0" w:rsidP="00C375AF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AE1B2C">
                  <w:rPr>
                    <w:b/>
                    <w:sz w:val="20"/>
                    <w:szCs w:val="22"/>
                    <w:lang w:val="en-GB"/>
                  </w:rPr>
                  <w:t>A</w:t>
                </w:r>
                <w:r w:rsidR="00C375AF" w:rsidRPr="00AE1B2C">
                  <w:rPr>
                    <w:b/>
                    <w:sz w:val="20"/>
                    <w:szCs w:val="22"/>
                    <w:lang w:val="en-GB"/>
                  </w:rPr>
                  <w:t>uthor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79902E7" w14:textId="224D27DB" w:rsidR="00BC709B" w:rsidRPr="00AE1B2C" w:rsidRDefault="000271C2" w:rsidP="00F13F74">
                <w:pPr>
                  <w:spacing w:after="0" w:line="276" w:lineRule="auto"/>
                  <w:jc w:val="left"/>
                  <w:rPr>
                    <w:rFonts w:eastAsia="PMingLiU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Author"/>
                    <w:tag w:val="Author"/>
                    <w:id w:val="-2064014578"/>
                    <w:dataBinding w:xpath="/Author/Names/DocumentScript/FullName" w:storeItemID="{EE044946-5330-43F7-8D16-AA78684F2938}"/>
                    <w:text w:multiLine="1"/>
                  </w:sdtPr>
                  <w:sdtEndPr/>
                  <w:sdtContent>
                    <w:r w:rsidR="00480182">
                      <w:rPr>
                        <w:sz w:val="20"/>
                        <w:szCs w:val="22"/>
                      </w:rPr>
                      <w:t>DG TAXUD</w:t>
                    </w:r>
                  </w:sdtContent>
                </w:sdt>
              </w:p>
            </w:tc>
          </w:tr>
          <w:tr w:rsidR="00BC709B" w:rsidRPr="00AE1B2C" w14:paraId="0F65930C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626E930" w14:textId="1711D76F" w:rsidR="00BC709B" w:rsidRPr="00AE1B2C" w:rsidRDefault="00BC709B" w:rsidP="00C375AF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AE1B2C">
                  <w:rPr>
                    <w:b/>
                    <w:bCs/>
                    <w:sz w:val="20"/>
                    <w:szCs w:val="22"/>
                    <w:lang w:val="en-GB"/>
                  </w:rPr>
                  <w:t xml:space="preserve">Project </w:t>
                </w:r>
                <w:r w:rsidR="00C375AF" w:rsidRPr="00AE1B2C">
                  <w:rPr>
                    <w:b/>
                    <w:bCs/>
                    <w:sz w:val="20"/>
                    <w:szCs w:val="22"/>
                    <w:lang w:val="en-GB"/>
                  </w:rPr>
                  <w:t>owner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DCCA868" w14:textId="78E585E9" w:rsidR="00BC709B" w:rsidRPr="00AE1B2C" w:rsidRDefault="00CF280B" w:rsidP="00D639F6">
                <w:pPr>
                  <w:spacing w:after="0" w:line="276" w:lineRule="auto"/>
                  <w:jc w:val="left"/>
                  <w:rPr>
                    <w:rFonts w:eastAsia="PMingLiU"/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r w:rsidRPr="00AE1B2C">
                  <w:rPr>
                    <w:sz w:val="20"/>
                    <w:szCs w:val="22"/>
                    <w:lang w:val="en-GB"/>
                  </w:rPr>
                  <w:t>Head of Unit of DG TAXUD Unit</w:t>
                </w:r>
                <w:r w:rsidR="00D639F6" w:rsidRPr="00AE1B2C">
                  <w:rPr>
                    <w:sz w:val="20"/>
                    <w:szCs w:val="22"/>
                  </w:rPr>
                  <w:t xml:space="preserve"> </w:t>
                </w:r>
                <w:sdt>
                  <w:sdtPr>
                    <w:rPr>
                      <w:sz w:val="20"/>
                    </w:rPr>
                    <w:alias w:val="Project owner"/>
                    <w:tag w:val="Project owner"/>
                    <w:id w:val="970941652"/>
                    <w:placeholder>
                      <w:docPart w:val="9895328603D648919B0439FFDCFE9AE3"/>
                    </w:placeholder>
                    <w:comboBox>
                      <w:listItem w:value="Select the business unit that owns the project here."/>
                      <w:listItem w:displayText="A1 Customs policy" w:value="A1 Customs policy"/>
                      <w:listItem w:displayText="A2 Customs legislation" w:value="A2 Customs legislation"/>
                      <w:listItem w:displayText="A3 Risk management and security" w:value="A3 Risk management and security"/>
                      <w:listItem w:displayText="A4 Customs tariff" w:value="A4 Customs tariff"/>
                      <w:listItem w:displayText="A5 Protection of citizens and enforcement of IPR" w:value="A5 Protection of citizens and enforcement of IPR"/>
                      <w:listItem w:displayText="C1 Value added tax" w:value="C1 Value added tax"/>
                      <w:listItem w:displayText="C2 Indirect taxes other than VAT" w:value="C2 Indirect taxes other than VAT"/>
                      <w:listItem w:displayText="C3 Legal affairs - indirect taxation" w:value="C3 Legal affairs - indirect taxation"/>
                      <w:listItem w:displayText="C4 Tax administration and fight against tax fraud" w:value="C4 Tax administration and fight against tax fraud"/>
                      <w:listItem w:displayText="D1 Company taxation initiatives" w:value="D1 Company taxation initiatives"/>
                      <w:listItem w:displayText="D2 Direct tax policy &amp; cooperation" w:value="D2 Direct tax policy &amp; cooperation"/>
                      <w:listItem w:displayText="D3 Legal affairs - direct taxation" w:value="D3 Legal affairs - direct taxation"/>
                      <w:listItem w:displayText="D4 Economic analysis, evaluation &amp; impact assessment support" w:value="D4 Economic analysis, evaluation &amp; impact assessment support"/>
                      <w:listItem w:displayText="E1 Finances &amp; HR business correspondent" w:value="E1 Finances &amp; HR business correspondent"/>
                      <w:listItem w:displayText="E2 Inter-institutional relations, coordination, communication and strategic planning" w:value="E2 Inter-institutional relations, coordination, communication and strategic planning"/>
                      <w:listItem w:displayText="E3 Management of programmes and EU training" w:value="E3 Management of programmes and EU training"/>
                      <w:listItem w:displayText="E4 Trade facilitation, rules of origin and international coordination: Europe and neighbouring countries &amp; International organisations" w:value="E4 Trade facilitation, rules of origin and international coordination: Europe and neighbouring countries &amp; International organisations"/>
                      <w:listItem w:displayText="E5 Trade facilitation, rules of origin and international coordination: Americas, Africa, Far East and South Asia, Oceania" w:value="E5 Trade facilitation, rules of origin and international coordination: Americas, Africa, Far East and South Asia, Oceania"/>
                    </w:comboBox>
                  </w:sdtPr>
                  <w:sdtEndPr/>
                  <w:sdtContent>
                    <w:r w:rsidR="006024E8" w:rsidRPr="00AE1B2C">
                      <w:rPr>
                        <w:sz w:val="20"/>
                      </w:rPr>
                      <w:t>B3 Customs Systems</w:t>
                    </w:r>
                  </w:sdtContent>
                </w:sdt>
              </w:p>
            </w:tc>
          </w:tr>
          <w:tr w:rsidR="00BC709B" w:rsidRPr="00AE1B2C" w14:paraId="2BC473EB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46C6F11A" w14:textId="656392D3" w:rsidR="00BC709B" w:rsidRPr="00AE1B2C" w:rsidRDefault="00BC709B" w:rsidP="00C375AF">
                <w:pPr>
                  <w:spacing w:after="0" w:line="276" w:lineRule="auto"/>
                  <w:jc w:val="left"/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</w:pPr>
                <w:r w:rsidRPr="00AE1B2C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 xml:space="preserve">Solution </w:t>
                </w:r>
                <w:r w:rsidR="00C375AF" w:rsidRPr="00AE1B2C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>provider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591C3FB2" w14:textId="6509A118" w:rsidR="00BC709B" w:rsidRPr="00AE1B2C" w:rsidRDefault="00D22018" w:rsidP="00262E23">
                <w:pPr>
                  <w:spacing w:after="0" w:line="276" w:lineRule="auto"/>
                  <w:jc w:val="left"/>
                  <w:rPr>
                    <w:rFonts w:eastAsia="PMingLiU"/>
                    <w:color w:val="984806"/>
                    <w:sz w:val="20"/>
                    <w:szCs w:val="22"/>
                    <w:lang w:val="en-GB"/>
                  </w:rPr>
                </w:pPr>
                <w:r w:rsidRPr="00AE1B2C">
                  <w:rPr>
                    <w:sz w:val="20"/>
                    <w:szCs w:val="22"/>
                    <w:lang w:val="en-GB"/>
                  </w:rPr>
                  <w:t xml:space="preserve">DG TAXUD </w:t>
                </w:r>
                <w:r w:rsidR="00262E23" w:rsidRPr="00AE1B2C">
                  <w:rPr>
                    <w:sz w:val="20"/>
                    <w:szCs w:val="22"/>
                    <w:lang w:val="en-GB"/>
                  </w:rPr>
                  <w:t>Unit</w:t>
                </w:r>
                <w:r w:rsidR="00262E23" w:rsidRPr="00AE1B2C">
                  <w:rPr>
                    <w:sz w:val="20"/>
                    <w:szCs w:val="22"/>
                  </w:rPr>
                  <w:t xml:space="preserve"> </w:t>
                </w:r>
                <w:sdt>
                  <w:sdtPr>
                    <w:rPr>
                      <w:sz w:val="20"/>
                    </w:rPr>
                    <w:alias w:val="Solution provider"/>
                    <w:tag w:val="Solution provider"/>
                    <w:id w:val="-1903902357"/>
                    <w:placeholder>
                      <w:docPart w:val="56924AA6E6FF4A12AC8406080F42D88A"/>
                    </w:placeholder>
                    <w:dropDownList>
                      <w:listItem w:value="Select the DG TAXUD B Unit here."/>
                      <w:listItem w:displayText="B1 Process and Data, Customer Relationship and Planning" w:value="B1 Process and Data, Customer Relationship and Planning"/>
                      <w:listItem w:displayText="B2 Architecture &amp; Digital Operations" w:value="B2 Architecture &amp; Digital Operations"/>
                      <w:listItem w:displayText="B3 Customs Systems" w:value="B3 Customs Systems"/>
                      <w:listItem w:displayText="B4 Taxation Systems &amp; Digital Governance" w:value="B4 Taxation Systems &amp; Digital Governance"/>
                    </w:dropDownList>
                  </w:sdtPr>
                  <w:sdtEndPr/>
                  <w:sdtContent>
                    <w:r w:rsidR="006024E8" w:rsidRPr="00AE1B2C">
                      <w:rPr>
                        <w:sz w:val="20"/>
                      </w:rPr>
                      <w:t>B3 Customs Systems</w:t>
                    </w:r>
                  </w:sdtContent>
                </w:sdt>
              </w:p>
            </w:tc>
          </w:tr>
          <w:tr w:rsidR="00BC709B" w:rsidRPr="00AE1B2C" w14:paraId="78093B0D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416484F" w14:textId="5F944EDC" w:rsidR="00BC709B" w:rsidRPr="00AE1B2C" w:rsidRDefault="00B06CFE" w:rsidP="00F13F74">
                <w:pPr>
                  <w:spacing w:after="0" w:line="276" w:lineRule="auto"/>
                  <w:jc w:val="left"/>
                  <w:rPr>
                    <w:rFonts w:eastAsia="PMingLiU"/>
                    <w:b/>
                    <w:color w:val="808080" w:themeColor="background1" w:themeShade="80"/>
                    <w:sz w:val="20"/>
                    <w:szCs w:val="22"/>
                    <w:lang w:val="en-GB"/>
                  </w:rPr>
                </w:pPr>
                <w:r w:rsidRPr="00AE1B2C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 xml:space="preserve">DG </w:t>
                </w:r>
                <w:r w:rsidR="00C375AF" w:rsidRPr="00AE1B2C">
                  <w:rPr>
                    <w:b/>
                    <w:color w:val="000000" w:themeColor="text1"/>
                    <w:sz w:val="20"/>
                    <w:szCs w:val="22"/>
                    <w:lang w:val="en-GB" w:eastAsia="ar-SA"/>
                  </w:rPr>
                  <w:t>TAXUD Project Manager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5E0B193" w14:textId="3728DD8A" w:rsidR="00BC709B" w:rsidRPr="00AE1B2C" w:rsidRDefault="006024E8" w:rsidP="007A1170">
                <w:pPr>
                  <w:spacing w:after="0" w:line="276" w:lineRule="auto"/>
                  <w:jc w:val="left"/>
                  <w:rPr>
                    <w:rFonts w:eastAsia="PMingLiU"/>
                    <w:color w:val="808080" w:themeColor="background1" w:themeShade="80"/>
                    <w:sz w:val="20"/>
                    <w:szCs w:val="22"/>
                    <w:lang w:val="en-GB"/>
                  </w:rPr>
                </w:pPr>
                <w:r w:rsidRPr="00AE1B2C">
                  <w:rPr>
                    <w:sz w:val="20"/>
                    <w:szCs w:val="22"/>
                    <w:lang w:val="en-GB"/>
                  </w:rPr>
                  <w:t>DG TAXUD Unit</w:t>
                </w:r>
                <w:r w:rsidRPr="00AE1B2C">
                  <w:rPr>
                    <w:sz w:val="20"/>
                    <w:szCs w:val="22"/>
                  </w:rPr>
                  <w:t xml:space="preserve"> </w:t>
                </w:r>
                <w:sdt>
                  <w:sdtPr>
                    <w:rPr>
                      <w:sz w:val="20"/>
                    </w:rPr>
                    <w:alias w:val="Solution provider"/>
                    <w:tag w:val="Solution provider"/>
                    <w:id w:val="-302080347"/>
                    <w:placeholder>
                      <w:docPart w:val="4E9131A920B943868505F6A48D52BC64"/>
                    </w:placeholder>
                    <w:dropDownList>
                      <w:listItem w:value="Select the DG TAXUD B Unit here."/>
                      <w:listItem w:displayText="B1 Process and Data, Customer Relationship and Planning" w:value="B1 Process and Data, Customer Relationship and Planning"/>
                      <w:listItem w:displayText="B2 Architecture &amp; Digital Operations" w:value="B2 Architecture &amp; Digital Operations"/>
                      <w:listItem w:displayText="B3 Customs Systems" w:value="B3 Customs Systems"/>
                      <w:listItem w:displayText="B4 Taxation Systems &amp; Digital Governance" w:value="B4 Taxation Systems &amp; Digital Governance"/>
                    </w:dropDownList>
                  </w:sdtPr>
                  <w:sdtEndPr/>
                  <w:sdtContent>
                    <w:r w:rsidRPr="00AE1B2C">
                      <w:rPr>
                        <w:sz w:val="20"/>
                      </w:rPr>
                      <w:t>B3 Customs Systems</w:t>
                    </w:r>
                  </w:sdtContent>
                </w:sdt>
                <w:r w:rsidR="007A1170" w:rsidRPr="00AE1B2C">
                  <w:rPr>
                    <w:sz w:val="20"/>
                    <w:szCs w:val="22"/>
                    <w:lang w:val="en-GB"/>
                  </w:rPr>
                  <w:t xml:space="preserve"> </w:t>
                </w:r>
              </w:p>
            </w:tc>
          </w:tr>
          <w:tr w:rsidR="00BC709B" w:rsidRPr="00AE1B2C" w14:paraId="1392055C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152B5C15" w14:textId="516BB8D2" w:rsidR="00BC709B" w:rsidRPr="00AE1B2C" w:rsidRDefault="00C375AF" w:rsidP="00F13F74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szCs w:val="22"/>
                    <w:lang w:val="en-GB"/>
                  </w:rPr>
                </w:pPr>
                <w:r w:rsidRPr="00AE1B2C"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  <w:t>Version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B785CEF" w14:textId="34B7B0B4" w:rsidR="00BC709B" w:rsidRPr="00AE1B2C" w:rsidRDefault="000271C2" w:rsidP="0004374A">
                <w:pPr>
                  <w:spacing w:after="0" w:line="276" w:lineRule="auto"/>
                  <w:jc w:val="left"/>
                  <w:rPr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sz w:val="20"/>
                      <w:szCs w:val="22"/>
                    </w:rPr>
                    <w:alias w:val="Version"/>
                    <w:id w:val="135308593"/>
                    <w:dataBinding w:xpath="/EurolookProperties/DocumentVersion" w:storeItemID="{D3EA5527-7367-4268-9D83-5125C98D0ED2}"/>
                    <w:text w:multiLine="1"/>
                  </w:sdtPr>
                  <w:sdtEndPr/>
                  <w:sdtContent>
                    <w:r w:rsidR="003F448E">
                      <w:rPr>
                        <w:sz w:val="20"/>
                        <w:szCs w:val="22"/>
                      </w:rPr>
                      <w:t>1.00 EN</w:t>
                    </w:r>
                  </w:sdtContent>
                </w:sdt>
              </w:p>
            </w:tc>
          </w:tr>
          <w:tr w:rsidR="00BC709B" w:rsidRPr="00AE1B2C" w14:paraId="05FE1E16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63E4474D" w14:textId="37BA2AD3" w:rsidR="00BC709B" w:rsidRPr="00AE1B2C" w:rsidRDefault="00767150" w:rsidP="00767150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AE1B2C">
                  <w:rPr>
                    <w:b/>
                    <w:bCs/>
                    <w:sz w:val="20"/>
                    <w:szCs w:val="22"/>
                    <w:lang w:val="en-GB"/>
                  </w:rPr>
                  <w:t>Confidentiality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47904D9B" w14:textId="389E4100" w:rsidR="007A5029" w:rsidRPr="00AE1B2C" w:rsidRDefault="000271C2" w:rsidP="00D049F7">
                <w:pPr>
                  <w:spacing w:after="0" w:line="276" w:lineRule="auto"/>
                  <w:jc w:val="left"/>
                  <w:rPr>
                    <w:bCs/>
                    <w:sz w:val="20"/>
                    <w:szCs w:val="20"/>
                    <w:lang w:val="en-GB"/>
                  </w:rPr>
                </w:pPr>
                <w:sdt>
                  <w:sdtPr>
                    <w:rPr>
                      <w:bCs/>
                      <w:sz w:val="20"/>
                      <w:szCs w:val="22"/>
                    </w:rPr>
                    <w:alias w:val="Confidentiality"/>
                    <w:tag w:val="Confidentiality"/>
                    <w:id w:val="1024136762"/>
                    <w:placeholder>
                      <w:docPart w:val="ECCC7F569813412CB40FEEEF3B27C05B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Publicly available (PA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 w:rsidR="002B4278">
                      <w:rPr>
                        <w:bCs/>
                        <w:sz w:val="20"/>
                        <w:szCs w:val="22"/>
                      </w:rPr>
                      <w:t>Publicly available (PA)</w:t>
                    </w:r>
                  </w:sdtContent>
                </w:sdt>
              </w:p>
            </w:tc>
          </w:tr>
          <w:tr w:rsidR="00BC709B" w:rsidRPr="00AE1B2C" w14:paraId="7619FB2A" w14:textId="77777777" w:rsidTr="004057B7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0D4DF41" w14:textId="08912201" w:rsidR="00BC709B" w:rsidRPr="00AE1B2C" w:rsidRDefault="00C375AF" w:rsidP="00F13F74">
                <w:pPr>
                  <w:spacing w:after="0" w:line="276" w:lineRule="auto"/>
                  <w:jc w:val="left"/>
                  <w:rPr>
                    <w:rFonts w:eastAsia="PMingLiU"/>
                    <w:b/>
                    <w:bCs/>
                    <w:sz w:val="20"/>
                    <w:szCs w:val="22"/>
                    <w:lang w:val="en-GB"/>
                  </w:rPr>
                </w:pPr>
                <w:r w:rsidRPr="00AE1B2C">
                  <w:rPr>
                    <w:b/>
                    <w:bCs/>
                    <w:sz w:val="20"/>
                    <w:szCs w:val="22"/>
                    <w:lang w:val="en-GB"/>
                  </w:rPr>
                  <w:t>Date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01856901" w14:textId="09C2361C" w:rsidR="00BC709B" w:rsidRPr="00AE1B2C" w:rsidRDefault="000271C2" w:rsidP="00F13F74">
                <w:pPr>
                  <w:spacing w:after="0" w:line="276" w:lineRule="auto"/>
                  <w:jc w:val="left"/>
                  <w:rPr>
                    <w:rFonts w:eastAsia="PMingLiU"/>
                    <w:bCs/>
                    <w:color w:val="385623" w:themeColor="accent6" w:themeShade="80"/>
                    <w:sz w:val="20"/>
                    <w:szCs w:val="22"/>
                    <w:lang w:val="en-GB"/>
                  </w:rPr>
                </w:pPr>
                <w:sdt>
                  <w:sdtPr>
                    <w:rPr>
                      <w:rStyle w:val="PlaceholderText"/>
                      <w:color w:val="auto"/>
                      <w:sz w:val="20"/>
                    </w:rPr>
                    <w:alias w:val="Date"/>
                    <w:tag w:val="Date"/>
                    <w:id w:val="-1823420915"/>
                    <w:dataBinding w:xpath="/EurolookProperties/DocumentDate" w:storeItemID="{D3EA5527-7367-4268-9D83-5125C98D0ED2}"/>
                    <w:date w:fullDate="2022-04-08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>
                    <w:rPr>
                      <w:rStyle w:val="PlaceholderText"/>
                    </w:rPr>
                  </w:sdtEndPr>
                  <w:sdtContent>
                    <w:r w:rsidR="00480182">
                      <w:rPr>
                        <w:rStyle w:val="PlaceholderText"/>
                        <w:color w:val="auto"/>
                        <w:sz w:val="20"/>
                        <w:lang w:val="en-GB"/>
                      </w:rPr>
                      <w:t>08/04/2022</w:t>
                    </w:r>
                  </w:sdtContent>
                </w:sdt>
              </w:p>
            </w:tc>
          </w:tr>
        </w:tbl>
        <w:p w14:paraId="10B3ABD9" w14:textId="4EB84FBC" w:rsidR="006B7047" w:rsidRPr="00AE1B2C" w:rsidRDefault="006B7047" w:rsidP="004057B7">
          <w:pPr>
            <w:rPr>
              <w:rFonts w:eastAsia="Calibri"/>
            </w:rPr>
          </w:pPr>
        </w:p>
        <w:p w14:paraId="22B8A73F" w14:textId="20BE3ECA" w:rsidR="00B20B5B" w:rsidRPr="00AE1B2C" w:rsidRDefault="00B20B5B" w:rsidP="00DA45CB">
          <w:pPr>
            <w:pStyle w:val="HeadingTOC"/>
            <w:rPr>
              <w:rFonts w:ascii="Times New Roman" w:eastAsia="Calibri" w:hAnsi="Times New Roman"/>
            </w:rPr>
          </w:pPr>
          <w:r w:rsidRPr="00AE1B2C">
            <w:rPr>
              <w:rFonts w:ascii="Times New Roman" w:hAnsi="Times New Roman"/>
              <w:noProof/>
              <w:lang w:val="en-IE" w:eastAsia="en-IE"/>
            </w:rPr>
            <mc:AlternateContent>
              <mc:Choice Requires="wps">
                <w:drawing>
                  <wp:anchor distT="0" distB="0" distL="114300" distR="114300" simplePos="0" relativeHeight="251658241" behindDoc="1" locked="0" layoutInCell="1" allowOverlap="1" wp14:anchorId="0A788322" wp14:editId="4C4B6C45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10328275</wp:posOffset>
                    </wp:positionV>
                    <wp:extent cx="7553325" cy="45720"/>
                    <wp:effectExtent l="0" t="0" r="28575" b="11430"/>
                    <wp:wrapNone/>
                    <wp:docPr id="7" name="Rectangl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53325" cy="45720"/>
                            </a:xfrm>
                            <a:prstGeom prst="rect">
                              <a:avLst/>
                            </a:prstGeom>
                            <a:solidFill>
                              <a:srgbClr val="4F81BC"/>
                            </a:solidFill>
                            <a:ln w="9525">
                              <a:solidFill>
                                <a:srgbClr val="4F81B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8E378F" w14:textId="77777777" w:rsidR="004E7C7B" w:rsidRDefault="004E7C7B" w:rsidP="00B20B5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rect w14:anchorId="0A788322" id="_x0000_s1027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" fillcolor="#4f81bc" strokecolor="#4f81bc">
                    <v:textbox>
                      <w:txbxContent>
                        <w:p w14:paraId="0B8E378F" w14:textId="77777777" w:rsidR="004E7C7B" w:rsidRDefault="004E7C7B" w:rsidP="00B20B5B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AE1B2C">
            <w:rPr>
              <w:rFonts w:ascii="Times New Roman" w:eastAsia="Calibri" w:hAnsi="Times New Roman"/>
            </w:rPr>
            <w:t>Contract information</w:t>
          </w:r>
        </w:p>
        <w:tbl>
          <w:tblPr>
            <w:tblStyle w:val="TableGrid1"/>
            <w:tblW w:w="5000" w:type="pct"/>
            <w:tbl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insideH w:val="single" w:sz="4" w:space="0" w:color="7F7F7F" w:themeColor="text1" w:themeTint="80"/>
              <w:insideV w:val="single" w:sz="4" w:space="0" w:color="7F7F7F" w:themeColor="text1" w:themeTint="80"/>
            </w:tblBorders>
            <w:tblLook w:val="04A0" w:firstRow="1" w:lastRow="0" w:firstColumn="1" w:lastColumn="0" w:noHBand="0" w:noVBand="1"/>
          </w:tblPr>
          <w:tblGrid>
            <w:gridCol w:w="2875"/>
            <w:gridCol w:w="6188"/>
          </w:tblGrid>
          <w:tr w:rsidR="00B20B5B" w:rsidRPr="00AE1B2C" w14:paraId="0C3F9C02" w14:textId="77777777" w:rsidTr="00A168AD">
            <w:trPr>
              <w:tblHeader/>
            </w:trPr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20F4CF4A" w14:textId="77777777" w:rsidR="00B20B5B" w:rsidRPr="00AE1B2C" w:rsidRDefault="00B20B5B" w:rsidP="008733F8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AE1B2C">
                  <w:rPr>
                    <w:b/>
                    <w:sz w:val="20"/>
                    <w:lang w:val="en-GB"/>
                  </w:rPr>
                  <w:t>Property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shd w:val="clear" w:color="auto" w:fill="D0CECE" w:themeFill="background2" w:themeFillShade="E6"/>
                <w:hideMark/>
              </w:tcPr>
              <w:p w14:paraId="6AC11496" w14:textId="77777777" w:rsidR="00B20B5B" w:rsidRPr="00AE1B2C" w:rsidRDefault="00B20B5B" w:rsidP="008733F8">
                <w:pPr>
                  <w:spacing w:after="0" w:line="276" w:lineRule="auto"/>
                  <w:jc w:val="left"/>
                  <w:rPr>
                    <w:rFonts w:eastAsia="PMingLiU"/>
                    <w:b/>
                    <w:sz w:val="20"/>
                    <w:lang w:val="en-GB"/>
                  </w:rPr>
                </w:pPr>
                <w:r w:rsidRPr="00AE1B2C">
                  <w:rPr>
                    <w:b/>
                    <w:sz w:val="20"/>
                    <w:lang w:val="en-GB"/>
                  </w:rPr>
                  <w:t>Value</w:t>
                </w:r>
              </w:p>
            </w:tc>
          </w:tr>
          <w:tr w:rsidR="00B20B5B" w:rsidRPr="00AE1B2C" w14:paraId="6E17F758" w14:textId="77777777" w:rsidTr="008733F8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F50A036" w14:textId="77777777" w:rsidR="00B20B5B" w:rsidRPr="00AE1B2C" w:rsidRDefault="00B20B5B" w:rsidP="008733F8">
                <w:pPr>
                  <w:spacing w:after="0" w:line="276" w:lineRule="auto"/>
                  <w:jc w:val="left"/>
                  <w:rPr>
                    <w:b/>
                    <w:bCs/>
                    <w:sz w:val="20"/>
                    <w:szCs w:val="20"/>
                    <w:lang w:val="en-GB"/>
                  </w:rPr>
                </w:pPr>
                <w:r w:rsidRPr="00AE1B2C">
                  <w:rPr>
                    <w:b/>
                    <w:bCs/>
                    <w:sz w:val="20"/>
                    <w:szCs w:val="20"/>
                    <w:lang w:val="en-GB"/>
                  </w:rPr>
                  <w:t>Framework Contract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31F2D41" w14:textId="1DE35289" w:rsidR="00B20B5B" w:rsidRPr="00AE1B2C" w:rsidRDefault="008E75E5" w:rsidP="008733F8">
                <w:pPr>
                  <w:spacing w:after="0" w:line="276" w:lineRule="auto"/>
                  <w:jc w:val="left"/>
                  <w:rPr>
                    <w:rFonts w:eastAsia="PMingLiU"/>
                    <w:color w:val="385623" w:themeColor="accent6" w:themeShade="80"/>
                    <w:sz w:val="20"/>
                    <w:szCs w:val="20"/>
                    <w:lang w:val="en-GB"/>
                  </w:rPr>
                </w:pPr>
                <w:r w:rsidRPr="00AE1B2C">
                  <w:rPr>
                    <w:sz w:val="20"/>
                    <w:szCs w:val="20"/>
                    <w:lang w:val="en-GB"/>
                  </w:rPr>
                  <w:t>TAXUD/2013/CC/124</w:t>
                </w:r>
              </w:p>
            </w:tc>
          </w:tr>
          <w:tr w:rsidR="00B20B5B" w:rsidRPr="00AE1B2C" w14:paraId="7F8E2042" w14:textId="77777777" w:rsidTr="008733F8">
            <w:tc>
              <w:tcPr>
                <w:tcW w:w="1586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</w:tcPr>
              <w:p w14:paraId="2878D7EB" w14:textId="78CB7E9F" w:rsidR="00B20B5B" w:rsidRPr="00AE1B2C" w:rsidRDefault="00B20B5B" w:rsidP="008733F8">
                <w:pPr>
                  <w:spacing w:after="0" w:line="276" w:lineRule="auto"/>
                  <w:jc w:val="left"/>
                  <w:rPr>
                    <w:b/>
                    <w:bCs/>
                    <w:sz w:val="20"/>
                    <w:szCs w:val="20"/>
                    <w:lang w:val="en-GB"/>
                  </w:rPr>
                </w:pPr>
                <w:r w:rsidRPr="00AE1B2C">
                  <w:rPr>
                    <w:b/>
                    <w:bCs/>
                    <w:sz w:val="20"/>
                    <w:szCs w:val="20"/>
                    <w:lang w:val="en-GB"/>
                  </w:rPr>
                  <w:t>Specific Contract</w:t>
                </w:r>
                <w:r w:rsidR="00C96E36" w:rsidRPr="00AE1B2C">
                  <w:rPr>
                    <w:b/>
                    <w:bCs/>
                    <w:sz w:val="20"/>
                    <w:szCs w:val="20"/>
                    <w:lang w:val="en-GB"/>
                  </w:rPr>
                  <w:t xml:space="preserve"> </w:t>
                </w:r>
              </w:p>
            </w:tc>
            <w:tc>
              <w:tcPr>
                <w:tcW w:w="3414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F000A0B" w14:textId="28912A83" w:rsidR="00B20B5B" w:rsidRPr="00AE1B2C" w:rsidRDefault="00FA5A8B" w:rsidP="008733F8">
                <w:pPr>
                  <w:spacing w:after="0" w:line="276" w:lineRule="auto"/>
                  <w:jc w:val="left"/>
                  <w:rPr>
                    <w:color w:val="385623" w:themeColor="accent6" w:themeShade="80"/>
                    <w:sz w:val="20"/>
                    <w:szCs w:val="20"/>
                    <w:lang w:val="en-GB"/>
                  </w:rPr>
                </w:pPr>
                <w:r>
                  <w:rPr>
                    <w:sz w:val="20"/>
                    <w:szCs w:val="20"/>
                    <w:lang w:val="en-GB"/>
                  </w:rPr>
                  <w:t>SC</w:t>
                </w:r>
                <w:r w:rsidR="003E3885">
                  <w:rPr>
                    <w:sz w:val="20"/>
                    <w:szCs w:val="20"/>
                    <w:lang w:val="en-GB"/>
                  </w:rPr>
                  <w:t>35</w:t>
                </w:r>
              </w:p>
            </w:tc>
          </w:tr>
        </w:tbl>
        <w:p w14:paraId="5E09FC43" w14:textId="77777777" w:rsidR="006A3AEB" w:rsidRPr="00AE1B2C" w:rsidRDefault="006A3AEB" w:rsidP="006A3AEB">
          <w:pPr>
            <w:pStyle w:val="HeadingTOC"/>
            <w:rPr>
              <w:rFonts w:ascii="Times New Roman" w:eastAsia="Calibri" w:hAnsi="Times New Roman"/>
            </w:rPr>
          </w:pPr>
        </w:p>
        <w:p w14:paraId="6D035632" w14:textId="772B9542" w:rsidR="00EA53A8" w:rsidRPr="00AE1B2C" w:rsidRDefault="00EA53A8" w:rsidP="006A3AEB">
          <w:pPr>
            <w:pStyle w:val="HeadingTOC"/>
            <w:rPr>
              <w:rFonts w:ascii="Times New Roman" w:eastAsia="Calibri" w:hAnsi="Times New Roman"/>
            </w:rPr>
          </w:pPr>
          <w:r w:rsidRPr="00AE1B2C">
            <w:rPr>
              <w:rFonts w:ascii="Times New Roman" w:eastAsia="Calibri" w:hAnsi="Times New Roman"/>
            </w:rPr>
            <w:t>Configuration management: document location</w:t>
          </w:r>
        </w:p>
        <w:p w14:paraId="0C285B60" w14:textId="627ED2B4" w:rsidR="00E477D2" w:rsidRPr="00713817" w:rsidRDefault="000271C2" w:rsidP="00E477D2">
          <w:pPr>
            <w:spacing w:after="0" w:line="276" w:lineRule="auto"/>
            <w:rPr>
              <w:rFonts w:eastAsia="Calibri"/>
              <w:szCs w:val="22"/>
              <w:lang w:val="en-US"/>
            </w:rPr>
          </w:pPr>
          <w:sdt>
            <w:sdtPr>
              <w:rPr>
                <w:rFonts w:eastAsia="Calibri"/>
                <w:szCs w:val="22"/>
              </w:rPr>
              <w:id w:val="835106746"/>
              <w:placeholder>
                <w:docPart w:val="9DD243A26FDB410AAEB00E8E2E002C1D"/>
              </w:placeholder>
              <w:dropDownList>
                <w:listItem w:value="Select the applicable value about the location of the previously accepted version of this document here."/>
                <w:listItem w:displayText="The latest accepted version of this controlled document is stored on:" w:value="The latest accepted version of this controlled document is stored on:"/>
                <w:listItem w:displayText="No previously accepted version of this document exists." w:value="No previously accepted version of this document exists."/>
                <w:listItem w:displayText="Not applicable." w:value="Not applicable."/>
              </w:dropDownList>
            </w:sdtPr>
            <w:sdtEndPr/>
            <w:sdtContent>
              <w:r w:rsidR="009B2A7E">
                <w:rPr>
                  <w:rFonts w:eastAsia="Calibri"/>
                  <w:szCs w:val="22"/>
                </w:rPr>
                <w:t>Not applicable.</w:t>
              </w:r>
            </w:sdtContent>
          </w:sdt>
        </w:p>
        <w:p w14:paraId="750E699C" w14:textId="104D9A62" w:rsidR="00EF7016" w:rsidRPr="00AE1B2C" w:rsidRDefault="006937B1" w:rsidP="00E477D2">
          <w:pPr>
            <w:spacing w:after="0" w:line="276" w:lineRule="auto"/>
          </w:pPr>
          <w:r w:rsidRPr="00AE1B2C">
            <w:br w:type="page"/>
          </w:r>
        </w:p>
      </w:sdtContent>
    </w:sdt>
    <w:sdt>
      <w:sdtPr>
        <w:rPr>
          <w:rFonts w:ascii="Times New Roman" w:hAnsi="Times New Roman"/>
          <w:b w:val="0"/>
          <w:sz w:val="22"/>
        </w:rPr>
        <w:alias w:val="Table of Contents"/>
        <w:tag w:val="eqT1QegFOKAi3zHpinqjV4"/>
        <w:id w:val="134919245"/>
      </w:sdtPr>
      <w:sdtEndPr/>
      <w:sdtContent>
        <w:p w14:paraId="201EFDD5" w14:textId="077A2C9E" w:rsidR="00000E2E" w:rsidRPr="00AE1B2C" w:rsidRDefault="000271C2" w:rsidP="008F6F83">
          <w:pPr>
            <w:pStyle w:val="HeadingTOC"/>
            <w:rPr>
              <w:rFonts w:ascii="Times New Roman" w:hAnsi="Times New Roman"/>
            </w:rPr>
          </w:pPr>
          <w:sdt>
            <w:sdtPr>
              <w:rPr>
                <w:rFonts w:ascii="Times New Roman" w:hAnsi="Times New Roman"/>
              </w:rPr>
              <w:id w:val="921761996"/>
              <w:dataBinding w:xpath="/Texts/TOCHeading" w:storeItemID="{4EF90DE6-88B6-4264-9629-4D8DFDFE87D2}"/>
              <w:text w:multiLine="1"/>
            </w:sdtPr>
            <w:sdtEndPr/>
            <w:sdtContent>
              <w:r w:rsidR="00000E2E" w:rsidRPr="00AE1B2C">
                <w:rPr>
                  <w:rFonts w:ascii="Times New Roman" w:hAnsi="Times New Roman"/>
                </w:rPr>
                <w:t xml:space="preserve">Table of </w:t>
              </w:r>
              <w:r w:rsidR="00E1075B" w:rsidRPr="00AE1B2C">
                <w:rPr>
                  <w:rFonts w:ascii="Times New Roman" w:hAnsi="Times New Roman"/>
                </w:rPr>
                <w:t>c</w:t>
              </w:r>
              <w:r w:rsidR="00000E2E" w:rsidRPr="00AE1B2C">
                <w:rPr>
                  <w:rFonts w:ascii="Times New Roman" w:hAnsi="Times New Roman"/>
                </w:rPr>
                <w:t>ontents</w:t>
              </w:r>
            </w:sdtContent>
          </w:sdt>
        </w:p>
        <w:p w14:paraId="50AA008C" w14:textId="42E0E172" w:rsidR="00746ABF" w:rsidRDefault="00EB17D8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r w:rsidRPr="00AE1B2C">
            <w:fldChar w:fldCharType="begin"/>
          </w:r>
          <w:r w:rsidRPr="00AE1B2C">
            <w:instrText xml:space="preserve"> TOC \o "1-3" \h \z \u </w:instrText>
          </w:r>
          <w:r w:rsidRPr="00AE1B2C">
            <w:fldChar w:fldCharType="separate"/>
          </w:r>
          <w:hyperlink w:anchor="_Toc100155010" w:history="1">
            <w:r w:rsidR="00746ABF" w:rsidRPr="00CB107D">
              <w:rPr>
                <w:rStyle w:val="Hyperlink"/>
                <w:noProof/>
              </w:rPr>
              <w:t>1</w:t>
            </w:r>
            <w:r w:rsidR="00746ABF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="00746ABF" w:rsidRPr="00CB107D">
              <w:rPr>
                <w:rStyle w:val="Hyperlink"/>
                <w:noProof/>
              </w:rPr>
              <w:t>Introduction</w:t>
            </w:r>
            <w:r w:rsidR="00746ABF">
              <w:rPr>
                <w:noProof/>
                <w:webHidden/>
              </w:rPr>
              <w:tab/>
            </w:r>
            <w:r w:rsidR="00746ABF">
              <w:rPr>
                <w:noProof/>
                <w:webHidden/>
              </w:rPr>
              <w:fldChar w:fldCharType="begin"/>
            </w:r>
            <w:r w:rsidR="00746ABF">
              <w:rPr>
                <w:noProof/>
                <w:webHidden/>
              </w:rPr>
              <w:instrText xml:space="preserve"> PAGEREF _Toc100155010 \h </w:instrText>
            </w:r>
            <w:r w:rsidR="00746ABF">
              <w:rPr>
                <w:noProof/>
                <w:webHidden/>
              </w:rPr>
            </w:r>
            <w:r w:rsidR="00746ABF">
              <w:rPr>
                <w:noProof/>
                <w:webHidden/>
              </w:rPr>
              <w:fldChar w:fldCharType="separate"/>
            </w:r>
            <w:r w:rsidR="00746ABF">
              <w:rPr>
                <w:noProof/>
                <w:webHidden/>
              </w:rPr>
              <w:t>4</w:t>
            </w:r>
            <w:r w:rsidR="00746ABF">
              <w:rPr>
                <w:noProof/>
                <w:webHidden/>
              </w:rPr>
              <w:fldChar w:fldCharType="end"/>
            </w:r>
          </w:hyperlink>
        </w:p>
        <w:p w14:paraId="24E3C87D" w14:textId="1ABC5891" w:rsidR="00746ABF" w:rsidRDefault="000271C2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0155011" w:history="1">
            <w:r w:rsidR="00746ABF" w:rsidRPr="00CB107D">
              <w:rPr>
                <w:rStyle w:val="Hyperlink"/>
              </w:rPr>
              <w:t>1.1</w:t>
            </w:r>
            <w:r w:rsidR="00746AB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746ABF" w:rsidRPr="00CB107D">
              <w:rPr>
                <w:rStyle w:val="Hyperlink"/>
              </w:rPr>
              <w:t>Document purpose</w:t>
            </w:r>
            <w:r w:rsidR="00746ABF">
              <w:rPr>
                <w:webHidden/>
              </w:rPr>
              <w:tab/>
            </w:r>
            <w:r w:rsidR="00746ABF">
              <w:rPr>
                <w:webHidden/>
              </w:rPr>
              <w:fldChar w:fldCharType="begin"/>
            </w:r>
            <w:r w:rsidR="00746ABF">
              <w:rPr>
                <w:webHidden/>
              </w:rPr>
              <w:instrText xml:space="preserve"> PAGEREF _Toc100155011 \h </w:instrText>
            </w:r>
            <w:r w:rsidR="00746ABF">
              <w:rPr>
                <w:webHidden/>
              </w:rPr>
            </w:r>
            <w:r w:rsidR="00746ABF">
              <w:rPr>
                <w:webHidden/>
              </w:rPr>
              <w:fldChar w:fldCharType="separate"/>
            </w:r>
            <w:r w:rsidR="00746ABF">
              <w:rPr>
                <w:webHidden/>
              </w:rPr>
              <w:t>4</w:t>
            </w:r>
            <w:r w:rsidR="00746ABF">
              <w:rPr>
                <w:webHidden/>
              </w:rPr>
              <w:fldChar w:fldCharType="end"/>
            </w:r>
          </w:hyperlink>
        </w:p>
        <w:p w14:paraId="518F1DC7" w14:textId="62DCC77F" w:rsidR="00746ABF" w:rsidRDefault="000271C2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0155012" w:history="1">
            <w:r w:rsidR="00746ABF" w:rsidRPr="00CB107D">
              <w:rPr>
                <w:rStyle w:val="Hyperlink"/>
              </w:rPr>
              <w:t>1.2</w:t>
            </w:r>
            <w:r w:rsidR="00746AB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746ABF" w:rsidRPr="00CB107D">
              <w:rPr>
                <w:rStyle w:val="Hyperlink"/>
              </w:rPr>
              <w:t>Target audience</w:t>
            </w:r>
            <w:r w:rsidR="00746ABF">
              <w:rPr>
                <w:webHidden/>
              </w:rPr>
              <w:tab/>
            </w:r>
            <w:r w:rsidR="00746ABF">
              <w:rPr>
                <w:webHidden/>
              </w:rPr>
              <w:fldChar w:fldCharType="begin"/>
            </w:r>
            <w:r w:rsidR="00746ABF">
              <w:rPr>
                <w:webHidden/>
              </w:rPr>
              <w:instrText xml:space="preserve"> PAGEREF _Toc100155012 \h </w:instrText>
            </w:r>
            <w:r w:rsidR="00746ABF">
              <w:rPr>
                <w:webHidden/>
              </w:rPr>
            </w:r>
            <w:r w:rsidR="00746ABF">
              <w:rPr>
                <w:webHidden/>
              </w:rPr>
              <w:fldChar w:fldCharType="separate"/>
            </w:r>
            <w:r w:rsidR="00746ABF">
              <w:rPr>
                <w:webHidden/>
              </w:rPr>
              <w:t>4</w:t>
            </w:r>
            <w:r w:rsidR="00746ABF">
              <w:rPr>
                <w:webHidden/>
              </w:rPr>
              <w:fldChar w:fldCharType="end"/>
            </w:r>
          </w:hyperlink>
        </w:p>
        <w:p w14:paraId="7A76483C" w14:textId="7F99B539" w:rsidR="00746ABF" w:rsidRDefault="000271C2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0155013" w:history="1">
            <w:r w:rsidR="00746ABF" w:rsidRPr="00CB107D">
              <w:rPr>
                <w:rStyle w:val="Hyperlink"/>
              </w:rPr>
              <w:t>1.3</w:t>
            </w:r>
            <w:r w:rsidR="00746AB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746ABF" w:rsidRPr="00CB107D">
              <w:rPr>
                <w:rStyle w:val="Hyperlink"/>
              </w:rPr>
              <w:t>Scope</w:t>
            </w:r>
            <w:r w:rsidR="00746ABF">
              <w:rPr>
                <w:webHidden/>
              </w:rPr>
              <w:tab/>
            </w:r>
            <w:r w:rsidR="00746ABF">
              <w:rPr>
                <w:webHidden/>
              </w:rPr>
              <w:fldChar w:fldCharType="begin"/>
            </w:r>
            <w:r w:rsidR="00746ABF">
              <w:rPr>
                <w:webHidden/>
              </w:rPr>
              <w:instrText xml:space="preserve"> PAGEREF _Toc100155013 \h </w:instrText>
            </w:r>
            <w:r w:rsidR="00746ABF">
              <w:rPr>
                <w:webHidden/>
              </w:rPr>
            </w:r>
            <w:r w:rsidR="00746ABF">
              <w:rPr>
                <w:webHidden/>
              </w:rPr>
              <w:fldChar w:fldCharType="separate"/>
            </w:r>
            <w:r w:rsidR="00746ABF">
              <w:rPr>
                <w:webHidden/>
              </w:rPr>
              <w:t>4</w:t>
            </w:r>
            <w:r w:rsidR="00746ABF">
              <w:rPr>
                <w:webHidden/>
              </w:rPr>
              <w:fldChar w:fldCharType="end"/>
            </w:r>
          </w:hyperlink>
        </w:p>
        <w:p w14:paraId="26BE2A0C" w14:textId="3072F0DC" w:rsidR="00746ABF" w:rsidRDefault="000271C2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0155014" w:history="1">
            <w:r w:rsidR="00746ABF" w:rsidRPr="00CB107D">
              <w:rPr>
                <w:rStyle w:val="Hyperlink"/>
              </w:rPr>
              <w:t>1.4</w:t>
            </w:r>
            <w:r w:rsidR="00746AB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746ABF" w:rsidRPr="00CB107D">
              <w:rPr>
                <w:rStyle w:val="Hyperlink"/>
              </w:rPr>
              <w:t>Structure</w:t>
            </w:r>
            <w:r w:rsidR="00746ABF">
              <w:rPr>
                <w:webHidden/>
              </w:rPr>
              <w:tab/>
            </w:r>
            <w:r w:rsidR="00746ABF">
              <w:rPr>
                <w:webHidden/>
              </w:rPr>
              <w:fldChar w:fldCharType="begin"/>
            </w:r>
            <w:r w:rsidR="00746ABF">
              <w:rPr>
                <w:webHidden/>
              </w:rPr>
              <w:instrText xml:space="preserve"> PAGEREF _Toc100155014 \h </w:instrText>
            </w:r>
            <w:r w:rsidR="00746ABF">
              <w:rPr>
                <w:webHidden/>
              </w:rPr>
            </w:r>
            <w:r w:rsidR="00746ABF">
              <w:rPr>
                <w:webHidden/>
              </w:rPr>
              <w:fldChar w:fldCharType="separate"/>
            </w:r>
            <w:r w:rsidR="00746ABF">
              <w:rPr>
                <w:webHidden/>
              </w:rPr>
              <w:t>4</w:t>
            </w:r>
            <w:r w:rsidR="00746ABF">
              <w:rPr>
                <w:webHidden/>
              </w:rPr>
              <w:fldChar w:fldCharType="end"/>
            </w:r>
          </w:hyperlink>
        </w:p>
        <w:p w14:paraId="685FD8C3" w14:textId="7D749C1A" w:rsidR="00746ABF" w:rsidRDefault="000271C2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0155015" w:history="1">
            <w:r w:rsidR="00746ABF" w:rsidRPr="00CB107D">
              <w:rPr>
                <w:rStyle w:val="Hyperlink"/>
              </w:rPr>
              <w:t>1.5</w:t>
            </w:r>
            <w:r w:rsidR="00746AB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746ABF" w:rsidRPr="00CB107D">
              <w:rPr>
                <w:rStyle w:val="Hyperlink"/>
              </w:rPr>
              <w:t>Reference documents</w:t>
            </w:r>
            <w:r w:rsidR="00746ABF">
              <w:rPr>
                <w:webHidden/>
              </w:rPr>
              <w:tab/>
            </w:r>
            <w:r w:rsidR="00746ABF">
              <w:rPr>
                <w:webHidden/>
              </w:rPr>
              <w:fldChar w:fldCharType="begin"/>
            </w:r>
            <w:r w:rsidR="00746ABF">
              <w:rPr>
                <w:webHidden/>
              </w:rPr>
              <w:instrText xml:space="preserve"> PAGEREF _Toc100155015 \h </w:instrText>
            </w:r>
            <w:r w:rsidR="00746ABF">
              <w:rPr>
                <w:webHidden/>
              </w:rPr>
            </w:r>
            <w:r w:rsidR="00746ABF">
              <w:rPr>
                <w:webHidden/>
              </w:rPr>
              <w:fldChar w:fldCharType="separate"/>
            </w:r>
            <w:r w:rsidR="00746ABF">
              <w:rPr>
                <w:webHidden/>
              </w:rPr>
              <w:t>4</w:t>
            </w:r>
            <w:r w:rsidR="00746ABF">
              <w:rPr>
                <w:webHidden/>
              </w:rPr>
              <w:fldChar w:fldCharType="end"/>
            </w:r>
          </w:hyperlink>
        </w:p>
        <w:p w14:paraId="400B98D7" w14:textId="4A8AF41B" w:rsidR="00746ABF" w:rsidRDefault="000271C2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0155016" w:history="1">
            <w:r w:rsidR="00746ABF" w:rsidRPr="00CB107D">
              <w:rPr>
                <w:rStyle w:val="Hyperlink"/>
              </w:rPr>
              <w:t>1.6</w:t>
            </w:r>
            <w:r w:rsidR="00746AB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746ABF" w:rsidRPr="00CB107D">
              <w:rPr>
                <w:rStyle w:val="Hyperlink"/>
              </w:rPr>
              <w:t>Applicable documents</w:t>
            </w:r>
            <w:r w:rsidR="00746ABF">
              <w:rPr>
                <w:webHidden/>
              </w:rPr>
              <w:tab/>
            </w:r>
            <w:r w:rsidR="00746ABF">
              <w:rPr>
                <w:webHidden/>
              </w:rPr>
              <w:fldChar w:fldCharType="begin"/>
            </w:r>
            <w:r w:rsidR="00746ABF">
              <w:rPr>
                <w:webHidden/>
              </w:rPr>
              <w:instrText xml:space="preserve"> PAGEREF _Toc100155016 \h </w:instrText>
            </w:r>
            <w:r w:rsidR="00746ABF">
              <w:rPr>
                <w:webHidden/>
              </w:rPr>
            </w:r>
            <w:r w:rsidR="00746ABF">
              <w:rPr>
                <w:webHidden/>
              </w:rPr>
              <w:fldChar w:fldCharType="separate"/>
            </w:r>
            <w:r w:rsidR="00746ABF">
              <w:rPr>
                <w:webHidden/>
              </w:rPr>
              <w:t>4</w:t>
            </w:r>
            <w:r w:rsidR="00746ABF">
              <w:rPr>
                <w:webHidden/>
              </w:rPr>
              <w:fldChar w:fldCharType="end"/>
            </w:r>
          </w:hyperlink>
        </w:p>
        <w:p w14:paraId="17F34E71" w14:textId="60C6D730" w:rsidR="00746ABF" w:rsidRDefault="000271C2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0155017" w:history="1">
            <w:r w:rsidR="00746ABF" w:rsidRPr="00CB107D">
              <w:rPr>
                <w:rStyle w:val="Hyperlink"/>
              </w:rPr>
              <w:t>1.7</w:t>
            </w:r>
            <w:r w:rsidR="00746ABF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746ABF" w:rsidRPr="00CB107D">
              <w:rPr>
                <w:rStyle w:val="Hyperlink"/>
              </w:rPr>
              <w:t>Abbreviations &amp; acronyms</w:t>
            </w:r>
            <w:r w:rsidR="00746ABF">
              <w:rPr>
                <w:webHidden/>
              </w:rPr>
              <w:tab/>
            </w:r>
            <w:r w:rsidR="00746ABF">
              <w:rPr>
                <w:webHidden/>
              </w:rPr>
              <w:fldChar w:fldCharType="begin"/>
            </w:r>
            <w:r w:rsidR="00746ABF">
              <w:rPr>
                <w:webHidden/>
              </w:rPr>
              <w:instrText xml:space="preserve"> PAGEREF _Toc100155017 \h </w:instrText>
            </w:r>
            <w:r w:rsidR="00746ABF">
              <w:rPr>
                <w:webHidden/>
              </w:rPr>
            </w:r>
            <w:r w:rsidR="00746ABF">
              <w:rPr>
                <w:webHidden/>
              </w:rPr>
              <w:fldChar w:fldCharType="separate"/>
            </w:r>
            <w:r w:rsidR="00746ABF">
              <w:rPr>
                <w:webHidden/>
              </w:rPr>
              <w:t>5</w:t>
            </w:r>
            <w:r w:rsidR="00746ABF">
              <w:rPr>
                <w:webHidden/>
              </w:rPr>
              <w:fldChar w:fldCharType="end"/>
            </w:r>
          </w:hyperlink>
        </w:p>
        <w:p w14:paraId="6C1512D3" w14:textId="0C92F08A" w:rsidR="00746ABF" w:rsidRDefault="000271C2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0155018" w:history="1">
            <w:r w:rsidR="00746ABF" w:rsidRPr="00CB107D">
              <w:rPr>
                <w:rStyle w:val="Hyperlink"/>
                <w:noProof/>
              </w:rPr>
              <w:t>2</w:t>
            </w:r>
            <w:r w:rsidR="00746ABF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="00746ABF" w:rsidRPr="00CB107D">
              <w:rPr>
                <w:rStyle w:val="Hyperlink"/>
                <w:noProof/>
              </w:rPr>
              <w:t>Delivery Contents</w:t>
            </w:r>
            <w:r w:rsidR="00746ABF">
              <w:rPr>
                <w:noProof/>
                <w:webHidden/>
              </w:rPr>
              <w:tab/>
            </w:r>
            <w:r w:rsidR="00746ABF">
              <w:rPr>
                <w:noProof/>
                <w:webHidden/>
              </w:rPr>
              <w:fldChar w:fldCharType="begin"/>
            </w:r>
            <w:r w:rsidR="00746ABF">
              <w:rPr>
                <w:noProof/>
                <w:webHidden/>
              </w:rPr>
              <w:instrText xml:space="preserve"> PAGEREF _Toc100155018 \h </w:instrText>
            </w:r>
            <w:r w:rsidR="00746ABF">
              <w:rPr>
                <w:noProof/>
                <w:webHidden/>
              </w:rPr>
            </w:r>
            <w:r w:rsidR="00746ABF">
              <w:rPr>
                <w:noProof/>
                <w:webHidden/>
              </w:rPr>
              <w:fldChar w:fldCharType="separate"/>
            </w:r>
            <w:r w:rsidR="00746ABF">
              <w:rPr>
                <w:noProof/>
                <w:webHidden/>
              </w:rPr>
              <w:t>6</w:t>
            </w:r>
            <w:r w:rsidR="00746ABF">
              <w:rPr>
                <w:noProof/>
                <w:webHidden/>
              </w:rPr>
              <w:fldChar w:fldCharType="end"/>
            </w:r>
          </w:hyperlink>
        </w:p>
        <w:p w14:paraId="7F801751" w14:textId="6B1F135E" w:rsidR="00746ABF" w:rsidRDefault="000271C2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0155019" w:history="1">
            <w:r w:rsidR="00746ABF" w:rsidRPr="00CB107D">
              <w:rPr>
                <w:rStyle w:val="Hyperlink"/>
                <w:noProof/>
              </w:rPr>
              <w:t>3</w:t>
            </w:r>
            <w:r w:rsidR="00746ABF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="00746ABF" w:rsidRPr="00CB107D">
              <w:rPr>
                <w:rStyle w:val="Hyperlink"/>
                <w:noProof/>
              </w:rPr>
              <w:t>Release Scope</w:t>
            </w:r>
            <w:r w:rsidR="00746ABF">
              <w:rPr>
                <w:noProof/>
                <w:webHidden/>
              </w:rPr>
              <w:tab/>
            </w:r>
            <w:r w:rsidR="00746ABF">
              <w:rPr>
                <w:noProof/>
                <w:webHidden/>
              </w:rPr>
              <w:fldChar w:fldCharType="begin"/>
            </w:r>
            <w:r w:rsidR="00746ABF">
              <w:rPr>
                <w:noProof/>
                <w:webHidden/>
              </w:rPr>
              <w:instrText xml:space="preserve"> PAGEREF _Toc100155019 \h </w:instrText>
            </w:r>
            <w:r w:rsidR="00746ABF">
              <w:rPr>
                <w:noProof/>
                <w:webHidden/>
              </w:rPr>
            </w:r>
            <w:r w:rsidR="00746ABF">
              <w:rPr>
                <w:noProof/>
                <w:webHidden/>
              </w:rPr>
              <w:fldChar w:fldCharType="separate"/>
            </w:r>
            <w:r w:rsidR="00746ABF">
              <w:rPr>
                <w:noProof/>
                <w:webHidden/>
              </w:rPr>
              <w:t>7</w:t>
            </w:r>
            <w:r w:rsidR="00746ABF">
              <w:rPr>
                <w:noProof/>
                <w:webHidden/>
              </w:rPr>
              <w:fldChar w:fldCharType="end"/>
            </w:r>
          </w:hyperlink>
        </w:p>
        <w:p w14:paraId="700B8991" w14:textId="029A05ED" w:rsidR="00746ABF" w:rsidRDefault="000271C2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0155020" w:history="1">
            <w:r w:rsidR="00746ABF" w:rsidRPr="00CB107D">
              <w:rPr>
                <w:rStyle w:val="Hyperlink"/>
                <w:noProof/>
              </w:rPr>
              <w:t>4</w:t>
            </w:r>
            <w:r w:rsidR="00746ABF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="00746ABF" w:rsidRPr="00CB107D">
              <w:rPr>
                <w:rStyle w:val="Hyperlink"/>
                <w:noProof/>
              </w:rPr>
              <w:t>Review Instructions</w:t>
            </w:r>
            <w:r w:rsidR="00746ABF">
              <w:rPr>
                <w:noProof/>
                <w:webHidden/>
              </w:rPr>
              <w:tab/>
            </w:r>
            <w:r w:rsidR="00746ABF">
              <w:rPr>
                <w:noProof/>
                <w:webHidden/>
              </w:rPr>
              <w:fldChar w:fldCharType="begin"/>
            </w:r>
            <w:r w:rsidR="00746ABF">
              <w:rPr>
                <w:noProof/>
                <w:webHidden/>
              </w:rPr>
              <w:instrText xml:space="preserve"> PAGEREF _Toc100155020 \h </w:instrText>
            </w:r>
            <w:r w:rsidR="00746ABF">
              <w:rPr>
                <w:noProof/>
                <w:webHidden/>
              </w:rPr>
            </w:r>
            <w:r w:rsidR="00746ABF">
              <w:rPr>
                <w:noProof/>
                <w:webHidden/>
              </w:rPr>
              <w:fldChar w:fldCharType="separate"/>
            </w:r>
            <w:r w:rsidR="00746ABF">
              <w:rPr>
                <w:noProof/>
                <w:webHidden/>
              </w:rPr>
              <w:t>9</w:t>
            </w:r>
            <w:r w:rsidR="00746ABF">
              <w:rPr>
                <w:noProof/>
                <w:webHidden/>
              </w:rPr>
              <w:fldChar w:fldCharType="end"/>
            </w:r>
          </w:hyperlink>
        </w:p>
        <w:p w14:paraId="05A9655B" w14:textId="293C3C0A" w:rsidR="00746ABF" w:rsidRDefault="000271C2">
          <w:pPr>
            <w:pStyle w:val="TOC1"/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00155021" w:history="1">
            <w:r w:rsidR="00746ABF" w:rsidRPr="00CB107D">
              <w:rPr>
                <w:rStyle w:val="Hyperlink"/>
                <w:noProof/>
              </w:rPr>
              <w:t>5</w:t>
            </w:r>
            <w:r w:rsidR="00746ABF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="00746ABF" w:rsidRPr="00CB107D">
              <w:rPr>
                <w:rStyle w:val="Hyperlink"/>
                <w:noProof/>
              </w:rPr>
              <w:t>Other Useful Information</w:t>
            </w:r>
            <w:r w:rsidR="00746ABF">
              <w:rPr>
                <w:noProof/>
                <w:webHidden/>
              </w:rPr>
              <w:tab/>
            </w:r>
            <w:r w:rsidR="00746ABF">
              <w:rPr>
                <w:noProof/>
                <w:webHidden/>
              </w:rPr>
              <w:fldChar w:fldCharType="begin"/>
            </w:r>
            <w:r w:rsidR="00746ABF">
              <w:rPr>
                <w:noProof/>
                <w:webHidden/>
              </w:rPr>
              <w:instrText xml:space="preserve"> PAGEREF _Toc100155021 \h </w:instrText>
            </w:r>
            <w:r w:rsidR="00746ABF">
              <w:rPr>
                <w:noProof/>
                <w:webHidden/>
              </w:rPr>
            </w:r>
            <w:r w:rsidR="00746ABF">
              <w:rPr>
                <w:noProof/>
                <w:webHidden/>
              </w:rPr>
              <w:fldChar w:fldCharType="separate"/>
            </w:r>
            <w:r w:rsidR="00746ABF">
              <w:rPr>
                <w:noProof/>
                <w:webHidden/>
              </w:rPr>
              <w:t>10</w:t>
            </w:r>
            <w:r w:rsidR="00746ABF">
              <w:rPr>
                <w:noProof/>
                <w:webHidden/>
              </w:rPr>
              <w:fldChar w:fldCharType="end"/>
            </w:r>
          </w:hyperlink>
        </w:p>
        <w:p w14:paraId="64663059" w14:textId="4EA21A44" w:rsidR="00000E2E" w:rsidRPr="00AE1B2C" w:rsidRDefault="00EB17D8">
          <w:r w:rsidRPr="00AE1B2C">
            <w:rPr>
              <w:sz w:val="20"/>
            </w:rPr>
            <w:fldChar w:fldCharType="end"/>
          </w:r>
        </w:p>
      </w:sdtContent>
    </w:sdt>
    <w:p w14:paraId="11FD325C" w14:textId="77777777" w:rsidR="004B2AC4" w:rsidRDefault="004B2AC4" w:rsidP="008F6F83">
      <w:pPr>
        <w:pStyle w:val="HeadingTOC"/>
        <w:rPr>
          <w:rFonts w:ascii="Times New Roman" w:hAnsi="Times New Roman"/>
        </w:rPr>
      </w:pPr>
    </w:p>
    <w:p w14:paraId="17F4B215" w14:textId="77777777" w:rsidR="004B2AC4" w:rsidRDefault="004B2AC4" w:rsidP="008F6F83">
      <w:pPr>
        <w:pStyle w:val="HeadingTOC"/>
        <w:rPr>
          <w:rFonts w:ascii="Times New Roman" w:hAnsi="Times New Roman"/>
        </w:rPr>
      </w:pPr>
    </w:p>
    <w:p w14:paraId="2F434518" w14:textId="77777777" w:rsidR="004B2AC4" w:rsidRDefault="004B2AC4" w:rsidP="008F6F83">
      <w:pPr>
        <w:pStyle w:val="HeadingTOC"/>
        <w:rPr>
          <w:rFonts w:ascii="Times New Roman" w:hAnsi="Times New Roman"/>
        </w:rPr>
      </w:pPr>
    </w:p>
    <w:p w14:paraId="3F59B5E7" w14:textId="6D6AA4DB" w:rsidR="00060FDE" w:rsidRPr="00AE1B2C" w:rsidRDefault="00060FDE" w:rsidP="008F6F83">
      <w:pPr>
        <w:pStyle w:val="HeadingTOC"/>
        <w:rPr>
          <w:rFonts w:ascii="Times New Roman" w:hAnsi="Times New Roman"/>
        </w:rPr>
      </w:pPr>
      <w:r w:rsidRPr="00AE1B2C">
        <w:rPr>
          <w:rFonts w:ascii="Times New Roman" w:hAnsi="Times New Roman"/>
        </w:rPr>
        <w:t xml:space="preserve">List of </w:t>
      </w:r>
      <w:r w:rsidR="00C43437" w:rsidRPr="00AE1B2C">
        <w:rPr>
          <w:rFonts w:ascii="Times New Roman" w:hAnsi="Times New Roman"/>
        </w:rPr>
        <w:t>t</w:t>
      </w:r>
      <w:r w:rsidRPr="00AE1B2C">
        <w:rPr>
          <w:rFonts w:ascii="Times New Roman" w:hAnsi="Times New Roman"/>
        </w:rPr>
        <w:t>ables</w:t>
      </w:r>
    </w:p>
    <w:p w14:paraId="3329D457" w14:textId="38B11C07" w:rsidR="00746ABF" w:rsidRDefault="00012202">
      <w:pPr>
        <w:pStyle w:val="TableofFigures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lang w:val="en-GB" w:eastAsia="en-GB"/>
        </w:rPr>
      </w:pPr>
      <w:r w:rsidRPr="00AE1B2C">
        <w:rPr>
          <w:lang w:val="en-GB"/>
        </w:rPr>
        <w:fldChar w:fldCharType="begin"/>
      </w:r>
      <w:r w:rsidRPr="00AE1B2C">
        <w:rPr>
          <w:lang w:val="en-GB"/>
        </w:rPr>
        <w:instrText xml:space="preserve"> TOC \h \z \c "Table" </w:instrText>
      </w:r>
      <w:r w:rsidRPr="00AE1B2C">
        <w:rPr>
          <w:lang w:val="en-GB"/>
        </w:rPr>
        <w:fldChar w:fldCharType="separate"/>
      </w:r>
      <w:hyperlink w:anchor="_Toc100155022" w:history="1">
        <w:r w:rsidR="00746ABF" w:rsidRPr="00852130">
          <w:rPr>
            <w:rStyle w:val="Hyperlink"/>
            <w:noProof/>
          </w:rPr>
          <w:t>Table 1: Reference documents</w:t>
        </w:r>
        <w:r w:rsidR="00746ABF">
          <w:rPr>
            <w:noProof/>
            <w:webHidden/>
          </w:rPr>
          <w:tab/>
        </w:r>
        <w:r w:rsidR="00746ABF">
          <w:rPr>
            <w:noProof/>
            <w:webHidden/>
          </w:rPr>
          <w:fldChar w:fldCharType="begin"/>
        </w:r>
        <w:r w:rsidR="00746ABF">
          <w:rPr>
            <w:noProof/>
            <w:webHidden/>
          </w:rPr>
          <w:instrText xml:space="preserve"> PAGEREF _Toc100155022 \h </w:instrText>
        </w:r>
        <w:r w:rsidR="00746ABF">
          <w:rPr>
            <w:noProof/>
            <w:webHidden/>
          </w:rPr>
        </w:r>
        <w:r w:rsidR="00746ABF">
          <w:rPr>
            <w:noProof/>
            <w:webHidden/>
          </w:rPr>
          <w:fldChar w:fldCharType="separate"/>
        </w:r>
        <w:r w:rsidR="00746ABF">
          <w:rPr>
            <w:noProof/>
            <w:webHidden/>
          </w:rPr>
          <w:t>4</w:t>
        </w:r>
        <w:r w:rsidR="00746ABF">
          <w:rPr>
            <w:noProof/>
            <w:webHidden/>
          </w:rPr>
          <w:fldChar w:fldCharType="end"/>
        </w:r>
      </w:hyperlink>
    </w:p>
    <w:p w14:paraId="66C3D9A8" w14:textId="01C385C9" w:rsidR="00746ABF" w:rsidRDefault="000271C2">
      <w:pPr>
        <w:pStyle w:val="TableofFigures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lang w:val="en-GB" w:eastAsia="en-GB"/>
        </w:rPr>
      </w:pPr>
      <w:hyperlink w:anchor="_Toc100155023" w:history="1">
        <w:r w:rsidR="00746ABF" w:rsidRPr="00852130">
          <w:rPr>
            <w:rStyle w:val="Hyperlink"/>
            <w:noProof/>
          </w:rPr>
          <w:t>Table 2: Applicable documents</w:t>
        </w:r>
        <w:r w:rsidR="00746ABF">
          <w:rPr>
            <w:noProof/>
            <w:webHidden/>
          </w:rPr>
          <w:tab/>
        </w:r>
        <w:r w:rsidR="00746ABF">
          <w:rPr>
            <w:noProof/>
            <w:webHidden/>
          </w:rPr>
          <w:fldChar w:fldCharType="begin"/>
        </w:r>
        <w:r w:rsidR="00746ABF">
          <w:rPr>
            <w:noProof/>
            <w:webHidden/>
          </w:rPr>
          <w:instrText xml:space="preserve"> PAGEREF _Toc100155023 \h </w:instrText>
        </w:r>
        <w:r w:rsidR="00746ABF">
          <w:rPr>
            <w:noProof/>
            <w:webHidden/>
          </w:rPr>
        </w:r>
        <w:r w:rsidR="00746ABF">
          <w:rPr>
            <w:noProof/>
            <w:webHidden/>
          </w:rPr>
          <w:fldChar w:fldCharType="separate"/>
        </w:r>
        <w:r w:rsidR="00746ABF">
          <w:rPr>
            <w:noProof/>
            <w:webHidden/>
          </w:rPr>
          <w:t>4</w:t>
        </w:r>
        <w:r w:rsidR="00746ABF">
          <w:rPr>
            <w:noProof/>
            <w:webHidden/>
          </w:rPr>
          <w:fldChar w:fldCharType="end"/>
        </w:r>
      </w:hyperlink>
    </w:p>
    <w:p w14:paraId="0281E9E3" w14:textId="7BDB660D" w:rsidR="00746ABF" w:rsidRDefault="000271C2">
      <w:pPr>
        <w:pStyle w:val="TableofFigures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sz w:val="22"/>
          <w:lang w:val="en-GB" w:eastAsia="en-GB"/>
        </w:rPr>
      </w:pPr>
      <w:hyperlink w:anchor="_Toc100155024" w:history="1">
        <w:r w:rsidR="00746ABF" w:rsidRPr="00852130">
          <w:rPr>
            <w:rStyle w:val="Hyperlink"/>
            <w:noProof/>
          </w:rPr>
          <w:t>Table 3: Abbreviations and acronyms</w:t>
        </w:r>
        <w:r w:rsidR="00746ABF">
          <w:rPr>
            <w:noProof/>
            <w:webHidden/>
          </w:rPr>
          <w:tab/>
        </w:r>
        <w:r w:rsidR="00746ABF">
          <w:rPr>
            <w:noProof/>
            <w:webHidden/>
          </w:rPr>
          <w:fldChar w:fldCharType="begin"/>
        </w:r>
        <w:r w:rsidR="00746ABF">
          <w:rPr>
            <w:noProof/>
            <w:webHidden/>
          </w:rPr>
          <w:instrText xml:space="preserve"> PAGEREF _Toc100155024 \h </w:instrText>
        </w:r>
        <w:r w:rsidR="00746ABF">
          <w:rPr>
            <w:noProof/>
            <w:webHidden/>
          </w:rPr>
        </w:r>
        <w:r w:rsidR="00746ABF">
          <w:rPr>
            <w:noProof/>
            <w:webHidden/>
          </w:rPr>
          <w:fldChar w:fldCharType="separate"/>
        </w:r>
        <w:r w:rsidR="00746ABF">
          <w:rPr>
            <w:noProof/>
            <w:webHidden/>
          </w:rPr>
          <w:t>5</w:t>
        </w:r>
        <w:r w:rsidR="00746ABF">
          <w:rPr>
            <w:noProof/>
            <w:webHidden/>
          </w:rPr>
          <w:fldChar w:fldCharType="end"/>
        </w:r>
      </w:hyperlink>
    </w:p>
    <w:p w14:paraId="75FCC869" w14:textId="4CF65380" w:rsidR="00D02BE5" w:rsidRPr="00AE1B2C" w:rsidRDefault="00012202" w:rsidP="00EC0230">
      <w:r w:rsidRPr="00AE1B2C">
        <w:rPr>
          <w:lang w:eastAsia="nl-NL"/>
        </w:rPr>
        <w:fldChar w:fldCharType="end"/>
      </w:r>
      <w:bookmarkStart w:id="1" w:name="_Toc486939097"/>
      <w:bookmarkStart w:id="2" w:name="_Ref488221223"/>
      <w:bookmarkStart w:id="3" w:name="_Toc496935248"/>
    </w:p>
    <w:p w14:paraId="659E407C" w14:textId="0D6EFD6C" w:rsidR="001F52A3" w:rsidRPr="00AE1B2C" w:rsidRDefault="001F52A3" w:rsidP="00212AAF">
      <w:r w:rsidRPr="00AE1B2C">
        <w:br w:type="page"/>
      </w:r>
    </w:p>
    <w:p w14:paraId="1EE38EA8" w14:textId="1A2C18B4" w:rsidR="00471835" w:rsidRPr="00AE1B2C" w:rsidRDefault="00471835" w:rsidP="00B20B5B">
      <w:pPr>
        <w:pStyle w:val="Heading1"/>
      </w:pPr>
      <w:bookmarkStart w:id="4" w:name="_Ref12270897"/>
      <w:bookmarkStart w:id="5" w:name="_Toc100155010"/>
      <w:bookmarkEnd w:id="1"/>
      <w:bookmarkEnd w:id="2"/>
      <w:bookmarkEnd w:id="3"/>
      <w:r w:rsidRPr="00AE1B2C">
        <w:lastRenderedPageBreak/>
        <w:t>Introduction</w:t>
      </w:r>
      <w:bookmarkEnd w:id="4"/>
      <w:bookmarkEnd w:id="5"/>
    </w:p>
    <w:p w14:paraId="452B3834" w14:textId="4A1A51DF" w:rsidR="00471835" w:rsidRPr="00AE1B2C" w:rsidRDefault="001F52A3" w:rsidP="00471835">
      <w:pPr>
        <w:pStyle w:val="Heading2"/>
      </w:pPr>
      <w:bookmarkStart w:id="6" w:name="_Toc100155011"/>
      <w:r w:rsidRPr="00AE1B2C">
        <w:t>Document p</w:t>
      </w:r>
      <w:r w:rsidR="00471835" w:rsidRPr="00AE1B2C">
        <w:t>urpose</w:t>
      </w:r>
      <w:bookmarkEnd w:id="6"/>
    </w:p>
    <w:p w14:paraId="4014D61E" w14:textId="78949304" w:rsidR="00CB6AD4" w:rsidRPr="00AE1B2C" w:rsidRDefault="005B365B" w:rsidP="00EC0230">
      <w:r w:rsidRPr="00AE1B2C">
        <w:t xml:space="preserve">This document describes the </w:t>
      </w:r>
      <w:bookmarkStart w:id="7" w:name="_Hlk33638537"/>
      <w:r w:rsidR="00B401E1" w:rsidRPr="00AE1B2C">
        <w:fldChar w:fldCharType="begin"/>
      </w:r>
      <w:r w:rsidR="00B401E1" w:rsidRPr="00AE1B2C">
        <w:instrText xml:space="preserve"> DOCPROPERTY  DLV </w:instrText>
      </w:r>
      <w:r w:rsidR="00B401E1" w:rsidRPr="00AE1B2C">
        <w:fldChar w:fldCharType="separate"/>
      </w:r>
      <w:r w:rsidR="00746ABF">
        <w:t>DDCOM-20.4.0-SfA-v1.00</w:t>
      </w:r>
      <w:r w:rsidR="00B401E1" w:rsidRPr="00AE1B2C">
        <w:fldChar w:fldCharType="end"/>
      </w:r>
      <w:bookmarkEnd w:id="7"/>
      <w:r w:rsidRPr="00AE1B2C">
        <w:t xml:space="preserve"> release in terms of delivered documentation artefacts in the release package, implemented changes, defects, review instructions and other useful information.</w:t>
      </w:r>
    </w:p>
    <w:p w14:paraId="3566FDC5" w14:textId="6ADF0D44" w:rsidR="00471835" w:rsidRPr="00AE1B2C" w:rsidRDefault="00471835" w:rsidP="00471835">
      <w:pPr>
        <w:pStyle w:val="Heading2"/>
      </w:pPr>
      <w:bookmarkStart w:id="8" w:name="_Toc100155012"/>
      <w:r w:rsidRPr="00AE1B2C">
        <w:t>Target audience</w:t>
      </w:r>
      <w:bookmarkEnd w:id="8"/>
    </w:p>
    <w:p w14:paraId="16BC3CD3" w14:textId="1092AC40" w:rsidR="001F52A3" w:rsidRPr="00AE1B2C" w:rsidRDefault="00471835" w:rsidP="00DE5E3D">
      <w:pPr>
        <w:spacing w:before="120" w:line="240" w:lineRule="auto"/>
      </w:pPr>
      <w:r w:rsidRPr="00AE1B2C">
        <w:t>The target audience for this document includes:</w:t>
      </w:r>
    </w:p>
    <w:p w14:paraId="3912B433" w14:textId="77777777" w:rsidR="00EF65EF" w:rsidRDefault="00EF65EF" w:rsidP="00EF65EF">
      <w:pPr>
        <w:pStyle w:val="ListBullet"/>
      </w:pPr>
      <w:r w:rsidRPr="00AD4574">
        <w:t xml:space="preserve">DG TAXUD project team; </w:t>
      </w:r>
    </w:p>
    <w:p w14:paraId="1D97EB96" w14:textId="1460013B" w:rsidR="00EF65EF" w:rsidRDefault="004E7C7B" w:rsidP="00EF65EF">
      <w:pPr>
        <w:pStyle w:val="ListBullet"/>
      </w:pPr>
      <w:r>
        <w:t>National Projects Teams</w:t>
      </w:r>
      <w:r w:rsidR="00EF65EF">
        <w:t>;</w:t>
      </w:r>
    </w:p>
    <w:p w14:paraId="421BF59F" w14:textId="72275004" w:rsidR="004E7C7B" w:rsidRDefault="004E7C7B" w:rsidP="00EF65EF">
      <w:pPr>
        <w:pStyle w:val="ListBullet"/>
      </w:pPr>
      <w:r>
        <w:t>OLAF;</w:t>
      </w:r>
    </w:p>
    <w:p w14:paraId="683591E9" w14:textId="215952AA" w:rsidR="00EF65EF" w:rsidRPr="00F3317E" w:rsidRDefault="00EF65EF" w:rsidP="00EF65EF">
      <w:pPr>
        <w:pStyle w:val="ListBullet"/>
      </w:pPr>
      <w:r w:rsidRPr="008A71D8">
        <w:t xml:space="preserve">Quality Assurance </w:t>
      </w:r>
      <w:r w:rsidR="00480182">
        <w:t xml:space="preserve">Contractor </w:t>
      </w:r>
      <w:r w:rsidRPr="008A71D8">
        <w:t>(QA</w:t>
      </w:r>
      <w:r w:rsidR="00480182">
        <w:t>C</w:t>
      </w:r>
      <w:r w:rsidRPr="008A71D8">
        <w:t>)</w:t>
      </w:r>
      <w:r>
        <w:t>.</w:t>
      </w:r>
    </w:p>
    <w:p w14:paraId="34E1AD50" w14:textId="57A3DEF0" w:rsidR="001F52A3" w:rsidRPr="00AE1B2C" w:rsidRDefault="001F52A3" w:rsidP="001F52A3">
      <w:pPr>
        <w:pStyle w:val="Heading2"/>
      </w:pPr>
      <w:bookmarkStart w:id="9" w:name="_Toc100155013"/>
      <w:r w:rsidRPr="00AE1B2C">
        <w:t>Scope</w:t>
      </w:r>
      <w:bookmarkEnd w:id="9"/>
    </w:p>
    <w:p w14:paraId="25399549" w14:textId="7B3ABE89" w:rsidR="00471835" w:rsidRPr="00AE1B2C" w:rsidRDefault="003961D8" w:rsidP="00EC0230">
      <w:r w:rsidRPr="00AE1B2C">
        <w:t xml:space="preserve">This document’s scope is limited to the </w:t>
      </w:r>
      <w:r w:rsidR="000271C2">
        <w:fldChar w:fldCharType="begin"/>
      </w:r>
      <w:r w:rsidR="000271C2">
        <w:instrText xml:space="preserve"> DOCPROPERTY  DLV </w:instrText>
      </w:r>
      <w:r w:rsidR="000271C2">
        <w:fldChar w:fldCharType="separate"/>
      </w:r>
      <w:r w:rsidR="00746ABF">
        <w:t>DDCOM-20.4.0-SfA-v1.00</w:t>
      </w:r>
      <w:r w:rsidR="000271C2">
        <w:fldChar w:fldCharType="end"/>
      </w:r>
      <w:r w:rsidRPr="00AE1B2C">
        <w:t xml:space="preserve"> release that is indicated in the title</w:t>
      </w:r>
      <w:bookmarkStart w:id="10" w:name="_Hlk33638525"/>
      <w:r w:rsidRPr="00AE1B2C">
        <w:t xml:space="preserve">, which is submitted for </w:t>
      </w:r>
      <w:bookmarkEnd w:id="10"/>
      <w:r w:rsidR="00B01F32" w:rsidRPr="00AE1B2C">
        <w:t>acceptance</w:t>
      </w:r>
      <w:r w:rsidRPr="00AE1B2C">
        <w:t>. Other releases have their own respective Release Notes.</w:t>
      </w:r>
    </w:p>
    <w:p w14:paraId="6CC33584" w14:textId="1FABAD80" w:rsidR="00471835" w:rsidRPr="00AE1B2C" w:rsidRDefault="00471835" w:rsidP="00471835">
      <w:pPr>
        <w:pStyle w:val="Heading2"/>
      </w:pPr>
      <w:bookmarkStart w:id="11" w:name="_Toc100155014"/>
      <w:r w:rsidRPr="00AE1B2C">
        <w:t>S</w:t>
      </w:r>
      <w:r w:rsidR="001F52A3" w:rsidRPr="00AE1B2C">
        <w:t>tructure</w:t>
      </w:r>
      <w:bookmarkEnd w:id="11"/>
    </w:p>
    <w:p w14:paraId="182BBF40" w14:textId="621517DD" w:rsidR="00090050" w:rsidRPr="00AE1B2C" w:rsidRDefault="00090050" w:rsidP="00090050">
      <w:pPr>
        <w:rPr>
          <w:lang w:eastAsia="nl-NL"/>
        </w:rPr>
      </w:pPr>
      <w:r w:rsidRPr="00AE1B2C">
        <w:rPr>
          <w:lang w:eastAsia="nl-NL"/>
        </w:rPr>
        <w:t>This document is organised as follows:</w:t>
      </w:r>
    </w:p>
    <w:p w14:paraId="4E367849" w14:textId="4FEC70EE" w:rsidR="00D64B72" w:rsidRPr="00AE1B2C" w:rsidRDefault="00D64B72" w:rsidP="00D64B72">
      <w:pPr>
        <w:pStyle w:val="ListParagraph"/>
        <w:numPr>
          <w:ilvl w:val="0"/>
          <w:numId w:val="37"/>
        </w:numPr>
      </w:pPr>
      <w:r w:rsidRPr="00AE1B2C">
        <w:rPr>
          <w:b/>
        </w:rPr>
        <w:t>Chapter</w:t>
      </w:r>
      <w:r w:rsidR="00ED5154">
        <w:rPr>
          <w:b/>
        </w:rPr>
        <w:t xml:space="preserve"> </w:t>
      </w:r>
      <w:r w:rsidR="001B7E21" w:rsidRPr="00AE1B2C">
        <w:rPr>
          <w:b/>
        </w:rPr>
        <w:fldChar w:fldCharType="begin"/>
      </w:r>
      <w:r w:rsidR="001B7E21" w:rsidRPr="00AE1B2C">
        <w:rPr>
          <w:b/>
        </w:rPr>
        <w:instrText xml:space="preserve"> REF _Ref12270897 \n \h </w:instrText>
      </w:r>
      <w:r w:rsidR="00AE1B2C">
        <w:rPr>
          <w:b/>
        </w:rPr>
        <w:instrText xml:space="preserve"> \* MERGEFORMAT </w:instrText>
      </w:r>
      <w:r w:rsidR="001B7E21" w:rsidRPr="00AE1B2C">
        <w:rPr>
          <w:b/>
        </w:rPr>
      </w:r>
      <w:r w:rsidR="001B7E21" w:rsidRPr="00AE1B2C">
        <w:rPr>
          <w:b/>
        </w:rPr>
        <w:fldChar w:fldCharType="separate"/>
      </w:r>
      <w:r w:rsidR="00746ABF">
        <w:rPr>
          <w:b/>
        </w:rPr>
        <w:t>1</w:t>
      </w:r>
      <w:r w:rsidR="001B7E21" w:rsidRPr="00AE1B2C">
        <w:rPr>
          <w:b/>
        </w:rPr>
        <w:fldChar w:fldCharType="end"/>
      </w:r>
      <w:r w:rsidRPr="00AE1B2C">
        <w:rPr>
          <w:b/>
        </w:rPr>
        <w:t>:</w:t>
      </w:r>
      <w:r w:rsidRPr="00AE1B2C">
        <w:t xml:space="preserve"> describes the scope and the objectives of the document;</w:t>
      </w:r>
    </w:p>
    <w:p w14:paraId="1AB16702" w14:textId="0FE3514B" w:rsidR="00D64B72" w:rsidRPr="00AE1B2C" w:rsidRDefault="00D64B72" w:rsidP="00D64B72">
      <w:pPr>
        <w:pStyle w:val="ListParagraph"/>
        <w:numPr>
          <w:ilvl w:val="0"/>
          <w:numId w:val="36"/>
        </w:numPr>
      </w:pPr>
      <w:r w:rsidRPr="00AE1B2C">
        <w:rPr>
          <w:b/>
        </w:rPr>
        <w:t xml:space="preserve">Chapter </w:t>
      </w:r>
      <w:r w:rsidRPr="00AE1B2C">
        <w:rPr>
          <w:b/>
        </w:rPr>
        <w:fldChar w:fldCharType="begin"/>
      </w:r>
      <w:r w:rsidRPr="00AE1B2C">
        <w:rPr>
          <w:b/>
        </w:rPr>
        <w:instrText xml:space="preserve"> REF _Ref526352631 \r \h </w:instrText>
      </w:r>
      <w:r w:rsidR="00AE1B2C">
        <w:rPr>
          <w:b/>
        </w:rPr>
        <w:instrText xml:space="preserve"> \* MERGEFORMAT </w:instrText>
      </w:r>
      <w:r w:rsidRPr="00AE1B2C">
        <w:rPr>
          <w:b/>
        </w:rPr>
      </w:r>
      <w:r w:rsidRPr="00AE1B2C">
        <w:rPr>
          <w:b/>
        </w:rPr>
        <w:fldChar w:fldCharType="separate"/>
      </w:r>
      <w:r w:rsidR="00746ABF">
        <w:rPr>
          <w:b/>
        </w:rPr>
        <w:t>2</w:t>
      </w:r>
      <w:r w:rsidRPr="00AE1B2C">
        <w:rPr>
          <w:b/>
        </w:rPr>
        <w:fldChar w:fldCharType="end"/>
      </w:r>
      <w:r w:rsidRPr="00AE1B2C">
        <w:rPr>
          <w:b/>
        </w:rPr>
        <w:t xml:space="preserve">: </w:t>
      </w:r>
      <w:r w:rsidRPr="00AE1B2C">
        <w:t>describes the contents of the release package;</w:t>
      </w:r>
    </w:p>
    <w:p w14:paraId="22C96D14" w14:textId="3C212F9D" w:rsidR="00D64B72" w:rsidRPr="00AE1B2C" w:rsidRDefault="00D64B72" w:rsidP="00D64B72">
      <w:pPr>
        <w:pStyle w:val="ListParagraph"/>
        <w:numPr>
          <w:ilvl w:val="0"/>
          <w:numId w:val="36"/>
        </w:numPr>
      </w:pPr>
      <w:r w:rsidRPr="00AE1B2C">
        <w:rPr>
          <w:b/>
        </w:rPr>
        <w:t xml:space="preserve">Chapter </w:t>
      </w:r>
      <w:r w:rsidRPr="00AE1B2C">
        <w:rPr>
          <w:b/>
        </w:rPr>
        <w:fldChar w:fldCharType="begin"/>
      </w:r>
      <w:r w:rsidRPr="00AE1B2C">
        <w:rPr>
          <w:b/>
        </w:rPr>
        <w:instrText xml:space="preserve"> REF _Ref526352646 \r \h </w:instrText>
      </w:r>
      <w:r w:rsidR="00AE1B2C">
        <w:rPr>
          <w:b/>
        </w:rPr>
        <w:instrText xml:space="preserve"> \* MERGEFORMAT </w:instrText>
      </w:r>
      <w:r w:rsidRPr="00AE1B2C">
        <w:rPr>
          <w:b/>
        </w:rPr>
      </w:r>
      <w:r w:rsidRPr="00AE1B2C">
        <w:rPr>
          <w:b/>
        </w:rPr>
        <w:fldChar w:fldCharType="separate"/>
      </w:r>
      <w:r w:rsidR="00746ABF">
        <w:rPr>
          <w:b/>
        </w:rPr>
        <w:t>3</w:t>
      </w:r>
      <w:r w:rsidRPr="00AE1B2C">
        <w:rPr>
          <w:b/>
        </w:rPr>
        <w:fldChar w:fldCharType="end"/>
      </w:r>
      <w:r w:rsidRPr="00AE1B2C">
        <w:rPr>
          <w:b/>
        </w:rPr>
        <w:t xml:space="preserve">: </w:t>
      </w:r>
      <w:r w:rsidRPr="00AE1B2C">
        <w:t>informs about the scope and target of the release;</w:t>
      </w:r>
    </w:p>
    <w:p w14:paraId="246A5855" w14:textId="2132EEE8" w:rsidR="00D64B72" w:rsidRPr="00AE1B2C" w:rsidRDefault="00D64B72" w:rsidP="00D64B72">
      <w:pPr>
        <w:pStyle w:val="ListParagraph"/>
        <w:numPr>
          <w:ilvl w:val="0"/>
          <w:numId w:val="36"/>
        </w:numPr>
      </w:pPr>
      <w:r w:rsidRPr="00AE1B2C">
        <w:rPr>
          <w:b/>
        </w:rPr>
        <w:t xml:space="preserve">Chapter </w:t>
      </w:r>
      <w:r w:rsidRPr="00AE1B2C">
        <w:rPr>
          <w:b/>
        </w:rPr>
        <w:fldChar w:fldCharType="begin"/>
      </w:r>
      <w:r w:rsidRPr="00AE1B2C">
        <w:rPr>
          <w:b/>
        </w:rPr>
        <w:instrText xml:space="preserve"> REF _Ref526352682 \r \h </w:instrText>
      </w:r>
      <w:r w:rsidR="00AE1B2C">
        <w:rPr>
          <w:b/>
        </w:rPr>
        <w:instrText xml:space="preserve"> \* MERGEFORMAT </w:instrText>
      </w:r>
      <w:r w:rsidRPr="00AE1B2C">
        <w:rPr>
          <w:b/>
        </w:rPr>
      </w:r>
      <w:r w:rsidRPr="00AE1B2C">
        <w:rPr>
          <w:b/>
        </w:rPr>
        <w:fldChar w:fldCharType="separate"/>
      </w:r>
      <w:r w:rsidR="00746ABF">
        <w:rPr>
          <w:b/>
        </w:rPr>
        <w:t>4</w:t>
      </w:r>
      <w:r w:rsidRPr="00AE1B2C">
        <w:rPr>
          <w:b/>
        </w:rPr>
        <w:fldChar w:fldCharType="end"/>
      </w:r>
      <w:r w:rsidRPr="00AE1B2C">
        <w:rPr>
          <w:b/>
        </w:rPr>
        <w:t xml:space="preserve">: </w:t>
      </w:r>
      <w:r w:rsidRPr="00AE1B2C">
        <w:t xml:space="preserve">provides information on how to review the particular release; </w:t>
      </w:r>
    </w:p>
    <w:p w14:paraId="1ECB73F9" w14:textId="473D3530" w:rsidR="00D64B72" w:rsidRPr="00AE1B2C" w:rsidRDefault="00D64B72" w:rsidP="00D64B72">
      <w:pPr>
        <w:pStyle w:val="ListParagraph"/>
        <w:numPr>
          <w:ilvl w:val="0"/>
          <w:numId w:val="36"/>
        </w:numPr>
      </w:pPr>
      <w:r w:rsidRPr="00AE1B2C">
        <w:rPr>
          <w:b/>
        </w:rPr>
        <w:t xml:space="preserve">Chapter </w:t>
      </w:r>
      <w:r w:rsidRPr="00AE1B2C">
        <w:rPr>
          <w:b/>
        </w:rPr>
        <w:fldChar w:fldCharType="begin"/>
      </w:r>
      <w:r w:rsidRPr="00AE1B2C">
        <w:rPr>
          <w:b/>
        </w:rPr>
        <w:instrText xml:space="preserve"> REF _Ref526352701 \r \h </w:instrText>
      </w:r>
      <w:r w:rsidR="00AE1B2C">
        <w:rPr>
          <w:b/>
        </w:rPr>
        <w:instrText xml:space="preserve"> \* MERGEFORMAT </w:instrText>
      </w:r>
      <w:r w:rsidRPr="00AE1B2C">
        <w:rPr>
          <w:b/>
        </w:rPr>
      </w:r>
      <w:r w:rsidRPr="00AE1B2C">
        <w:rPr>
          <w:b/>
        </w:rPr>
        <w:fldChar w:fldCharType="separate"/>
      </w:r>
      <w:r w:rsidR="00746ABF">
        <w:rPr>
          <w:b/>
        </w:rPr>
        <w:t>5</w:t>
      </w:r>
      <w:r w:rsidRPr="00AE1B2C">
        <w:rPr>
          <w:b/>
        </w:rPr>
        <w:fldChar w:fldCharType="end"/>
      </w:r>
      <w:r w:rsidRPr="00AE1B2C">
        <w:rPr>
          <w:b/>
        </w:rPr>
        <w:t xml:space="preserve">: </w:t>
      </w:r>
      <w:r w:rsidRPr="00AE1B2C">
        <w:t>provides any other useful information related to the release.</w:t>
      </w:r>
    </w:p>
    <w:p w14:paraId="6827A398" w14:textId="1C3BCEBE" w:rsidR="00471835" w:rsidRPr="00AE1B2C" w:rsidRDefault="00471835" w:rsidP="00471835">
      <w:pPr>
        <w:pStyle w:val="Heading2"/>
      </w:pPr>
      <w:bookmarkStart w:id="12" w:name="_Toc100155015"/>
      <w:r w:rsidRPr="00AE1B2C">
        <w:t>Reference documents</w:t>
      </w:r>
      <w:bookmarkEnd w:id="12"/>
    </w:p>
    <w:p w14:paraId="3D770B91" w14:textId="2A21EFF6" w:rsidR="005C772B" w:rsidRPr="00AE1B2C" w:rsidRDefault="005C772B" w:rsidP="005C772B">
      <w:pPr>
        <w:rPr>
          <w:lang w:eastAsia="ko-KR"/>
        </w:rPr>
      </w:pPr>
      <w:r w:rsidRPr="00AE1B2C">
        <w:rPr>
          <w:lang w:eastAsia="ko-KR"/>
        </w:rPr>
        <w:t xml:space="preserve">The table below lists </w:t>
      </w:r>
      <w:r w:rsidR="001F5DD2" w:rsidRPr="00AE1B2C">
        <w:rPr>
          <w:lang w:eastAsia="ko-KR"/>
        </w:rPr>
        <w:t xml:space="preserve">the </w:t>
      </w:r>
      <w:r w:rsidRPr="00AE1B2C">
        <w:rPr>
          <w:lang w:eastAsia="ko-KR"/>
        </w:rPr>
        <w:t>documents that are referred to in the current document.</w:t>
      </w: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93"/>
        <w:gridCol w:w="3243"/>
        <w:gridCol w:w="1979"/>
        <w:gridCol w:w="1619"/>
        <w:gridCol w:w="1329"/>
      </w:tblGrid>
      <w:tr w:rsidR="0028186F" w:rsidRPr="00AE1B2C" w14:paraId="3EB59F80" w14:textId="77777777" w:rsidTr="00A168AD">
        <w:trPr>
          <w:tblHeader/>
        </w:trPr>
        <w:tc>
          <w:tcPr>
            <w:tcW w:w="49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4B70D2DE" w14:textId="10E7A520" w:rsidR="0028186F" w:rsidRPr="00AE1B2C" w:rsidRDefault="0028186F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 w:rsidRPr="00AE1B2C">
              <w:rPr>
                <w:rFonts w:eastAsia="PMingLiU"/>
                <w:b/>
                <w:bCs/>
                <w:color w:val="000000"/>
              </w:rPr>
              <w:t>Ref.</w:t>
            </w:r>
          </w:p>
        </w:tc>
        <w:tc>
          <w:tcPr>
            <w:tcW w:w="178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26A3C5E2" w14:textId="61D6B7CE" w:rsidR="0028186F" w:rsidRPr="00AE1B2C" w:rsidRDefault="0028186F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AE1B2C">
              <w:rPr>
                <w:rFonts w:eastAsia="Calibri"/>
                <w:b/>
                <w:bCs/>
                <w:color w:val="000000"/>
              </w:rPr>
              <w:t>Title</w:t>
            </w:r>
          </w:p>
        </w:tc>
        <w:tc>
          <w:tcPr>
            <w:tcW w:w="109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425674DA" w14:textId="3EACFD0E" w:rsidR="0028186F" w:rsidRPr="00AE1B2C" w:rsidRDefault="00090050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 w:rsidRPr="00AE1B2C">
              <w:rPr>
                <w:rFonts w:eastAsia="PMingLiU"/>
                <w:b/>
                <w:bCs/>
                <w:color w:val="000000"/>
              </w:rPr>
              <w:t>Originator</w:t>
            </w:r>
          </w:p>
        </w:tc>
        <w:tc>
          <w:tcPr>
            <w:tcW w:w="89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09CD9FBF" w14:textId="752CE247" w:rsidR="0028186F" w:rsidRPr="00AE1B2C" w:rsidRDefault="0028186F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AE1B2C">
              <w:rPr>
                <w:rFonts w:eastAsia="Calibri"/>
                <w:b/>
                <w:bCs/>
                <w:color w:val="000000"/>
              </w:rPr>
              <w:t>Version</w:t>
            </w:r>
          </w:p>
        </w:tc>
        <w:tc>
          <w:tcPr>
            <w:tcW w:w="73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30761FFB" w14:textId="34D914CF" w:rsidR="0028186F" w:rsidRPr="00AE1B2C" w:rsidRDefault="0028186F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AE1B2C">
              <w:rPr>
                <w:rFonts w:eastAsia="Calibri"/>
                <w:b/>
                <w:bCs/>
                <w:color w:val="000000"/>
              </w:rPr>
              <w:t>Date</w:t>
            </w:r>
          </w:p>
        </w:tc>
      </w:tr>
      <w:tr w:rsidR="0028186F" w:rsidRPr="00AE1B2C" w14:paraId="38E10FAE" w14:textId="77777777" w:rsidTr="0028186F">
        <w:trPr>
          <w:trHeight w:val="61"/>
        </w:trPr>
        <w:tc>
          <w:tcPr>
            <w:tcW w:w="49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8B4B7A2" w14:textId="5A586B4E" w:rsidR="0028186F" w:rsidRPr="00AE1B2C" w:rsidRDefault="0028186F" w:rsidP="001C7C7C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AE1B2C">
              <w:t>R</w:t>
            </w:r>
            <w:r w:rsidR="001C7C7C" w:rsidRPr="00AE1B2C">
              <w:fldChar w:fldCharType="begin"/>
            </w:r>
            <w:r w:rsidR="001C7C7C" w:rsidRPr="00AE1B2C">
              <w:instrText xml:space="preserve"> SEQ ReferenceDocs \# "00" \* MERGEFORMAT </w:instrText>
            </w:r>
            <w:r w:rsidR="001C7C7C" w:rsidRPr="00AE1B2C">
              <w:fldChar w:fldCharType="separate"/>
            </w:r>
            <w:r w:rsidR="00746ABF">
              <w:rPr>
                <w:noProof/>
              </w:rPr>
              <w:t>01</w:t>
            </w:r>
            <w:r w:rsidR="001C7C7C" w:rsidRPr="00AE1B2C">
              <w:fldChar w:fldCharType="end"/>
            </w:r>
          </w:p>
        </w:tc>
        <w:tc>
          <w:tcPr>
            <w:tcW w:w="178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45A173A" w14:textId="2229DD6E" w:rsidR="0028186F" w:rsidRPr="00AE1B2C" w:rsidRDefault="00794A39" w:rsidP="003C408B">
            <w:pPr>
              <w:spacing w:after="0" w:line="276" w:lineRule="auto"/>
              <w:jc w:val="left"/>
              <w:rPr>
                <w:rFonts w:eastAsia="PMingLiU"/>
              </w:rPr>
            </w:pPr>
            <w:r w:rsidRPr="00AE1B2C">
              <w:rPr>
                <w:iCs/>
              </w:rPr>
              <w:fldChar w:fldCharType="begin"/>
            </w:r>
            <w:r w:rsidRPr="00AE1B2C">
              <w:rPr>
                <w:iCs/>
              </w:rPr>
              <w:instrText xml:space="preserve"> DOCPROPERTY  DLV  \* MERGEFORMAT </w:instrText>
            </w:r>
            <w:r w:rsidRPr="00AE1B2C">
              <w:rPr>
                <w:iCs/>
              </w:rPr>
              <w:fldChar w:fldCharType="separate"/>
            </w:r>
            <w:r w:rsidR="00746ABF">
              <w:rPr>
                <w:iCs/>
              </w:rPr>
              <w:t>DDCOM-20.4.0-SfA-v1.00</w:t>
            </w:r>
            <w:r w:rsidRPr="00AE1B2C">
              <w:rPr>
                <w:iCs/>
              </w:rPr>
              <w:fldChar w:fldCharType="end"/>
            </w:r>
          </w:p>
        </w:tc>
        <w:tc>
          <w:tcPr>
            <w:tcW w:w="109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7F59C4B" w14:textId="3D6929E2" w:rsidR="0028186F" w:rsidRPr="00AE1B2C" w:rsidRDefault="00C02A50" w:rsidP="0073659A">
            <w:pPr>
              <w:spacing w:after="0" w:line="276" w:lineRule="auto"/>
              <w:jc w:val="left"/>
              <w:rPr>
                <w:rFonts w:eastAsia="PMingLiU"/>
                <w:color w:val="000000"/>
              </w:rPr>
            </w:pPr>
            <w:r w:rsidRPr="00AE1B2C">
              <w:rPr>
                <w:iCs/>
              </w:rPr>
              <w:t>CUSTDEV3</w:t>
            </w:r>
          </w:p>
        </w:tc>
        <w:tc>
          <w:tcPr>
            <w:tcW w:w="89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479A5F1" w14:textId="678E144C" w:rsidR="0028186F" w:rsidRPr="00AE1B2C" w:rsidRDefault="00656DA2" w:rsidP="0073659A">
            <w:pPr>
              <w:spacing w:after="0" w:line="276" w:lineRule="auto"/>
              <w:jc w:val="left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fldChar w:fldCharType="begin"/>
            </w:r>
            <w:r>
              <w:rPr>
                <w:rFonts w:eastAsia="Calibri"/>
                <w:szCs w:val="20"/>
              </w:rPr>
              <w:instrText xml:space="preserve"> DOCPROPERTY  Release  \* MERGEFORMAT </w:instrText>
            </w:r>
            <w:r>
              <w:rPr>
                <w:rFonts w:eastAsia="Calibri"/>
                <w:szCs w:val="20"/>
              </w:rPr>
              <w:fldChar w:fldCharType="separate"/>
            </w:r>
            <w:r w:rsidR="00746ABF">
              <w:rPr>
                <w:rFonts w:eastAsia="Calibri"/>
                <w:szCs w:val="20"/>
              </w:rPr>
              <w:t>20.4.0</w:t>
            </w:r>
            <w:r>
              <w:rPr>
                <w:rFonts w:eastAsia="Calibri"/>
                <w:szCs w:val="20"/>
              </w:rPr>
              <w:fldChar w:fldCharType="end"/>
            </w:r>
          </w:p>
        </w:tc>
        <w:tc>
          <w:tcPr>
            <w:tcW w:w="73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9DFC6F9" w14:textId="2EBE62BF" w:rsidR="0028186F" w:rsidRPr="00AE1B2C" w:rsidRDefault="00656DA2" w:rsidP="0073659A">
            <w:pPr>
              <w:spacing w:after="0" w:line="276" w:lineRule="auto"/>
              <w:jc w:val="lef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fldChar w:fldCharType="begin"/>
            </w:r>
            <w:r>
              <w:rPr>
                <w:rFonts w:eastAsia="Calibri"/>
                <w:color w:val="000000"/>
              </w:rPr>
              <w:instrText xml:space="preserve"> DOCPROPERTY  Date  \* MERGEFORMAT </w:instrText>
            </w:r>
            <w:r>
              <w:rPr>
                <w:rFonts w:eastAsia="Calibri"/>
                <w:color w:val="000000"/>
              </w:rPr>
              <w:fldChar w:fldCharType="separate"/>
            </w:r>
            <w:r w:rsidR="00746ABF">
              <w:rPr>
                <w:rFonts w:eastAsia="Calibri"/>
                <w:color w:val="000000"/>
              </w:rPr>
              <w:t>06/04/2022</w:t>
            </w:r>
            <w:r>
              <w:rPr>
                <w:rFonts w:eastAsia="Calibri"/>
                <w:color w:val="000000"/>
              </w:rPr>
              <w:fldChar w:fldCharType="end"/>
            </w:r>
          </w:p>
        </w:tc>
      </w:tr>
    </w:tbl>
    <w:p w14:paraId="1E01F369" w14:textId="7AD97CBF" w:rsidR="00471835" w:rsidRPr="00AE1B2C" w:rsidRDefault="001F52A3" w:rsidP="001F52A3">
      <w:pPr>
        <w:pStyle w:val="Caption"/>
      </w:pPr>
      <w:bookmarkStart w:id="13" w:name="_Toc100155022"/>
      <w:r w:rsidRPr="00AE1B2C">
        <w:t xml:space="preserve">Table </w:t>
      </w:r>
      <w:r w:rsidR="000271C2">
        <w:fldChar w:fldCharType="begin"/>
      </w:r>
      <w:r w:rsidR="000271C2">
        <w:instrText xml:space="preserve"> SEQ Table \* ARABIC </w:instrText>
      </w:r>
      <w:r w:rsidR="000271C2">
        <w:fldChar w:fldCharType="separate"/>
      </w:r>
      <w:r w:rsidR="00746ABF">
        <w:rPr>
          <w:noProof/>
        </w:rPr>
        <w:t>1</w:t>
      </w:r>
      <w:r w:rsidR="000271C2">
        <w:rPr>
          <w:noProof/>
        </w:rPr>
        <w:fldChar w:fldCharType="end"/>
      </w:r>
      <w:r w:rsidRPr="00AE1B2C">
        <w:t>: Reference documents</w:t>
      </w:r>
      <w:bookmarkEnd w:id="13"/>
    </w:p>
    <w:p w14:paraId="74B283CB" w14:textId="3F31AE78" w:rsidR="00471835" w:rsidRPr="00AE1B2C" w:rsidRDefault="00471835" w:rsidP="00471835">
      <w:pPr>
        <w:pStyle w:val="Heading2"/>
      </w:pPr>
      <w:bookmarkStart w:id="14" w:name="_Toc100155016"/>
      <w:r w:rsidRPr="00AE1B2C">
        <w:t>Applicable documents</w:t>
      </w:r>
      <w:bookmarkEnd w:id="14"/>
    </w:p>
    <w:p w14:paraId="6FFF02F7" w14:textId="452802A6" w:rsidR="005C772B" w:rsidRPr="00AE1B2C" w:rsidRDefault="005C772B" w:rsidP="005C772B">
      <w:pPr>
        <w:rPr>
          <w:lang w:eastAsia="ko-KR"/>
        </w:rPr>
      </w:pPr>
      <w:r w:rsidRPr="00AE1B2C">
        <w:rPr>
          <w:lang w:eastAsia="ko-KR"/>
        </w:rPr>
        <w:t>The table below lists</w:t>
      </w:r>
      <w:r w:rsidR="001F5DD2" w:rsidRPr="00AE1B2C">
        <w:rPr>
          <w:lang w:eastAsia="ko-KR"/>
        </w:rPr>
        <w:t xml:space="preserve"> the</w:t>
      </w:r>
      <w:r w:rsidRPr="00AE1B2C">
        <w:rPr>
          <w:lang w:eastAsia="ko-KR"/>
        </w:rPr>
        <w:t xml:space="preserve"> documents to which the current document must be compliant</w:t>
      </w:r>
      <w:r w:rsidR="003449C2" w:rsidRPr="00AE1B2C">
        <w:rPr>
          <w:lang w:eastAsia="ko-KR"/>
        </w:rPr>
        <w:t xml:space="preserve"> (e.g. FWC, SC, </w:t>
      </w:r>
      <w:proofErr w:type="spellStart"/>
      <w:r w:rsidR="003449C2" w:rsidRPr="00AE1B2C">
        <w:rPr>
          <w:lang w:eastAsia="ko-KR"/>
        </w:rPr>
        <w:t>RfA</w:t>
      </w:r>
      <w:proofErr w:type="spellEnd"/>
      <w:r w:rsidR="003449C2" w:rsidRPr="00AE1B2C">
        <w:rPr>
          <w:lang w:eastAsia="ko-KR"/>
        </w:rPr>
        <w:t>)</w:t>
      </w:r>
      <w:r w:rsidRPr="00AE1B2C">
        <w:rPr>
          <w:lang w:eastAsia="ko-KR"/>
        </w:rPr>
        <w:t>.</w:t>
      </w: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64"/>
        <w:gridCol w:w="3214"/>
        <w:gridCol w:w="2097"/>
        <w:gridCol w:w="1590"/>
        <w:gridCol w:w="1298"/>
      </w:tblGrid>
      <w:tr w:rsidR="0028186F" w:rsidRPr="00AE1B2C" w14:paraId="5A5A8DB4" w14:textId="77777777" w:rsidTr="004E4BBE">
        <w:trPr>
          <w:tblHeader/>
        </w:trPr>
        <w:tc>
          <w:tcPr>
            <w:tcW w:w="47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5977864F" w14:textId="77777777" w:rsidR="0028186F" w:rsidRPr="00AE1B2C" w:rsidRDefault="0028186F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bookmarkStart w:id="15" w:name="_Toc9855251"/>
            <w:bookmarkStart w:id="16" w:name="_Toc424222772"/>
            <w:r w:rsidRPr="00AE1B2C">
              <w:rPr>
                <w:rFonts w:eastAsia="PMingLiU"/>
                <w:b/>
                <w:bCs/>
                <w:color w:val="000000"/>
              </w:rPr>
              <w:t>Ref.</w:t>
            </w:r>
          </w:p>
        </w:tc>
        <w:tc>
          <w:tcPr>
            <w:tcW w:w="177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5968620F" w14:textId="77777777" w:rsidR="0028186F" w:rsidRPr="00AE1B2C" w:rsidRDefault="0028186F" w:rsidP="006E49FF">
            <w:pPr>
              <w:pStyle w:val="TableHeading"/>
              <w:rPr>
                <w:rFonts w:ascii="Times New Roman" w:hAnsi="Times New Roman"/>
              </w:rPr>
            </w:pPr>
            <w:r w:rsidRPr="00AE1B2C">
              <w:rPr>
                <w:rFonts w:ascii="Times New Roman" w:hAnsi="Times New Roman"/>
              </w:rPr>
              <w:t>Title</w:t>
            </w:r>
          </w:p>
        </w:tc>
        <w:tc>
          <w:tcPr>
            <w:tcW w:w="115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486BFBB" w14:textId="4CE57F84" w:rsidR="0028186F" w:rsidRPr="00AE1B2C" w:rsidRDefault="00090050" w:rsidP="0073659A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</w:rPr>
            </w:pPr>
            <w:r w:rsidRPr="00AE1B2C">
              <w:rPr>
                <w:rFonts w:eastAsia="PMingLiU"/>
                <w:b/>
                <w:bCs/>
                <w:color w:val="000000"/>
              </w:rPr>
              <w:t>Originator</w:t>
            </w:r>
          </w:p>
        </w:tc>
        <w:tc>
          <w:tcPr>
            <w:tcW w:w="87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0761A17" w14:textId="77777777" w:rsidR="0028186F" w:rsidRPr="00AE1B2C" w:rsidRDefault="0028186F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AE1B2C">
              <w:rPr>
                <w:rFonts w:eastAsia="Calibri"/>
                <w:b/>
                <w:bCs/>
                <w:color w:val="000000"/>
              </w:rPr>
              <w:t>Version</w:t>
            </w:r>
          </w:p>
        </w:tc>
        <w:tc>
          <w:tcPr>
            <w:tcW w:w="71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DD39DD4" w14:textId="77777777" w:rsidR="0028186F" w:rsidRPr="00AE1B2C" w:rsidRDefault="0028186F" w:rsidP="0073659A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</w:rPr>
            </w:pPr>
            <w:r w:rsidRPr="00AE1B2C">
              <w:rPr>
                <w:rFonts w:eastAsia="Calibri"/>
                <w:b/>
                <w:bCs/>
                <w:color w:val="000000"/>
              </w:rPr>
              <w:t>Date</w:t>
            </w:r>
          </w:p>
        </w:tc>
      </w:tr>
      <w:tr w:rsidR="00255820" w:rsidRPr="00AE1B2C" w14:paraId="3D2E0DA7" w14:textId="77777777" w:rsidTr="00EE6640">
        <w:trPr>
          <w:trHeight w:val="61"/>
        </w:trPr>
        <w:tc>
          <w:tcPr>
            <w:tcW w:w="47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6D7518F" w14:textId="3F4C601D" w:rsidR="00255820" w:rsidRPr="00AE1B2C" w:rsidRDefault="009C4EB8" w:rsidP="00255820">
            <w:pPr>
              <w:spacing w:after="0" w:line="276" w:lineRule="auto"/>
              <w:jc w:val="left"/>
            </w:pPr>
            <w:r w:rsidRPr="00AE1B2C">
              <w:t>A</w:t>
            </w:r>
            <w:r w:rsidRPr="00AE1B2C">
              <w:fldChar w:fldCharType="begin"/>
            </w:r>
            <w:r w:rsidRPr="00AE1B2C">
              <w:instrText xml:space="preserve"> SEQ ApplicableDocs \# "00" </w:instrText>
            </w:r>
            <w:r w:rsidRPr="00AE1B2C">
              <w:fldChar w:fldCharType="separate"/>
            </w:r>
            <w:r w:rsidR="00746ABF">
              <w:rPr>
                <w:noProof/>
              </w:rPr>
              <w:t>01</w:t>
            </w:r>
            <w:r w:rsidRPr="00AE1B2C">
              <w:fldChar w:fldCharType="end"/>
            </w:r>
          </w:p>
        </w:tc>
        <w:tc>
          <w:tcPr>
            <w:tcW w:w="177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D60BAB5" w14:textId="5B6C2877" w:rsidR="00255820" w:rsidRPr="00AE1B2C" w:rsidRDefault="00255820" w:rsidP="00255820">
            <w:pPr>
              <w:spacing w:after="0" w:line="276" w:lineRule="auto"/>
              <w:jc w:val="left"/>
            </w:pPr>
            <w:r w:rsidRPr="00AE1B2C">
              <w:t>CUST-DEV3 Framework Quality Plan</w:t>
            </w:r>
          </w:p>
        </w:tc>
        <w:tc>
          <w:tcPr>
            <w:tcW w:w="115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2E790D7" w14:textId="30A7663D" w:rsidR="00255820" w:rsidRPr="00550347" w:rsidRDefault="00550347" w:rsidP="00255820">
            <w:pPr>
              <w:spacing w:after="0" w:line="276" w:lineRule="auto"/>
              <w:jc w:val="left"/>
              <w:rPr>
                <w:rFonts w:eastAsia="PMingLiU"/>
                <w:color w:val="000000"/>
                <w:lang w:val="en-US"/>
              </w:rPr>
            </w:pPr>
            <w:r>
              <w:rPr>
                <w:rFonts w:eastAsia="PMingLiU"/>
                <w:color w:val="000000"/>
                <w:lang w:val="en-US"/>
              </w:rPr>
              <w:t>CUST-DEV3</w:t>
            </w:r>
          </w:p>
        </w:tc>
        <w:tc>
          <w:tcPr>
            <w:tcW w:w="87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8AC4EE9" w14:textId="5F5947DA" w:rsidR="00255820" w:rsidRPr="00AE1B2C" w:rsidRDefault="00255820" w:rsidP="00255820">
            <w:pPr>
              <w:spacing w:after="0" w:line="276" w:lineRule="auto"/>
              <w:jc w:val="left"/>
            </w:pPr>
            <w:r w:rsidRPr="00AE1B2C">
              <w:t>1.30</w:t>
            </w:r>
          </w:p>
        </w:tc>
        <w:tc>
          <w:tcPr>
            <w:tcW w:w="71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55C3370" w14:textId="7F26623D" w:rsidR="00255820" w:rsidRPr="00AE1B2C" w:rsidRDefault="00255820" w:rsidP="00255820">
            <w:pPr>
              <w:spacing w:after="0" w:line="276" w:lineRule="auto"/>
              <w:jc w:val="left"/>
            </w:pPr>
            <w:r w:rsidRPr="00AE1B2C">
              <w:t>14/05/2020</w:t>
            </w:r>
          </w:p>
        </w:tc>
      </w:tr>
    </w:tbl>
    <w:p w14:paraId="714555A4" w14:textId="1E869E72" w:rsidR="00284E57" w:rsidRPr="00AE1B2C" w:rsidRDefault="00BC6090" w:rsidP="001F03D8">
      <w:pPr>
        <w:pStyle w:val="Caption"/>
      </w:pPr>
      <w:bookmarkStart w:id="17" w:name="_Toc100155023"/>
      <w:r w:rsidRPr="00AE1B2C">
        <w:t xml:space="preserve">Table </w:t>
      </w:r>
      <w:r w:rsidR="000271C2">
        <w:fldChar w:fldCharType="begin"/>
      </w:r>
      <w:r w:rsidR="000271C2">
        <w:instrText xml:space="preserve"> SEQ Table \* ARABIC </w:instrText>
      </w:r>
      <w:r w:rsidR="000271C2">
        <w:fldChar w:fldCharType="separate"/>
      </w:r>
      <w:r w:rsidR="00746ABF">
        <w:rPr>
          <w:noProof/>
        </w:rPr>
        <w:t>2</w:t>
      </w:r>
      <w:r w:rsidR="000271C2">
        <w:rPr>
          <w:noProof/>
        </w:rPr>
        <w:fldChar w:fldCharType="end"/>
      </w:r>
      <w:r w:rsidRPr="00AE1B2C">
        <w:t>: Applicable documents</w:t>
      </w:r>
      <w:bookmarkEnd w:id="15"/>
      <w:bookmarkEnd w:id="16"/>
      <w:bookmarkEnd w:id="17"/>
    </w:p>
    <w:p w14:paraId="39406773" w14:textId="3531534A" w:rsidR="001F03D8" w:rsidRPr="00AE1B2C" w:rsidRDefault="001F03D8" w:rsidP="001F03D8">
      <w:pPr>
        <w:pStyle w:val="Heading2"/>
      </w:pPr>
      <w:bookmarkStart w:id="18" w:name="_Toc100155017"/>
      <w:r w:rsidRPr="00AE1B2C">
        <w:lastRenderedPageBreak/>
        <w:t>Abbreviations &amp; acronyms</w:t>
      </w:r>
      <w:bookmarkEnd w:id="18"/>
    </w:p>
    <w:p w14:paraId="2F96A3B1" w14:textId="3B691C36" w:rsidR="001F52A3" w:rsidRPr="00AE1B2C" w:rsidRDefault="001F03D8" w:rsidP="001F03D8">
      <w:pPr>
        <w:rPr>
          <w:szCs w:val="22"/>
        </w:rPr>
      </w:pPr>
      <w:r w:rsidRPr="00AE1B2C">
        <w:rPr>
          <w:szCs w:val="22"/>
        </w:rPr>
        <w:t>For a better understanding of the present document, the following table provides a list of the principal abbreviations and acronyms used.</w:t>
      </w:r>
    </w:p>
    <w:p w14:paraId="3EB677C4" w14:textId="1F11B63C" w:rsidR="001F03D8" w:rsidRDefault="001F03D8" w:rsidP="001F03D8">
      <w:pPr>
        <w:pStyle w:val="Text2"/>
        <w:rPr>
          <w:rFonts w:ascii="Times New Roman" w:hAnsi="Times New Roman"/>
          <w:sz w:val="22"/>
          <w:szCs w:val="22"/>
        </w:rPr>
      </w:pPr>
      <w:r w:rsidRPr="00AE1B2C">
        <w:rPr>
          <w:rFonts w:ascii="Times New Roman" w:hAnsi="Times New Roman"/>
          <w:sz w:val="22"/>
          <w:szCs w:val="22"/>
        </w:rPr>
        <w:t xml:space="preserve">See also the </w:t>
      </w:r>
      <w:r w:rsidR="002F51DA" w:rsidRPr="00AE1B2C">
        <w:rPr>
          <w:rFonts w:ascii="Times New Roman" w:hAnsi="Times New Roman"/>
          <w:sz w:val="22"/>
          <w:szCs w:val="22"/>
        </w:rPr>
        <w:t>‘</w:t>
      </w:r>
      <w:r w:rsidRPr="00AE1B2C">
        <w:rPr>
          <w:rFonts w:ascii="Times New Roman" w:hAnsi="Times New Roman"/>
          <w:sz w:val="22"/>
          <w:szCs w:val="22"/>
        </w:rPr>
        <w:t>list of acronyms</w:t>
      </w:r>
      <w:r w:rsidR="002F51DA" w:rsidRPr="00AE1B2C">
        <w:rPr>
          <w:rFonts w:ascii="Times New Roman" w:hAnsi="Times New Roman"/>
          <w:sz w:val="22"/>
          <w:szCs w:val="22"/>
        </w:rPr>
        <w:t>’</w:t>
      </w:r>
      <w:r w:rsidRPr="00AE1B2C">
        <w:rPr>
          <w:rFonts w:ascii="Times New Roman" w:hAnsi="Times New Roman"/>
          <w:sz w:val="22"/>
          <w:szCs w:val="22"/>
        </w:rPr>
        <w:t xml:space="preserve"> on TEMPO.</w:t>
      </w:r>
    </w:p>
    <w:p w14:paraId="00E2C46D" w14:textId="77777777" w:rsidR="00407F6C" w:rsidRPr="00AE1B2C" w:rsidRDefault="00407F6C" w:rsidP="001F03D8">
      <w:pPr>
        <w:pStyle w:val="Text2"/>
        <w:rPr>
          <w:rFonts w:ascii="Times New Roman" w:hAnsi="Times New Roman"/>
          <w:sz w:val="22"/>
          <w:szCs w:val="22"/>
        </w:rPr>
      </w:pP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95"/>
        <w:gridCol w:w="6368"/>
      </w:tblGrid>
      <w:tr w:rsidR="00FA5A8B" w:rsidRPr="00AE1B2C" w14:paraId="6111240C" w14:textId="77777777" w:rsidTr="00A168AD">
        <w:trPr>
          <w:tblHeader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3A77A3FE" w14:textId="77777777" w:rsidR="00FA5A8B" w:rsidRPr="00AE1B2C" w:rsidRDefault="00FA5A8B" w:rsidP="005033EF">
            <w:pPr>
              <w:spacing w:after="0" w:line="276" w:lineRule="auto"/>
              <w:jc w:val="left"/>
              <w:rPr>
                <w:rFonts w:eastAsia="PMingLiU"/>
                <w:b/>
                <w:bCs/>
                <w:color w:val="000000"/>
                <w:szCs w:val="22"/>
              </w:rPr>
            </w:pPr>
            <w:r w:rsidRPr="00AE1B2C">
              <w:rPr>
                <w:rFonts w:eastAsia="PMingLiU"/>
                <w:b/>
                <w:bCs/>
                <w:color w:val="000000"/>
                <w:szCs w:val="22"/>
              </w:rPr>
              <w:t>Abbreviation/Acronym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</w:tcPr>
          <w:p w14:paraId="1ADB1068" w14:textId="77777777" w:rsidR="00FA5A8B" w:rsidRPr="00AE1B2C" w:rsidRDefault="00FA5A8B" w:rsidP="005033EF">
            <w:pPr>
              <w:spacing w:after="0" w:line="276" w:lineRule="auto"/>
              <w:jc w:val="left"/>
              <w:rPr>
                <w:rFonts w:eastAsia="Calibri"/>
                <w:b/>
                <w:bCs/>
                <w:color w:val="000000"/>
                <w:szCs w:val="22"/>
              </w:rPr>
            </w:pPr>
            <w:r w:rsidRPr="00AE1B2C">
              <w:rPr>
                <w:rFonts w:eastAsia="Calibri"/>
                <w:b/>
                <w:bCs/>
                <w:color w:val="000000"/>
                <w:szCs w:val="22"/>
              </w:rPr>
              <w:t>Definition</w:t>
            </w:r>
          </w:p>
        </w:tc>
      </w:tr>
      <w:tr w:rsidR="00FA5A8B" w:rsidRPr="00AE1B2C" w14:paraId="5B916716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9A0B806" w14:textId="77777777" w:rsidR="00FA5A8B" w:rsidRPr="00AE1B2C" w:rsidRDefault="00FA5A8B" w:rsidP="00F16DBB">
            <w:pPr>
              <w:spacing w:after="0" w:line="276" w:lineRule="auto"/>
              <w:jc w:val="left"/>
              <w:rPr>
                <w:szCs w:val="22"/>
              </w:rPr>
            </w:pPr>
            <w:r w:rsidRPr="00F16DBB">
              <w:rPr>
                <w:szCs w:val="22"/>
              </w:rPr>
              <w:t>DDCO</w:t>
            </w:r>
            <w:r>
              <w:rPr>
                <w:szCs w:val="22"/>
              </w:rPr>
              <w:t>M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5C0ABF3" w14:textId="77777777" w:rsidR="00FA5A8B" w:rsidRPr="00AE1B2C" w:rsidRDefault="00FA5A8B" w:rsidP="00F16DBB">
            <w:pPr>
              <w:spacing w:after="0" w:line="276" w:lineRule="auto"/>
              <w:jc w:val="left"/>
              <w:rPr>
                <w:szCs w:val="22"/>
              </w:rPr>
            </w:pPr>
            <w:r w:rsidRPr="00F16DBB">
              <w:rPr>
                <w:szCs w:val="22"/>
              </w:rPr>
              <w:t>Design Document for Common Operations and Methods</w:t>
            </w:r>
          </w:p>
        </w:tc>
      </w:tr>
      <w:tr w:rsidR="00FA5A8B" w:rsidRPr="00AE1B2C" w14:paraId="7DFA3614" w14:textId="77777777" w:rsidTr="006512C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42CA0B7" w14:textId="77777777" w:rsidR="00FA5A8B" w:rsidRPr="00F16DBB" w:rsidRDefault="00FA5A8B" w:rsidP="00A57210">
            <w:pPr>
              <w:spacing w:after="0" w:line="276" w:lineRule="auto"/>
              <w:jc w:val="left"/>
              <w:rPr>
                <w:szCs w:val="22"/>
              </w:rPr>
            </w:pPr>
            <w:r w:rsidRPr="00A57210">
              <w:rPr>
                <w:szCs w:val="22"/>
              </w:rPr>
              <w:t>DDNA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F1E71A2" w14:textId="77777777" w:rsidR="00FA5A8B" w:rsidRPr="00F16DBB" w:rsidRDefault="00FA5A8B" w:rsidP="00A57210">
            <w:pPr>
              <w:spacing w:after="0" w:line="276" w:lineRule="auto"/>
              <w:jc w:val="left"/>
              <w:rPr>
                <w:szCs w:val="22"/>
              </w:rPr>
            </w:pPr>
            <w:r w:rsidRPr="00A57210">
              <w:rPr>
                <w:szCs w:val="22"/>
              </w:rPr>
              <w:t>Design Document for National Applications</w:t>
            </w:r>
          </w:p>
        </w:tc>
      </w:tr>
      <w:tr w:rsidR="00FA5A8B" w:rsidRPr="00AE1B2C" w14:paraId="1451C889" w14:textId="77777777" w:rsidTr="006512C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2F9A291" w14:textId="77777777" w:rsidR="00FA5A8B" w:rsidRPr="00F16DBB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294C45">
              <w:rPr>
                <w:szCs w:val="22"/>
              </w:rPr>
              <w:t>DDNTA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DDE4D8C" w14:textId="77777777" w:rsidR="00FA5A8B" w:rsidRPr="00F16DBB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294C45">
              <w:rPr>
                <w:szCs w:val="22"/>
              </w:rPr>
              <w:t>Design Document for National Transit Applications</w:t>
            </w:r>
          </w:p>
        </w:tc>
      </w:tr>
      <w:tr w:rsidR="00FA5A8B" w:rsidRPr="00AE1B2C" w14:paraId="6DE27689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086DDA1" w14:textId="77777777" w:rsidR="00FA5A8B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>DDNXA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0F12341" w14:textId="77777777" w:rsidR="00FA5A8B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CD5E59">
              <w:rPr>
                <w:szCs w:val="22"/>
              </w:rPr>
              <w:t>Design Document for National Export Application</w:t>
            </w:r>
          </w:p>
        </w:tc>
      </w:tr>
      <w:tr w:rsidR="00FA5A8B" w:rsidRPr="00AE1B2C" w14:paraId="238AB400" w14:textId="77777777" w:rsidTr="008733F8">
        <w:trPr>
          <w:trHeight w:val="61"/>
        </w:trPr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3EA64C6" w14:textId="77777777" w:rsidR="00FA5A8B" w:rsidRPr="00AE1B2C" w:rsidRDefault="00FA5A8B" w:rsidP="00294C45">
            <w:pPr>
              <w:spacing w:after="0" w:line="276" w:lineRule="auto"/>
              <w:jc w:val="left"/>
              <w:rPr>
                <w:rFonts w:eastAsia="PMingLiU"/>
                <w:color w:val="000000"/>
                <w:szCs w:val="22"/>
              </w:rPr>
            </w:pPr>
            <w:r w:rsidRPr="00AE1B2C">
              <w:rPr>
                <w:szCs w:val="22"/>
              </w:rPr>
              <w:t>DG</w:t>
            </w:r>
            <w:r>
              <w:rPr>
                <w:szCs w:val="22"/>
              </w:rPr>
              <w:t xml:space="preserve"> </w:t>
            </w:r>
            <w:r w:rsidRPr="00AE1B2C">
              <w:rPr>
                <w:szCs w:val="22"/>
              </w:rPr>
              <w:t>TAXUD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228D545" w14:textId="77777777" w:rsidR="00FA5A8B" w:rsidRPr="00AE1B2C" w:rsidRDefault="00FA5A8B" w:rsidP="00294C45">
            <w:pPr>
              <w:spacing w:after="0" w:line="276" w:lineRule="auto"/>
              <w:jc w:val="left"/>
              <w:rPr>
                <w:rFonts w:eastAsia="PMingLiU"/>
                <w:color w:val="000000"/>
                <w:szCs w:val="22"/>
              </w:rPr>
            </w:pPr>
            <w:r w:rsidRPr="00AE1B2C">
              <w:rPr>
                <w:szCs w:val="22"/>
              </w:rPr>
              <w:t>Directorate-General Taxation and Customs Union</w:t>
            </w:r>
          </w:p>
        </w:tc>
      </w:tr>
      <w:tr w:rsidR="00FA5A8B" w:rsidRPr="00AE1B2C" w14:paraId="2546B52C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B282843" w14:textId="77777777" w:rsidR="00FA5A8B" w:rsidRPr="00AE1B2C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DLV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E9D5805" w14:textId="77777777" w:rsidR="00FA5A8B" w:rsidRPr="00AE1B2C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Deliverable</w:t>
            </w:r>
          </w:p>
        </w:tc>
      </w:tr>
      <w:tr w:rsidR="00FA5A8B" w:rsidRPr="00AE1B2C" w14:paraId="29643DE3" w14:textId="77777777" w:rsidTr="006512CC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4A12E7B" w14:textId="77777777" w:rsidR="00FA5A8B" w:rsidRPr="00AE1B2C" w:rsidRDefault="00FA5A8B" w:rsidP="00F50DF1">
            <w:pPr>
              <w:spacing w:after="0" w:line="276" w:lineRule="auto"/>
              <w:jc w:val="left"/>
              <w:rPr>
                <w:szCs w:val="22"/>
              </w:rPr>
            </w:pPr>
            <w:r w:rsidRPr="00F50DF1">
              <w:rPr>
                <w:szCs w:val="22"/>
              </w:rPr>
              <w:t>RFC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680E1D3" w14:textId="77777777" w:rsidR="00FA5A8B" w:rsidRPr="00AE1B2C" w:rsidRDefault="00FA5A8B" w:rsidP="00F50DF1">
            <w:pPr>
              <w:spacing w:after="0" w:line="276" w:lineRule="auto"/>
              <w:jc w:val="left"/>
              <w:rPr>
                <w:szCs w:val="22"/>
              </w:rPr>
            </w:pPr>
            <w:r w:rsidRPr="00F50DF1">
              <w:rPr>
                <w:szCs w:val="22"/>
              </w:rPr>
              <w:t>Request for Change</w:t>
            </w:r>
          </w:p>
        </w:tc>
      </w:tr>
      <w:tr w:rsidR="00FA5A8B" w:rsidRPr="00AE1B2C" w14:paraId="5F29CDC5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5A6E5F7" w14:textId="77777777" w:rsidR="00FA5A8B" w:rsidRPr="00AE1B2C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RNO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ED0E68E" w14:textId="77777777" w:rsidR="00FA5A8B" w:rsidRPr="00AE1B2C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Release Note</w:t>
            </w:r>
          </w:p>
        </w:tc>
      </w:tr>
      <w:tr w:rsidR="00FA5A8B" w:rsidRPr="00AE1B2C" w14:paraId="2D9CB2DA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1C7E5E4" w14:textId="77777777" w:rsidR="00FA5A8B" w:rsidRPr="00AE1B2C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SC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CCB482D" w14:textId="77777777" w:rsidR="00FA5A8B" w:rsidRPr="00AE1B2C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Specific Contract</w:t>
            </w:r>
          </w:p>
        </w:tc>
      </w:tr>
      <w:tr w:rsidR="00FA5A8B" w:rsidRPr="00AE1B2C" w14:paraId="0CE2B886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F861A20" w14:textId="77777777" w:rsidR="00FA5A8B" w:rsidRPr="00AE1B2C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SfA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6A54207" w14:textId="77777777" w:rsidR="00FA5A8B" w:rsidRPr="00AE1B2C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Submit for Acceptance</w:t>
            </w:r>
          </w:p>
        </w:tc>
      </w:tr>
      <w:tr w:rsidR="00FA5A8B" w:rsidRPr="00AE1B2C" w14:paraId="041781B9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0CDA612" w14:textId="77777777" w:rsidR="00FA5A8B" w:rsidRPr="00AE1B2C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SfI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C6905FD" w14:textId="77777777" w:rsidR="00FA5A8B" w:rsidRPr="00AE1B2C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Submit for Information</w:t>
            </w:r>
          </w:p>
        </w:tc>
      </w:tr>
      <w:tr w:rsidR="00FA5A8B" w:rsidRPr="00AE1B2C" w14:paraId="2B618FD9" w14:textId="77777777" w:rsidTr="008733F8">
        <w:tc>
          <w:tcPr>
            <w:tcW w:w="1487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4D83C46" w14:textId="77777777" w:rsidR="00FA5A8B" w:rsidRPr="00AE1B2C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SfR</w:t>
            </w:r>
          </w:p>
        </w:tc>
        <w:tc>
          <w:tcPr>
            <w:tcW w:w="351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68D0765" w14:textId="77777777" w:rsidR="00FA5A8B" w:rsidRPr="00AE1B2C" w:rsidRDefault="00FA5A8B" w:rsidP="00294C45">
            <w:pPr>
              <w:spacing w:after="0" w:line="276" w:lineRule="auto"/>
              <w:jc w:val="left"/>
              <w:rPr>
                <w:szCs w:val="22"/>
              </w:rPr>
            </w:pPr>
            <w:r w:rsidRPr="00AE1B2C">
              <w:rPr>
                <w:szCs w:val="22"/>
              </w:rPr>
              <w:t>Submit for Review</w:t>
            </w:r>
          </w:p>
        </w:tc>
      </w:tr>
    </w:tbl>
    <w:p w14:paraId="4A6C198F" w14:textId="0894B2A1" w:rsidR="00C44F11" w:rsidRPr="00AE1B2C" w:rsidRDefault="001F03D8" w:rsidP="001F03D8">
      <w:pPr>
        <w:pStyle w:val="Caption"/>
        <w:keepNext/>
        <w:rPr>
          <w:szCs w:val="22"/>
        </w:rPr>
      </w:pPr>
      <w:bookmarkStart w:id="19" w:name="_Reference_Documents"/>
      <w:bookmarkStart w:id="20" w:name="_Toc11335282"/>
      <w:bookmarkStart w:id="21" w:name="_Toc100155024"/>
      <w:bookmarkEnd w:id="19"/>
      <w:r w:rsidRPr="00AE1B2C">
        <w:rPr>
          <w:szCs w:val="22"/>
        </w:rPr>
        <w:t xml:space="preserve">Table </w:t>
      </w:r>
      <w:r w:rsidRPr="00AE1B2C">
        <w:rPr>
          <w:szCs w:val="22"/>
        </w:rPr>
        <w:fldChar w:fldCharType="begin"/>
      </w:r>
      <w:r w:rsidRPr="00AE1B2C">
        <w:rPr>
          <w:szCs w:val="22"/>
        </w:rPr>
        <w:instrText xml:space="preserve"> SEQ Table \* ARABIC </w:instrText>
      </w:r>
      <w:r w:rsidRPr="00AE1B2C">
        <w:rPr>
          <w:szCs w:val="22"/>
        </w:rPr>
        <w:fldChar w:fldCharType="separate"/>
      </w:r>
      <w:r w:rsidR="00746ABF">
        <w:rPr>
          <w:noProof/>
          <w:szCs w:val="22"/>
        </w:rPr>
        <w:t>3</w:t>
      </w:r>
      <w:r w:rsidRPr="00AE1B2C">
        <w:rPr>
          <w:szCs w:val="22"/>
        </w:rPr>
        <w:fldChar w:fldCharType="end"/>
      </w:r>
      <w:r w:rsidRPr="00AE1B2C">
        <w:rPr>
          <w:szCs w:val="22"/>
        </w:rPr>
        <w:t>: Abbreviations and acronyms</w:t>
      </w:r>
      <w:bookmarkEnd w:id="20"/>
      <w:bookmarkEnd w:id="21"/>
    </w:p>
    <w:p w14:paraId="4E6628A0" w14:textId="0E7A763F" w:rsidR="00E56484" w:rsidRDefault="00E56484">
      <w:pPr>
        <w:spacing w:after="0" w:line="240" w:lineRule="auto"/>
        <w:jc w:val="left"/>
        <w:rPr>
          <w:b/>
        </w:rPr>
      </w:pPr>
    </w:p>
    <w:p w14:paraId="0B1712DA" w14:textId="35957A6B" w:rsidR="00480182" w:rsidRDefault="00480182">
      <w:pPr>
        <w:spacing w:after="0" w:line="240" w:lineRule="auto"/>
        <w:jc w:val="left"/>
        <w:rPr>
          <w:b/>
        </w:rPr>
      </w:pPr>
    </w:p>
    <w:p w14:paraId="4286195D" w14:textId="15B3CA92" w:rsidR="00480182" w:rsidRDefault="00480182">
      <w:pPr>
        <w:spacing w:after="0" w:line="240" w:lineRule="auto"/>
        <w:jc w:val="left"/>
        <w:rPr>
          <w:b/>
        </w:rPr>
      </w:pPr>
    </w:p>
    <w:p w14:paraId="2D6F0BCC" w14:textId="77777777" w:rsidR="00480182" w:rsidRDefault="00480182">
      <w:pPr>
        <w:spacing w:after="0" w:line="240" w:lineRule="auto"/>
        <w:jc w:val="left"/>
        <w:rPr>
          <w:b/>
        </w:rPr>
      </w:pPr>
    </w:p>
    <w:p w14:paraId="4C788E28" w14:textId="77777777" w:rsidR="00C44F11" w:rsidRPr="005F563E" w:rsidRDefault="00C44F11" w:rsidP="00C44F11">
      <w:pPr>
        <w:pStyle w:val="Heading1"/>
        <w:tabs>
          <w:tab w:val="clear" w:pos="510"/>
          <w:tab w:val="num" w:pos="432"/>
        </w:tabs>
        <w:spacing w:before="240" w:line="240" w:lineRule="auto"/>
        <w:ind w:right="864"/>
      </w:pPr>
      <w:bookmarkStart w:id="22" w:name="_Toc413846051"/>
      <w:bookmarkStart w:id="23" w:name="_Ref469907840"/>
      <w:bookmarkStart w:id="24" w:name="_Ref469907868"/>
      <w:bookmarkStart w:id="25" w:name="_Ref526352631"/>
      <w:bookmarkStart w:id="26" w:name="_Toc40778747"/>
      <w:bookmarkStart w:id="27" w:name="_Toc100155018"/>
      <w:r w:rsidRPr="005F563E">
        <w:t>Delivery Contents</w:t>
      </w:r>
      <w:bookmarkEnd w:id="22"/>
      <w:bookmarkEnd w:id="23"/>
      <w:bookmarkEnd w:id="24"/>
      <w:bookmarkEnd w:id="25"/>
      <w:bookmarkEnd w:id="26"/>
      <w:bookmarkEnd w:id="27"/>
    </w:p>
    <w:p w14:paraId="3398B89F" w14:textId="40B80248" w:rsidR="00F70EA0" w:rsidRDefault="00F70EA0" w:rsidP="00F70EA0">
      <w:pPr>
        <w:spacing w:after="0" w:line="240" w:lineRule="auto"/>
        <w:jc w:val="left"/>
        <w:rPr>
          <w:szCs w:val="22"/>
        </w:rPr>
      </w:pPr>
      <w:r w:rsidRPr="00F70EA0">
        <w:rPr>
          <w:szCs w:val="22"/>
        </w:rPr>
        <w:t xml:space="preserve">This is the delivery of the </w:t>
      </w:r>
      <w:r w:rsidR="00A53F64">
        <w:rPr>
          <w:szCs w:val="22"/>
        </w:rPr>
        <w:fldChar w:fldCharType="begin"/>
      </w:r>
      <w:r w:rsidR="00A53F64">
        <w:rPr>
          <w:szCs w:val="22"/>
        </w:rPr>
        <w:instrText xml:space="preserve"> DOCPROPERTY  DLV  \* MERGEFORMAT </w:instrText>
      </w:r>
      <w:r w:rsidR="00A53F64">
        <w:rPr>
          <w:szCs w:val="22"/>
        </w:rPr>
        <w:fldChar w:fldCharType="separate"/>
      </w:r>
      <w:r w:rsidR="00746ABF">
        <w:rPr>
          <w:szCs w:val="22"/>
        </w:rPr>
        <w:t>DDCOM-20.4.0-SfA-v1.00</w:t>
      </w:r>
      <w:r w:rsidR="00A53F64">
        <w:rPr>
          <w:szCs w:val="22"/>
        </w:rPr>
        <w:fldChar w:fldCharType="end"/>
      </w:r>
      <w:r w:rsidR="00A53F64" w:rsidRPr="00A53F64">
        <w:rPr>
          <w:szCs w:val="22"/>
          <w:lang w:val="en-US"/>
        </w:rPr>
        <w:t xml:space="preserve"> </w:t>
      </w:r>
      <w:r w:rsidRPr="00F70EA0">
        <w:rPr>
          <w:szCs w:val="22"/>
        </w:rPr>
        <w:t xml:space="preserve">release package. </w:t>
      </w:r>
    </w:p>
    <w:p w14:paraId="750A696C" w14:textId="77777777" w:rsidR="00F70EA0" w:rsidRDefault="00F70EA0" w:rsidP="00F70EA0">
      <w:pPr>
        <w:spacing w:after="0" w:line="240" w:lineRule="auto"/>
        <w:jc w:val="left"/>
        <w:rPr>
          <w:szCs w:val="22"/>
        </w:rPr>
      </w:pPr>
    </w:p>
    <w:p w14:paraId="0AA9400B" w14:textId="77777777" w:rsidR="00C2619D" w:rsidRDefault="00F70EA0" w:rsidP="00E56484">
      <w:pPr>
        <w:spacing w:after="0" w:line="240" w:lineRule="auto"/>
        <w:jc w:val="left"/>
        <w:rPr>
          <w:szCs w:val="22"/>
        </w:rPr>
      </w:pPr>
      <w:r w:rsidRPr="00E56484">
        <w:rPr>
          <w:szCs w:val="22"/>
        </w:rPr>
        <w:t xml:space="preserve">The delivery consists of: </w:t>
      </w:r>
    </w:p>
    <w:p w14:paraId="0FCED43A" w14:textId="3696FB10" w:rsidR="00F70EA0" w:rsidRDefault="00EE6640" w:rsidP="000271C2">
      <w:pPr>
        <w:pStyle w:val="ListParagraph"/>
        <w:numPr>
          <w:ilvl w:val="0"/>
          <w:numId w:val="43"/>
        </w:numPr>
        <w:spacing w:after="0"/>
        <w:jc w:val="left"/>
        <w:rPr>
          <w:szCs w:val="22"/>
        </w:rPr>
      </w:pPr>
      <w:r>
        <w:rPr>
          <w:szCs w:val="22"/>
        </w:rPr>
        <w:t xml:space="preserve">The </w:t>
      </w:r>
      <w:r w:rsidR="00F70EA0" w:rsidRPr="00C2619D">
        <w:rPr>
          <w:szCs w:val="22"/>
        </w:rPr>
        <w:t>DDCOM</w:t>
      </w:r>
      <w:r>
        <w:rPr>
          <w:szCs w:val="22"/>
        </w:rPr>
        <w:t xml:space="preserve"> </w:t>
      </w:r>
      <w:r w:rsidR="00F70EA0" w:rsidRPr="00C2619D">
        <w:rPr>
          <w:szCs w:val="22"/>
        </w:rPr>
        <w:t>Main Document</w:t>
      </w:r>
      <w:r>
        <w:rPr>
          <w:szCs w:val="22"/>
        </w:rPr>
        <w:t xml:space="preserve"> (</w:t>
      </w:r>
      <w:r w:rsidR="000271C2" w:rsidRPr="000271C2">
        <w:rPr>
          <w:i/>
          <w:szCs w:val="22"/>
        </w:rPr>
        <w:t>DDCOM-Ma</w:t>
      </w:r>
      <w:r w:rsidR="000271C2">
        <w:rPr>
          <w:i/>
          <w:szCs w:val="22"/>
        </w:rPr>
        <w:t>in Document-20.4.0-v1.00-SfA.</w:t>
      </w:r>
      <w:r w:rsidRPr="00EE6640">
        <w:rPr>
          <w:i/>
          <w:szCs w:val="22"/>
        </w:rPr>
        <w:t xml:space="preserve">docx </w:t>
      </w:r>
      <w:r w:rsidRPr="00EE6640">
        <w:rPr>
          <w:szCs w:val="22"/>
        </w:rPr>
        <w:t>and</w:t>
      </w:r>
      <w:r w:rsidRPr="00EE6640">
        <w:rPr>
          <w:i/>
          <w:szCs w:val="22"/>
        </w:rPr>
        <w:t xml:space="preserve"> </w:t>
      </w:r>
      <w:r w:rsidR="000271C2" w:rsidRPr="000271C2">
        <w:rPr>
          <w:i/>
          <w:szCs w:val="22"/>
        </w:rPr>
        <w:t>DDCOM-Main Document-20.4.0-v1.00-SfA.pdf</w:t>
      </w:r>
      <w:r>
        <w:rPr>
          <w:szCs w:val="22"/>
        </w:rPr>
        <w:t>)</w:t>
      </w:r>
    </w:p>
    <w:p w14:paraId="1E7870BD" w14:textId="24F61DDA" w:rsidR="00EE6640" w:rsidRDefault="00EE6640" w:rsidP="00C2619D">
      <w:pPr>
        <w:pStyle w:val="ListParagraph"/>
        <w:numPr>
          <w:ilvl w:val="0"/>
          <w:numId w:val="43"/>
        </w:numPr>
        <w:spacing w:after="0"/>
        <w:jc w:val="left"/>
        <w:rPr>
          <w:szCs w:val="22"/>
        </w:rPr>
      </w:pPr>
      <w:r>
        <w:rPr>
          <w:szCs w:val="22"/>
        </w:rPr>
        <w:t xml:space="preserve">The </w:t>
      </w:r>
      <w:r w:rsidRPr="00EE6640">
        <w:rPr>
          <w:i/>
          <w:szCs w:val="22"/>
        </w:rPr>
        <w:t>DDCOM-Supporting-Document.7z</w:t>
      </w:r>
      <w:r>
        <w:rPr>
          <w:szCs w:val="22"/>
        </w:rPr>
        <w:t xml:space="preserve"> that includes:</w:t>
      </w:r>
    </w:p>
    <w:p w14:paraId="025A5B71" w14:textId="03BAD08E" w:rsidR="00EE6640" w:rsidRDefault="00EE6640" w:rsidP="00EE6640">
      <w:pPr>
        <w:pStyle w:val="ListParagraph"/>
        <w:numPr>
          <w:ilvl w:val="0"/>
          <w:numId w:val="44"/>
        </w:numPr>
        <w:spacing w:after="0"/>
        <w:jc w:val="left"/>
        <w:rPr>
          <w:szCs w:val="22"/>
        </w:rPr>
      </w:pPr>
      <w:r>
        <w:rPr>
          <w:szCs w:val="22"/>
        </w:rPr>
        <w:t>This Release Note (</w:t>
      </w:r>
      <w:r w:rsidRPr="00EE6640">
        <w:rPr>
          <w:i/>
          <w:szCs w:val="22"/>
        </w:rPr>
        <w:t>DDCOM-20.4.0-v1.00-SfΑ-RNO-Release note to ECCG-SfI-v1.00.docx</w:t>
      </w:r>
      <w:r>
        <w:rPr>
          <w:szCs w:val="22"/>
        </w:rPr>
        <w:t>)</w:t>
      </w:r>
    </w:p>
    <w:p w14:paraId="34C33419" w14:textId="77777777" w:rsidR="000271C2" w:rsidRPr="000271C2" w:rsidRDefault="00EE6640" w:rsidP="00D549F8">
      <w:pPr>
        <w:pStyle w:val="ListParagraph"/>
        <w:numPr>
          <w:ilvl w:val="0"/>
          <w:numId w:val="44"/>
        </w:numPr>
        <w:spacing w:after="0"/>
        <w:jc w:val="left"/>
        <w:rPr>
          <w:i/>
          <w:szCs w:val="22"/>
        </w:rPr>
      </w:pPr>
      <w:r w:rsidRPr="00EE6640">
        <w:rPr>
          <w:szCs w:val="22"/>
        </w:rPr>
        <w:t xml:space="preserve">Document with track changes </w:t>
      </w:r>
    </w:p>
    <w:p w14:paraId="5B0E2A2B" w14:textId="77777777" w:rsidR="000271C2" w:rsidRPr="000271C2" w:rsidRDefault="00EE6640" w:rsidP="000271C2">
      <w:pPr>
        <w:pStyle w:val="ListParagraph"/>
        <w:numPr>
          <w:ilvl w:val="1"/>
          <w:numId w:val="44"/>
        </w:numPr>
        <w:spacing w:after="0"/>
        <w:jc w:val="left"/>
        <w:rPr>
          <w:i/>
          <w:szCs w:val="22"/>
        </w:rPr>
      </w:pPr>
      <w:r w:rsidRPr="00EE6640">
        <w:rPr>
          <w:i/>
          <w:szCs w:val="22"/>
        </w:rPr>
        <w:t>DDCOM-Main Document-20.4.0-v1.00</w:t>
      </w:r>
      <w:r w:rsidR="000271C2" w:rsidRPr="00EE6640">
        <w:rPr>
          <w:i/>
          <w:szCs w:val="22"/>
        </w:rPr>
        <w:t>-SfA</w:t>
      </w:r>
      <w:r w:rsidR="000271C2">
        <w:rPr>
          <w:i/>
          <w:szCs w:val="22"/>
        </w:rPr>
        <w:t>_</w:t>
      </w:r>
      <w:r w:rsidRPr="00EE6640">
        <w:rPr>
          <w:i/>
          <w:szCs w:val="22"/>
        </w:rPr>
        <w:t xml:space="preserve">TrackChangesOn-20.3.0-SfA.docx </w:t>
      </w:r>
      <w:r w:rsidRPr="00EE6640">
        <w:rPr>
          <w:szCs w:val="22"/>
        </w:rPr>
        <w:t xml:space="preserve">and </w:t>
      </w:r>
    </w:p>
    <w:p w14:paraId="492C8778" w14:textId="3DACD3DD" w:rsidR="00EE6640" w:rsidRPr="00EE6640" w:rsidRDefault="00EE6640" w:rsidP="000271C2">
      <w:pPr>
        <w:pStyle w:val="ListParagraph"/>
        <w:numPr>
          <w:ilvl w:val="1"/>
          <w:numId w:val="44"/>
        </w:numPr>
        <w:spacing w:after="0"/>
        <w:jc w:val="left"/>
        <w:rPr>
          <w:i/>
          <w:szCs w:val="22"/>
        </w:rPr>
      </w:pPr>
      <w:r w:rsidRPr="00EE6640">
        <w:rPr>
          <w:i/>
          <w:szCs w:val="22"/>
        </w:rPr>
        <w:t>DDCOM-Main Document-20.4.0</w:t>
      </w:r>
      <w:r w:rsidR="000271C2">
        <w:rPr>
          <w:i/>
          <w:szCs w:val="22"/>
        </w:rPr>
        <w:t>-</w:t>
      </w:r>
      <w:r w:rsidRPr="00EE6640">
        <w:rPr>
          <w:i/>
          <w:szCs w:val="22"/>
        </w:rPr>
        <w:t>v1.00</w:t>
      </w:r>
      <w:r w:rsidR="000271C2" w:rsidRPr="00EE6640">
        <w:rPr>
          <w:i/>
          <w:szCs w:val="22"/>
        </w:rPr>
        <w:t>-SfA</w:t>
      </w:r>
      <w:r w:rsidRPr="00EE6640">
        <w:rPr>
          <w:i/>
          <w:szCs w:val="22"/>
        </w:rPr>
        <w:t>_TrackChangesOn-</w:t>
      </w:r>
      <w:r w:rsidR="000271C2">
        <w:rPr>
          <w:i/>
          <w:szCs w:val="22"/>
        </w:rPr>
        <w:t>20.4.0-</w:t>
      </w:r>
      <w:r w:rsidRPr="00EE6640">
        <w:rPr>
          <w:i/>
          <w:szCs w:val="22"/>
        </w:rPr>
        <w:t>SfR.docx</w:t>
      </w:r>
    </w:p>
    <w:p w14:paraId="76D3F5C0" w14:textId="5C1090B2" w:rsidR="00C2619D" w:rsidRPr="00C2619D" w:rsidRDefault="00C2619D" w:rsidP="00EE6640">
      <w:pPr>
        <w:pStyle w:val="ListParagraph"/>
        <w:numPr>
          <w:ilvl w:val="0"/>
          <w:numId w:val="44"/>
        </w:numPr>
        <w:spacing w:after="0"/>
        <w:jc w:val="left"/>
        <w:rPr>
          <w:szCs w:val="22"/>
        </w:rPr>
      </w:pPr>
      <w:r w:rsidRPr="00C2619D">
        <w:rPr>
          <w:szCs w:val="22"/>
        </w:rPr>
        <w:t xml:space="preserve">All RFC-Proposals </w:t>
      </w:r>
      <w:r w:rsidR="00EE6640">
        <w:rPr>
          <w:szCs w:val="22"/>
        </w:rPr>
        <w:t xml:space="preserve">with Implementation Details </w:t>
      </w:r>
      <w:r w:rsidRPr="00C2619D">
        <w:rPr>
          <w:szCs w:val="22"/>
        </w:rPr>
        <w:t>(RFC-List.36_DDCOM_0019-0029_SfA-NPM+IMP-v1.10.7z)</w:t>
      </w:r>
    </w:p>
    <w:p w14:paraId="0CB073CA" w14:textId="77777777" w:rsidR="00F70EA0" w:rsidRPr="00F70EA0" w:rsidRDefault="00F70EA0" w:rsidP="00F70EA0">
      <w:pPr>
        <w:spacing w:after="0" w:line="240" w:lineRule="auto"/>
        <w:jc w:val="left"/>
        <w:rPr>
          <w:szCs w:val="22"/>
        </w:rPr>
      </w:pPr>
    </w:p>
    <w:p w14:paraId="270361A8" w14:textId="12A21400" w:rsidR="004E7C7B" w:rsidRDefault="004E7C7B" w:rsidP="00C4575F">
      <w:pPr>
        <w:spacing w:after="0" w:line="240" w:lineRule="auto"/>
        <w:jc w:val="left"/>
      </w:pPr>
    </w:p>
    <w:p w14:paraId="6EE5F2D4" w14:textId="6F7C1187" w:rsidR="00E56484" w:rsidRDefault="00E56484">
      <w:pPr>
        <w:spacing w:after="0" w:line="240" w:lineRule="auto"/>
        <w:jc w:val="left"/>
      </w:pPr>
      <w:r>
        <w:br w:type="page"/>
      </w:r>
    </w:p>
    <w:p w14:paraId="3BADDED7" w14:textId="77777777" w:rsidR="00C44F11" w:rsidRPr="00AE1B2C" w:rsidRDefault="00C44F11" w:rsidP="00C44F11">
      <w:pPr>
        <w:pStyle w:val="Heading1"/>
        <w:tabs>
          <w:tab w:val="clear" w:pos="510"/>
          <w:tab w:val="num" w:pos="432"/>
        </w:tabs>
        <w:spacing w:before="240" w:line="240" w:lineRule="auto"/>
        <w:ind w:right="864"/>
      </w:pPr>
      <w:bookmarkStart w:id="28" w:name="_Toc413846058"/>
      <w:bookmarkStart w:id="29" w:name="_Ref469907843"/>
      <w:bookmarkStart w:id="30" w:name="_Ref469907871"/>
      <w:bookmarkStart w:id="31" w:name="_Ref526352646"/>
      <w:bookmarkStart w:id="32" w:name="_Toc40778748"/>
      <w:bookmarkStart w:id="33" w:name="_Toc100155019"/>
      <w:r w:rsidRPr="00AE1B2C">
        <w:lastRenderedPageBreak/>
        <w:t>Release Scope</w:t>
      </w:r>
      <w:bookmarkEnd w:id="28"/>
      <w:bookmarkEnd w:id="29"/>
      <w:bookmarkEnd w:id="30"/>
      <w:bookmarkEnd w:id="31"/>
      <w:bookmarkEnd w:id="32"/>
      <w:bookmarkEnd w:id="33"/>
    </w:p>
    <w:p w14:paraId="3B4D61FB" w14:textId="2EF27C3D" w:rsidR="007D2286" w:rsidRPr="007D2286" w:rsidRDefault="007D2286" w:rsidP="007D2286">
      <w:pPr>
        <w:pStyle w:val="Text1"/>
        <w:rPr>
          <w:rFonts w:ascii="Times New Roman" w:hAnsi="Times New Roman"/>
          <w:sz w:val="22"/>
          <w:szCs w:val="24"/>
          <w:lang w:eastAsia="en-GB"/>
        </w:rPr>
      </w:pPr>
      <w:bookmarkStart w:id="34" w:name="_Hlk5294935"/>
      <w:r w:rsidRPr="007D2286">
        <w:rPr>
          <w:rFonts w:ascii="Times New Roman" w:hAnsi="Times New Roman"/>
          <w:sz w:val="22"/>
          <w:szCs w:val="24"/>
          <w:lang w:eastAsia="en-GB"/>
        </w:rPr>
        <w:t xml:space="preserve">The deliverable includes the </w:t>
      </w:r>
      <w:r w:rsidRPr="00480182">
        <w:rPr>
          <w:rFonts w:ascii="Times New Roman" w:hAnsi="Times New Roman"/>
          <w:sz w:val="22"/>
          <w:szCs w:val="24"/>
          <w:u w:val="single"/>
          <w:lang w:eastAsia="en-GB"/>
        </w:rPr>
        <w:t xml:space="preserve">DDCOM </w:t>
      </w:r>
      <w:r w:rsidR="00480182" w:rsidRPr="00480182">
        <w:rPr>
          <w:rFonts w:ascii="Times New Roman" w:hAnsi="Times New Roman"/>
          <w:sz w:val="22"/>
          <w:szCs w:val="24"/>
          <w:u w:val="single"/>
          <w:lang w:eastAsia="en-GB"/>
        </w:rPr>
        <w:t xml:space="preserve">with </w:t>
      </w:r>
      <w:r w:rsidRPr="00480182">
        <w:rPr>
          <w:rFonts w:ascii="Times New Roman" w:hAnsi="Times New Roman"/>
          <w:sz w:val="22"/>
          <w:szCs w:val="24"/>
          <w:u w:val="single"/>
          <w:lang w:eastAsia="en-GB"/>
        </w:rPr>
        <w:t xml:space="preserve">the implementation of the </w:t>
      </w:r>
      <w:r w:rsidR="00480182" w:rsidRPr="00480182">
        <w:rPr>
          <w:rFonts w:ascii="Times New Roman" w:hAnsi="Times New Roman"/>
          <w:i/>
          <w:sz w:val="22"/>
          <w:szCs w:val="24"/>
          <w:u w:val="single"/>
          <w:lang w:eastAsia="en-GB"/>
        </w:rPr>
        <w:t xml:space="preserve">ECCG </w:t>
      </w:r>
      <w:r w:rsidR="00480182">
        <w:rPr>
          <w:rFonts w:ascii="Times New Roman" w:hAnsi="Times New Roman"/>
          <w:i/>
          <w:sz w:val="22"/>
          <w:szCs w:val="24"/>
          <w:u w:val="single"/>
          <w:lang w:eastAsia="en-GB"/>
        </w:rPr>
        <w:t xml:space="preserve">comments as per </w:t>
      </w:r>
      <w:r w:rsidR="00480182" w:rsidRPr="00480182">
        <w:rPr>
          <w:rFonts w:ascii="Times New Roman" w:hAnsi="Times New Roman"/>
          <w:i/>
          <w:sz w:val="22"/>
          <w:szCs w:val="24"/>
          <w:u w:val="single"/>
          <w:lang w:eastAsia="en-GB"/>
        </w:rPr>
        <w:t>Review Meeting Decision</w:t>
      </w:r>
      <w:r w:rsidR="00480182">
        <w:rPr>
          <w:rFonts w:ascii="Times New Roman" w:hAnsi="Times New Roman"/>
          <w:sz w:val="22"/>
          <w:szCs w:val="24"/>
          <w:lang w:eastAsia="en-GB"/>
        </w:rPr>
        <w:t xml:space="preserve"> in the context of the ECCG review of the DDCOM upgraded as per the RFC-List.36.</w:t>
      </w:r>
    </w:p>
    <w:p w14:paraId="41C7EDB5" w14:textId="0BC217F1" w:rsidR="00C64015" w:rsidRDefault="007D2286" w:rsidP="007D2286">
      <w:pPr>
        <w:pStyle w:val="Text1"/>
        <w:rPr>
          <w:rFonts w:ascii="Times New Roman" w:hAnsi="Times New Roman"/>
          <w:sz w:val="22"/>
          <w:szCs w:val="24"/>
          <w:lang w:eastAsia="en-GB"/>
        </w:rPr>
      </w:pPr>
      <w:r w:rsidRPr="007D2286">
        <w:rPr>
          <w:rFonts w:ascii="Times New Roman" w:hAnsi="Times New Roman"/>
          <w:sz w:val="22"/>
          <w:szCs w:val="24"/>
          <w:lang w:eastAsia="en-GB"/>
        </w:rPr>
        <w:t>It shall be noted that the R</w:t>
      </w:r>
      <w:r w:rsidR="00480182">
        <w:rPr>
          <w:rFonts w:ascii="Times New Roman" w:hAnsi="Times New Roman"/>
          <w:sz w:val="22"/>
          <w:szCs w:val="24"/>
          <w:lang w:eastAsia="en-GB"/>
        </w:rPr>
        <w:t>F</w:t>
      </w:r>
      <w:r w:rsidRPr="007D2286">
        <w:rPr>
          <w:rFonts w:ascii="Times New Roman" w:hAnsi="Times New Roman"/>
          <w:sz w:val="22"/>
          <w:szCs w:val="24"/>
          <w:lang w:eastAsia="en-GB"/>
        </w:rPr>
        <w:t xml:space="preserve">Cs indicated as </w:t>
      </w:r>
      <w:r w:rsidRPr="00480182">
        <w:rPr>
          <w:rFonts w:ascii="Times New Roman" w:hAnsi="Times New Roman"/>
          <w:b/>
          <w:sz w:val="22"/>
          <w:szCs w:val="24"/>
          <w:lang w:eastAsia="en-GB"/>
        </w:rPr>
        <w:t>SfA</w:t>
      </w:r>
      <w:r w:rsidR="00300EC5" w:rsidRPr="00480182">
        <w:rPr>
          <w:rFonts w:ascii="Times New Roman" w:hAnsi="Times New Roman"/>
          <w:b/>
          <w:sz w:val="22"/>
          <w:szCs w:val="24"/>
          <w:lang w:eastAsia="en-GB"/>
        </w:rPr>
        <w:t>-NPM+</w:t>
      </w:r>
      <w:r w:rsidRPr="00480182">
        <w:rPr>
          <w:rFonts w:ascii="Times New Roman" w:hAnsi="Times New Roman"/>
          <w:b/>
          <w:sz w:val="22"/>
          <w:szCs w:val="24"/>
          <w:highlight w:val="yellow"/>
          <w:lang w:eastAsia="en-GB"/>
        </w:rPr>
        <w:t>IMP</w:t>
      </w:r>
      <w:r w:rsidRPr="007D2286">
        <w:rPr>
          <w:rFonts w:ascii="Times New Roman" w:hAnsi="Times New Roman"/>
          <w:sz w:val="22"/>
          <w:szCs w:val="24"/>
          <w:lang w:eastAsia="en-GB"/>
        </w:rPr>
        <w:t xml:space="preserve"> contain some additional </w:t>
      </w:r>
      <w:r w:rsidR="00300EC5">
        <w:rPr>
          <w:rFonts w:ascii="Times New Roman" w:hAnsi="Times New Roman"/>
          <w:sz w:val="22"/>
          <w:szCs w:val="24"/>
          <w:lang w:eastAsia="en-GB"/>
        </w:rPr>
        <w:t xml:space="preserve">information about the </w:t>
      </w:r>
      <w:r w:rsidR="00480182">
        <w:rPr>
          <w:rFonts w:ascii="Times New Roman" w:hAnsi="Times New Roman"/>
          <w:sz w:val="22"/>
          <w:szCs w:val="24"/>
          <w:lang w:eastAsia="en-GB"/>
        </w:rPr>
        <w:t xml:space="preserve">exact </w:t>
      </w:r>
      <w:r w:rsidR="00300EC5">
        <w:rPr>
          <w:rFonts w:ascii="Times New Roman" w:hAnsi="Times New Roman"/>
          <w:sz w:val="22"/>
          <w:szCs w:val="24"/>
          <w:lang w:eastAsia="en-GB"/>
        </w:rPr>
        <w:t xml:space="preserve">implementation details </w:t>
      </w:r>
      <w:r w:rsidRPr="007D2286">
        <w:rPr>
          <w:rFonts w:ascii="Times New Roman" w:hAnsi="Times New Roman"/>
          <w:sz w:val="22"/>
          <w:szCs w:val="24"/>
          <w:lang w:eastAsia="en-GB"/>
        </w:rPr>
        <w:t xml:space="preserve">compared to their </w:t>
      </w:r>
      <w:r w:rsidR="00300EC5" w:rsidRPr="00480182">
        <w:rPr>
          <w:rFonts w:ascii="Times New Roman" w:hAnsi="Times New Roman"/>
          <w:b/>
          <w:sz w:val="22"/>
          <w:szCs w:val="24"/>
          <w:lang w:eastAsia="en-GB"/>
        </w:rPr>
        <w:t>SfA-NPM</w:t>
      </w:r>
      <w:r w:rsidR="00300EC5">
        <w:rPr>
          <w:rFonts w:ascii="Times New Roman" w:hAnsi="Times New Roman"/>
          <w:sz w:val="22"/>
          <w:szCs w:val="24"/>
          <w:lang w:eastAsia="en-GB"/>
        </w:rPr>
        <w:t xml:space="preserve"> version already </w:t>
      </w:r>
      <w:r w:rsidRPr="007D2286">
        <w:rPr>
          <w:rFonts w:ascii="Times New Roman" w:hAnsi="Times New Roman"/>
          <w:sz w:val="22"/>
          <w:szCs w:val="24"/>
          <w:lang w:eastAsia="en-GB"/>
        </w:rPr>
        <w:t xml:space="preserve">published </w:t>
      </w:r>
      <w:r w:rsidR="00300EC5">
        <w:rPr>
          <w:rFonts w:ascii="Times New Roman" w:hAnsi="Times New Roman"/>
          <w:sz w:val="22"/>
          <w:szCs w:val="24"/>
          <w:lang w:eastAsia="en-GB"/>
        </w:rPr>
        <w:t>on CIRCABC</w:t>
      </w:r>
      <w:r w:rsidRPr="007D2286">
        <w:rPr>
          <w:rFonts w:ascii="Times New Roman" w:hAnsi="Times New Roman"/>
          <w:sz w:val="22"/>
          <w:szCs w:val="24"/>
          <w:lang w:eastAsia="en-GB"/>
        </w:rPr>
        <w:t>.</w:t>
      </w:r>
    </w:p>
    <w:bookmarkEnd w:id="34"/>
    <w:p w14:paraId="1B8F2012" w14:textId="3503A176" w:rsidR="00B51D76" w:rsidRDefault="00B51D76" w:rsidP="00B51D76">
      <w:pPr>
        <w:pStyle w:val="ListParagraph"/>
        <w:numPr>
          <w:ilvl w:val="0"/>
          <w:numId w:val="41"/>
        </w:numPr>
        <w:spacing w:before="240"/>
        <w:contextualSpacing w:val="0"/>
      </w:pPr>
      <w:r w:rsidRPr="004752F6">
        <w:rPr>
          <w:b/>
        </w:rPr>
        <w:t>RFC-List3</w:t>
      </w:r>
      <w:r>
        <w:rPr>
          <w:b/>
        </w:rPr>
        <w:t>6</w:t>
      </w:r>
      <w:r w:rsidRPr="004752F6">
        <w:rPr>
          <w:b/>
        </w:rPr>
        <w:t>.</w:t>
      </w:r>
      <w:r w:rsidR="00BA604F">
        <w:rPr>
          <w:b/>
        </w:rPr>
        <w:t>_</w:t>
      </w:r>
      <w:r w:rsidRPr="004752F6">
        <w:rPr>
          <w:b/>
        </w:rPr>
        <w:t>DDCOM_001</w:t>
      </w:r>
      <w:r>
        <w:rPr>
          <w:b/>
        </w:rPr>
        <w:t>9</w:t>
      </w:r>
      <w:r w:rsidR="00BA604F">
        <w:t>_</w:t>
      </w:r>
      <w:r w:rsidR="00BA604F" w:rsidRPr="004752F6">
        <w:rPr>
          <w:bCs/>
        </w:rPr>
        <w:t>RTC-</w:t>
      </w:r>
      <w:r w:rsidR="00BA604F">
        <w:rPr>
          <w:bCs/>
        </w:rPr>
        <w:t>58229:</w:t>
      </w:r>
      <w:r w:rsidRPr="004752F6">
        <w:t xml:space="preserve"> </w:t>
      </w:r>
      <w:r w:rsidR="00BA604F">
        <w:t>“</w:t>
      </w:r>
      <w:r w:rsidRPr="000B53B5">
        <w:t>DDCOM-20.3.0-v1.00: Correction for CL180 descriptions (sections V.3.5 and VII.5)</w:t>
      </w:r>
      <w:r w:rsidRPr="004752F6">
        <w:t>”;</w:t>
      </w:r>
    </w:p>
    <w:p w14:paraId="67560CF9" w14:textId="3C29932C" w:rsidR="00300EC5" w:rsidRPr="00300EC5" w:rsidRDefault="00300EC5" w:rsidP="00300EC5">
      <w:pPr>
        <w:pStyle w:val="ListParagraph"/>
        <w:numPr>
          <w:ilvl w:val="1"/>
          <w:numId w:val="41"/>
        </w:numPr>
        <w:contextualSpacing w:val="0"/>
        <w:jc w:val="left"/>
      </w:pPr>
      <w:r w:rsidRPr="00300EC5">
        <w:t>File: RFC_DDCOM_0019_+DDNTA+DDNXA_CUSTDEV3-IAR-RTC58229-v1.00(SfA-NPM).docx</w:t>
      </w:r>
    </w:p>
    <w:p w14:paraId="5CCE0E41" w14:textId="5BFCAC8B" w:rsidR="00B51D76" w:rsidRDefault="00B51D76" w:rsidP="00B51D76">
      <w:pPr>
        <w:pStyle w:val="ListParagraph"/>
        <w:numPr>
          <w:ilvl w:val="0"/>
          <w:numId w:val="41"/>
        </w:numPr>
        <w:spacing w:before="240"/>
        <w:contextualSpacing w:val="0"/>
      </w:pPr>
      <w:r w:rsidRPr="004752F6">
        <w:rPr>
          <w:b/>
        </w:rPr>
        <w:t>RFC-List3</w:t>
      </w:r>
      <w:r>
        <w:rPr>
          <w:b/>
        </w:rPr>
        <w:t>6</w:t>
      </w:r>
      <w:r w:rsidRPr="004752F6">
        <w:rPr>
          <w:b/>
        </w:rPr>
        <w:t>.</w:t>
      </w:r>
      <w:r w:rsidR="00BA604F">
        <w:rPr>
          <w:b/>
        </w:rPr>
        <w:t>_</w:t>
      </w:r>
      <w:r w:rsidRPr="004752F6">
        <w:rPr>
          <w:b/>
        </w:rPr>
        <w:t>DDCOM_00</w:t>
      </w:r>
      <w:r>
        <w:rPr>
          <w:b/>
        </w:rPr>
        <w:t>20</w:t>
      </w:r>
      <w:r w:rsidR="00BA604F">
        <w:t>_R</w:t>
      </w:r>
      <w:r w:rsidR="00BA604F" w:rsidRPr="004752F6">
        <w:rPr>
          <w:bCs/>
        </w:rPr>
        <w:t>TC-</w:t>
      </w:r>
      <w:r w:rsidR="00BA604F">
        <w:rPr>
          <w:bCs/>
        </w:rPr>
        <w:t>58980: “</w:t>
      </w:r>
      <w:r w:rsidRPr="00782B48">
        <w:t>DDCOM-20.3.0-v1.00 - Rules/Conditions: temporary de-activation of validation by recipient</w:t>
      </w:r>
      <w:r w:rsidRPr="004752F6">
        <w:t>”;</w:t>
      </w:r>
    </w:p>
    <w:p w14:paraId="6A4CDEAF" w14:textId="4000276D" w:rsidR="00300EC5" w:rsidRPr="00822849" w:rsidRDefault="00300EC5" w:rsidP="00300EC5">
      <w:pPr>
        <w:pStyle w:val="ListParagraph"/>
        <w:numPr>
          <w:ilvl w:val="1"/>
          <w:numId w:val="41"/>
        </w:numPr>
        <w:contextualSpacing w:val="0"/>
        <w:jc w:val="left"/>
        <w:rPr>
          <w:b/>
          <w:bCs/>
        </w:rPr>
      </w:pPr>
      <w:r w:rsidRPr="00822849">
        <w:rPr>
          <w:b/>
          <w:bCs/>
        </w:rPr>
        <w:t>File: RFC_DDCOM_0020_CUSTDEV3-IAR-RTC58980-v1.</w:t>
      </w:r>
      <w:r w:rsidR="00DD2BE5" w:rsidRPr="00822849">
        <w:rPr>
          <w:b/>
          <w:bCs/>
        </w:rPr>
        <w:t>1</w:t>
      </w:r>
      <w:r w:rsidRPr="00822849">
        <w:rPr>
          <w:b/>
          <w:bCs/>
        </w:rPr>
        <w:t>0(SfA-NPM</w:t>
      </w:r>
      <w:r w:rsidR="00DD2BE5" w:rsidRPr="00822849">
        <w:rPr>
          <w:b/>
          <w:bCs/>
        </w:rPr>
        <w:t>+</w:t>
      </w:r>
      <w:r w:rsidR="00DD2BE5" w:rsidRPr="00480182">
        <w:rPr>
          <w:b/>
          <w:bCs/>
          <w:highlight w:val="yellow"/>
          <w:lang w:val="en-US"/>
        </w:rPr>
        <w:t>IMP</w:t>
      </w:r>
      <w:r w:rsidRPr="00822849">
        <w:rPr>
          <w:b/>
          <w:bCs/>
        </w:rPr>
        <w:t>).</w:t>
      </w:r>
      <w:proofErr w:type="spellStart"/>
      <w:r w:rsidRPr="00822849">
        <w:rPr>
          <w:b/>
          <w:bCs/>
        </w:rPr>
        <w:t>docx</w:t>
      </w:r>
      <w:proofErr w:type="spellEnd"/>
      <w:r w:rsidR="00BD0931" w:rsidRPr="00822849">
        <w:rPr>
          <w:b/>
          <w:bCs/>
        </w:rPr>
        <w:t xml:space="preserve"> includes also implementation details.</w:t>
      </w:r>
    </w:p>
    <w:p w14:paraId="6805CAE6" w14:textId="10B2EDFD" w:rsidR="00B51D76" w:rsidRDefault="00B51D76" w:rsidP="00B51D76">
      <w:pPr>
        <w:pStyle w:val="ListParagraph"/>
        <w:numPr>
          <w:ilvl w:val="0"/>
          <w:numId w:val="41"/>
        </w:numPr>
        <w:spacing w:before="240"/>
        <w:contextualSpacing w:val="0"/>
      </w:pPr>
      <w:r w:rsidRPr="004752F6">
        <w:rPr>
          <w:b/>
        </w:rPr>
        <w:t>RFC-List3</w:t>
      </w:r>
      <w:r>
        <w:rPr>
          <w:b/>
        </w:rPr>
        <w:t>6</w:t>
      </w:r>
      <w:r w:rsidRPr="004752F6">
        <w:rPr>
          <w:b/>
        </w:rPr>
        <w:t>.</w:t>
      </w:r>
      <w:r w:rsidR="00BA604F">
        <w:rPr>
          <w:b/>
        </w:rPr>
        <w:t>_</w:t>
      </w:r>
      <w:r w:rsidRPr="004752F6">
        <w:rPr>
          <w:b/>
        </w:rPr>
        <w:t>DDCOM_00</w:t>
      </w:r>
      <w:r>
        <w:rPr>
          <w:b/>
        </w:rPr>
        <w:t>21</w:t>
      </w:r>
      <w:r w:rsidR="00BA604F">
        <w:t>_</w:t>
      </w:r>
      <w:r w:rsidR="00BA604F" w:rsidRPr="004752F6">
        <w:rPr>
          <w:bCs/>
        </w:rPr>
        <w:t>RTC-</w:t>
      </w:r>
      <w:r w:rsidR="00BA604F">
        <w:rPr>
          <w:bCs/>
        </w:rPr>
        <w:t>58775:</w:t>
      </w:r>
      <w:r w:rsidRPr="004752F6">
        <w:t xml:space="preserve"> </w:t>
      </w:r>
      <w:r w:rsidR="00BA604F">
        <w:t>“</w:t>
      </w:r>
      <w:r w:rsidRPr="009A5CBE">
        <w:t xml:space="preserve">DDCOM-20.3.0-v1.00: No </w:t>
      </w:r>
      <w:proofErr w:type="spellStart"/>
      <w:r w:rsidRPr="009A5CBE">
        <w:t>CorrelId</w:t>
      </w:r>
      <w:proofErr w:type="spellEnd"/>
      <w:r w:rsidRPr="009A5CBE">
        <w:t xml:space="preserve"> for CD411D, CD071C, CD971C</w:t>
      </w:r>
      <w:r w:rsidRPr="004752F6">
        <w:t xml:space="preserve">”; </w:t>
      </w:r>
    </w:p>
    <w:p w14:paraId="10BADB89" w14:textId="052E9AB5" w:rsidR="00300EC5" w:rsidRPr="00822849" w:rsidRDefault="00300EC5" w:rsidP="00300EC5">
      <w:pPr>
        <w:pStyle w:val="ListParagraph"/>
        <w:numPr>
          <w:ilvl w:val="1"/>
          <w:numId w:val="41"/>
        </w:numPr>
        <w:contextualSpacing w:val="0"/>
        <w:jc w:val="left"/>
        <w:rPr>
          <w:b/>
          <w:bCs/>
        </w:rPr>
      </w:pPr>
      <w:r w:rsidRPr="00822849">
        <w:rPr>
          <w:b/>
          <w:bCs/>
        </w:rPr>
        <w:t>File: RFC_DDCOM_0021_CUSTDEV3-IAR-RTC58775-v1.</w:t>
      </w:r>
      <w:r w:rsidR="00DD2BE5" w:rsidRPr="00822849">
        <w:rPr>
          <w:b/>
          <w:bCs/>
        </w:rPr>
        <w:t>1</w:t>
      </w:r>
      <w:r w:rsidRPr="00822849">
        <w:rPr>
          <w:b/>
          <w:bCs/>
        </w:rPr>
        <w:t>0(SfA-NPM</w:t>
      </w:r>
      <w:r w:rsidR="00DD2BE5" w:rsidRPr="00822849">
        <w:rPr>
          <w:b/>
          <w:bCs/>
        </w:rPr>
        <w:t>+</w:t>
      </w:r>
      <w:r w:rsidR="00DD2BE5" w:rsidRPr="00480182">
        <w:rPr>
          <w:b/>
          <w:bCs/>
          <w:highlight w:val="yellow"/>
          <w:lang w:val="en-US"/>
        </w:rPr>
        <w:t>IMP</w:t>
      </w:r>
      <w:r w:rsidRPr="00822849">
        <w:rPr>
          <w:b/>
          <w:bCs/>
        </w:rPr>
        <w:t>).</w:t>
      </w:r>
      <w:proofErr w:type="spellStart"/>
      <w:r w:rsidRPr="00822849">
        <w:rPr>
          <w:b/>
          <w:bCs/>
        </w:rPr>
        <w:t>docx</w:t>
      </w:r>
      <w:proofErr w:type="spellEnd"/>
      <w:r w:rsidR="00BD0931" w:rsidRPr="00822849">
        <w:rPr>
          <w:b/>
          <w:bCs/>
        </w:rPr>
        <w:t xml:space="preserve"> includes also implementation details.</w:t>
      </w:r>
    </w:p>
    <w:p w14:paraId="4145B9FD" w14:textId="02D61E98" w:rsidR="00B51D76" w:rsidRPr="004752F6" w:rsidRDefault="00B51D76" w:rsidP="00B51D76">
      <w:pPr>
        <w:pStyle w:val="ListParagraph"/>
        <w:numPr>
          <w:ilvl w:val="0"/>
          <w:numId w:val="41"/>
        </w:numPr>
        <w:spacing w:before="240"/>
        <w:contextualSpacing w:val="0"/>
      </w:pPr>
      <w:r w:rsidRPr="004752F6">
        <w:rPr>
          <w:b/>
        </w:rPr>
        <w:t>RFC-List3</w:t>
      </w:r>
      <w:r>
        <w:rPr>
          <w:b/>
        </w:rPr>
        <w:t>6</w:t>
      </w:r>
      <w:r w:rsidRPr="004752F6">
        <w:rPr>
          <w:b/>
        </w:rPr>
        <w:t>.</w:t>
      </w:r>
      <w:r w:rsidR="0009169F" w:rsidRPr="0009169F">
        <w:rPr>
          <w:b/>
          <w:lang w:val="en-US"/>
        </w:rPr>
        <w:t>_</w:t>
      </w:r>
      <w:r w:rsidRPr="004752F6">
        <w:rPr>
          <w:b/>
        </w:rPr>
        <w:t>DDCOM_00</w:t>
      </w:r>
      <w:r>
        <w:rPr>
          <w:b/>
        </w:rPr>
        <w:t>22</w:t>
      </w:r>
      <w:r w:rsidR="0009169F" w:rsidRPr="0009169F">
        <w:rPr>
          <w:b/>
          <w:lang w:val="en-US"/>
        </w:rPr>
        <w:t>_</w:t>
      </w:r>
      <w:r w:rsidR="0009169F" w:rsidRPr="004752F6">
        <w:rPr>
          <w:bCs/>
        </w:rPr>
        <w:t>RTC-5</w:t>
      </w:r>
      <w:r w:rsidR="0009169F">
        <w:rPr>
          <w:bCs/>
        </w:rPr>
        <w:t>8864</w:t>
      </w:r>
      <w:r w:rsidR="0009169F">
        <w:rPr>
          <w:bCs/>
          <w:lang w:val="en-US"/>
        </w:rPr>
        <w:t>:</w:t>
      </w:r>
      <w:r w:rsidR="000C4090">
        <w:rPr>
          <w:bCs/>
          <w:lang w:val="en-US"/>
        </w:rPr>
        <w:t xml:space="preserve"> “</w:t>
      </w:r>
      <w:r w:rsidRPr="009A5CBE">
        <w:t>DDCOM-20.3.0-v1.00: Definition of ‘OR’</w:t>
      </w:r>
      <w:r w:rsidRPr="004752F6">
        <w:t>”;</w:t>
      </w:r>
    </w:p>
    <w:p w14:paraId="4DB3B02D" w14:textId="395963B0" w:rsidR="00300EC5" w:rsidRPr="00300EC5" w:rsidRDefault="00300EC5" w:rsidP="00300EC5">
      <w:pPr>
        <w:pStyle w:val="ListParagraph"/>
        <w:numPr>
          <w:ilvl w:val="1"/>
          <w:numId w:val="41"/>
        </w:numPr>
        <w:contextualSpacing w:val="0"/>
        <w:jc w:val="left"/>
      </w:pPr>
      <w:r w:rsidRPr="00300EC5">
        <w:t>File: RFC_DDCOM_0022_CUSTDEV3-IAR-RTC58864-v1.00(SfA-NPM).docx</w:t>
      </w:r>
    </w:p>
    <w:p w14:paraId="6C890E99" w14:textId="191981F0" w:rsidR="004E7C7B" w:rsidRDefault="00B51D76" w:rsidP="004E7C7B">
      <w:pPr>
        <w:pStyle w:val="ListParagraph"/>
        <w:numPr>
          <w:ilvl w:val="0"/>
          <w:numId w:val="41"/>
        </w:numPr>
        <w:spacing w:before="240" w:after="0"/>
        <w:contextualSpacing w:val="0"/>
      </w:pPr>
      <w:r w:rsidRPr="004E7C7B">
        <w:rPr>
          <w:b/>
        </w:rPr>
        <w:t>RFC-List36.</w:t>
      </w:r>
      <w:r w:rsidR="000C4090" w:rsidRPr="004E7C7B">
        <w:rPr>
          <w:b/>
        </w:rPr>
        <w:t>_</w:t>
      </w:r>
      <w:r w:rsidRPr="004E7C7B">
        <w:rPr>
          <w:b/>
        </w:rPr>
        <w:t>DDCOM_0023</w:t>
      </w:r>
      <w:r w:rsidR="000C4090">
        <w:t>_</w:t>
      </w:r>
      <w:r w:rsidR="000C4090" w:rsidRPr="004E7C7B">
        <w:rPr>
          <w:bCs/>
        </w:rPr>
        <w:t>RTC-58143: “</w:t>
      </w:r>
      <w:r w:rsidRPr="009A7C07">
        <w:t>DDCOM-20.3.0-v1.00: Clarification on section "VIII.2.26 Maximum Message size"</w:t>
      </w:r>
      <w:r w:rsidRPr="004752F6">
        <w:t>”;</w:t>
      </w:r>
    </w:p>
    <w:p w14:paraId="029A8079" w14:textId="2DF5FD7A" w:rsidR="004E7C7B" w:rsidRPr="004E7C7B" w:rsidRDefault="004E7C7B" w:rsidP="004E7C7B">
      <w:pPr>
        <w:pStyle w:val="ListParagraph"/>
        <w:numPr>
          <w:ilvl w:val="1"/>
          <w:numId w:val="41"/>
        </w:numPr>
        <w:contextualSpacing w:val="0"/>
        <w:jc w:val="left"/>
        <w:rPr>
          <w:b/>
        </w:rPr>
      </w:pPr>
      <w:r w:rsidRPr="004E7C7B">
        <w:rPr>
          <w:b/>
        </w:rPr>
        <w:t>The file RFC_DDCOM_0023_CUSTDEV3-IAR-RTC58143-v1.</w:t>
      </w:r>
      <w:r w:rsidR="00BD0931">
        <w:rPr>
          <w:b/>
        </w:rPr>
        <w:t>2</w:t>
      </w:r>
      <w:r w:rsidRPr="004E7C7B">
        <w:rPr>
          <w:b/>
        </w:rPr>
        <w:t>0(SfA-NPM</w:t>
      </w:r>
      <w:r w:rsidRPr="00F43DB0">
        <w:rPr>
          <w:b/>
        </w:rPr>
        <w:t>+</w:t>
      </w:r>
      <w:r w:rsidRPr="00480182">
        <w:rPr>
          <w:b/>
          <w:highlight w:val="yellow"/>
        </w:rPr>
        <w:t>IMP</w:t>
      </w:r>
      <w:r w:rsidRPr="00F43DB0">
        <w:rPr>
          <w:b/>
        </w:rPr>
        <w:t>).</w:t>
      </w:r>
      <w:r w:rsidRPr="004E7C7B">
        <w:rPr>
          <w:b/>
        </w:rPr>
        <w:t>docx includes also implementation details.</w:t>
      </w:r>
    </w:p>
    <w:p w14:paraId="448F5E8E" w14:textId="454C5B7F" w:rsidR="00B51D76" w:rsidRDefault="00B51D76" w:rsidP="00B51D76">
      <w:pPr>
        <w:pStyle w:val="ListParagraph"/>
        <w:numPr>
          <w:ilvl w:val="0"/>
          <w:numId w:val="41"/>
        </w:numPr>
        <w:spacing w:before="240"/>
        <w:contextualSpacing w:val="0"/>
      </w:pPr>
      <w:r w:rsidRPr="004752F6">
        <w:rPr>
          <w:b/>
        </w:rPr>
        <w:t>RFC-List3</w:t>
      </w:r>
      <w:r>
        <w:rPr>
          <w:b/>
        </w:rPr>
        <w:t>6</w:t>
      </w:r>
      <w:r w:rsidRPr="004752F6">
        <w:rPr>
          <w:b/>
        </w:rPr>
        <w:t>.</w:t>
      </w:r>
      <w:r w:rsidR="00F263C2">
        <w:rPr>
          <w:b/>
        </w:rPr>
        <w:t>_</w:t>
      </w:r>
      <w:r w:rsidRPr="004752F6">
        <w:rPr>
          <w:b/>
        </w:rPr>
        <w:t>DDCOM_00</w:t>
      </w:r>
      <w:r>
        <w:rPr>
          <w:b/>
        </w:rPr>
        <w:t>24</w:t>
      </w:r>
      <w:r w:rsidR="00F263C2">
        <w:rPr>
          <w:bCs/>
        </w:rPr>
        <w:t>_</w:t>
      </w:r>
      <w:r w:rsidR="00F263C2" w:rsidRPr="004752F6">
        <w:rPr>
          <w:bCs/>
        </w:rPr>
        <w:t>RTC-</w:t>
      </w:r>
      <w:r w:rsidR="00F263C2">
        <w:rPr>
          <w:bCs/>
        </w:rPr>
        <w:t>59154: “</w:t>
      </w:r>
      <w:r w:rsidRPr="00567AF5">
        <w:t>DDCOM 20.3.0-v1.00 - Update references of CS/MIS</w:t>
      </w:r>
      <w:r>
        <w:t>2</w:t>
      </w:r>
      <w:r w:rsidRPr="00567AF5">
        <w:t xml:space="preserve"> to CS/MIS2</w:t>
      </w:r>
      <w:r w:rsidRPr="004752F6">
        <w:t>”</w:t>
      </w:r>
      <w:r>
        <w:t>;</w:t>
      </w:r>
    </w:p>
    <w:p w14:paraId="55B6CFA7" w14:textId="4F8E4EEC" w:rsidR="00300EC5" w:rsidRPr="00300EC5" w:rsidRDefault="00300EC5" w:rsidP="00300EC5">
      <w:pPr>
        <w:pStyle w:val="ListParagraph"/>
        <w:numPr>
          <w:ilvl w:val="1"/>
          <w:numId w:val="41"/>
        </w:numPr>
        <w:contextualSpacing w:val="0"/>
        <w:jc w:val="left"/>
      </w:pPr>
      <w:r w:rsidRPr="00300EC5">
        <w:t>File: RFC_DDCOM_0024_CUSTDEV3-IAR-RTC59154-v1.00(SfA-NPM).docx</w:t>
      </w:r>
    </w:p>
    <w:p w14:paraId="4B2B366A" w14:textId="03296EC3" w:rsidR="00B51D76" w:rsidRPr="004752F6" w:rsidRDefault="00B51D76" w:rsidP="00B51D76">
      <w:pPr>
        <w:pStyle w:val="ListParagraph"/>
        <w:numPr>
          <w:ilvl w:val="0"/>
          <w:numId w:val="41"/>
        </w:numPr>
        <w:spacing w:before="240"/>
        <w:contextualSpacing w:val="0"/>
      </w:pPr>
      <w:r w:rsidRPr="004752F6">
        <w:rPr>
          <w:b/>
        </w:rPr>
        <w:t>RFC-List3</w:t>
      </w:r>
      <w:r>
        <w:rPr>
          <w:b/>
        </w:rPr>
        <w:t>6</w:t>
      </w:r>
      <w:r w:rsidRPr="004752F6">
        <w:rPr>
          <w:b/>
        </w:rPr>
        <w:t>.</w:t>
      </w:r>
      <w:r w:rsidR="00F263C2">
        <w:rPr>
          <w:b/>
        </w:rPr>
        <w:t>_</w:t>
      </w:r>
      <w:r w:rsidRPr="004752F6">
        <w:rPr>
          <w:b/>
        </w:rPr>
        <w:t>DDCOM_00</w:t>
      </w:r>
      <w:r>
        <w:rPr>
          <w:b/>
        </w:rPr>
        <w:t>25</w:t>
      </w:r>
      <w:r w:rsidR="00F263C2">
        <w:rPr>
          <w:bCs/>
        </w:rPr>
        <w:t>_</w:t>
      </w:r>
      <w:r w:rsidR="00F263C2" w:rsidRPr="004752F6">
        <w:rPr>
          <w:bCs/>
        </w:rPr>
        <w:t>RTC-</w:t>
      </w:r>
      <w:r w:rsidR="00F263C2">
        <w:rPr>
          <w:bCs/>
        </w:rPr>
        <w:t>53670: “</w:t>
      </w:r>
      <w:r w:rsidRPr="00CB654D">
        <w:t xml:space="preserve">DDCOM 20.3.0-v1.00 – Clarification regarding the usage of </w:t>
      </w:r>
      <w:proofErr w:type="spellStart"/>
      <w:r w:rsidRPr="00CB654D">
        <w:t>MsgType</w:t>
      </w:r>
      <w:proofErr w:type="spellEnd"/>
      <w:r w:rsidRPr="00CB654D">
        <w:t xml:space="preserve"> element of the CSIMQMD structure</w:t>
      </w:r>
      <w:r w:rsidRPr="004752F6">
        <w:t>”;</w:t>
      </w:r>
    </w:p>
    <w:p w14:paraId="7B7E5193" w14:textId="17269AB5" w:rsidR="00300EC5" w:rsidRPr="00300EC5" w:rsidRDefault="00300EC5" w:rsidP="00300EC5">
      <w:pPr>
        <w:pStyle w:val="ListParagraph"/>
        <w:numPr>
          <w:ilvl w:val="1"/>
          <w:numId w:val="41"/>
        </w:numPr>
        <w:contextualSpacing w:val="0"/>
        <w:jc w:val="left"/>
      </w:pPr>
      <w:r w:rsidRPr="00300EC5">
        <w:t>File: RFC_DDCOM_0025_CUSTDEV3-IAR-RTC53670-v1.00(SfA-NPM).docx</w:t>
      </w:r>
    </w:p>
    <w:p w14:paraId="53D36FA0" w14:textId="1C3B15F1" w:rsidR="00B51D76" w:rsidRPr="004752F6" w:rsidRDefault="00B51D76" w:rsidP="00B51D76">
      <w:pPr>
        <w:pStyle w:val="ListParagraph"/>
        <w:numPr>
          <w:ilvl w:val="0"/>
          <w:numId w:val="41"/>
        </w:numPr>
        <w:spacing w:before="240"/>
        <w:contextualSpacing w:val="0"/>
      </w:pPr>
      <w:r w:rsidRPr="004752F6">
        <w:rPr>
          <w:b/>
        </w:rPr>
        <w:t>RFC-List3</w:t>
      </w:r>
      <w:r>
        <w:rPr>
          <w:b/>
        </w:rPr>
        <w:t>6</w:t>
      </w:r>
      <w:r w:rsidRPr="004752F6">
        <w:rPr>
          <w:b/>
        </w:rPr>
        <w:t>.</w:t>
      </w:r>
      <w:r w:rsidR="00F263C2">
        <w:rPr>
          <w:b/>
        </w:rPr>
        <w:t>_</w:t>
      </w:r>
      <w:r w:rsidRPr="004752F6">
        <w:rPr>
          <w:b/>
        </w:rPr>
        <w:t>DDCOM_00</w:t>
      </w:r>
      <w:r>
        <w:rPr>
          <w:b/>
        </w:rPr>
        <w:t>26</w:t>
      </w:r>
      <w:r w:rsidR="00F263C2">
        <w:rPr>
          <w:bCs/>
        </w:rPr>
        <w:t>_</w:t>
      </w:r>
      <w:r w:rsidR="00F263C2" w:rsidRPr="004752F6">
        <w:rPr>
          <w:bCs/>
        </w:rPr>
        <w:t>RTC-</w:t>
      </w:r>
      <w:r w:rsidR="00F263C2">
        <w:rPr>
          <w:bCs/>
        </w:rPr>
        <w:t>59131: “</w:t>
      </w:r>
      <w:r w:rsidRPr="00CB654D">
        <w:t>DDCOM-20.3.0-v1.00: Validation of the “Trader Identification number” during Transitional Period</w:t>
      </w:r>
      <w:r w:rsidRPr="004752F6">
        <w:t>”;</w:t>
      </w:r>
    </w:p>
    <w:p w14:paraId="2CD648F9" w14:textId="7DA5A57E" w:rsidR="00300EC5" w:rsidRPr="00300EC5" w:rsidRDefault="00300EC5" w:rsidP="00300EC5">
      <w:pPr>
        <w:pStyle w:val="ListParagraph"/>
        <w:numPr>
          <w:ilvl w:val="1"/>
          <w:numId w:val="41"/>
        </w:numPr>
        <w:contextualSpacing w:val="0"/>
        <w:jc w:val="left"/>
      </w:pPr>
      <w:r w:rsidRPr="00300EC5">
        <w:t>File: RFC_DDCOM_0026_CUSTDEV3-IAR-RTC59131-v1.00(SfA-NPM).docx</w:t>
      </w:r>
    </w:p>
    <w:p w14:paraId="716E3546" w14:textId="21A401BE" w:rsidR="00B51D76" w:rsidRDefault="00B51D76" w:rsidP="00B51D76">
      <w:pPr>
        <w:pStyle w:val="ListParagraph"/>
        <w:numPr>
          <w:ilvl w:val="0"/>
          <w:numId w:val="41"/>
        </w:numPr>
        <w:spacing w:before="240"/>
        <w:contextualSpacing w:val="0"/>
      </w:pPr>
      <w:r w:rsidRPr="004752F6">
        <w:rPr>
          <w:b/>
        </w:rPr>
        <w:t>RFC-List3</w:t>
      </w:r>
      <w:r>
        <w:rPr>
          <w:b/>
        </w:rPr>
        <w:t>6</w:t>
      </w:r>
      <w:r w:rsidRPr="004752F6">
        <w:rPr>
          <w:b/>
        </w:rPr>
        <w:t>.</w:t>
      </w:r>
      <w:r w:rsidR="00F263C2">
        <w:rPr>
          <w:b/>
        </w:rPr>
        <w:t>_</w:t>
      </w:r>
      <w:r w:rsidRPr="004752F6">
        <w:rPr>
          <w:b/>
        </w:rPr>
        <w:t>DDCOM_00</w:t>
      </w:r>
      <w:r>
        <w:rPr>
          <w:b/>
        </w:rPr>
        <w:t>27</w:t>
      </w:r>
      <w:r w:rsidR="00F263C2">
        <w:rPr>
          <w:bCs/>
        </w:rPr>
        <w:t>_</w:t>
      </w:r>
      <w:r w:rsidR="00F263C2" w:rsidRPr="004752F6">
        <w:rPr>
          <w:bCs/>
        </w:rPr>
        <w:t>RTC-</w:t>
      </w:r>
      <w:r w:rsidR="00F263C2">
        <w:rPr>
          <w:bCs/>
        </w:rPr>
        <w:t>55494: “</w:t>
      </w:r>
      <w:r w:rsidRPr="00F67D47">
        <w:t>DDCOM-20.3.0-v1.00: Correction for XML messages: numerical fields (token) and text fields (value zero)</w:t>
      </w:r>
      <w:r w:rsidRPr="004752F6">
        <w:t>”;</w:t>
      </w:r>
    </w:p>
    <w:p w14:paraId="4D7AA22B" w14:textId="16D62710" w:rsidR="004E7C7B" w:rsidRPr="004E7C7B" w:rsidRDefault="004E7C7B" w:rsidP="004E7C7B">
      <w:pPr>
        <w:pStyle w:val="ListParagraph"/>
        <w:numPr>
          <w:ilvl w:val="1"/>
          <w:numId w:val="41"/>
        </w:numPr>
        <w:contextualSpacing w:val="0"/>
        <w:jc w:val="left"/>
        <w:rPr>
          <w:b/>
        </w:rPr>
      </w:pPr>
      <w:r w:rsidRPr="004E7C7B">
        <w:rPr>
          <w:b/>
        </w:rPr>
        <w:lastRenderedPageBreak/>
        <w:t>The file RFC_DDCOM_0027_CUSTDEV3-IAR-RTC55494-v1.</w:t>
      </w:r>
      <w:r w:rsidR="002E0248" w:rsidRPr="00BB4037">
        <w:rPr>
          <w:b/>
        </w:rPr>
        <w:t>2</w:t>
      </w:r>
      <w:r w:rsidRPr="004E7C7B">
        <w:rPr>
          <w:b/>
        </w:rPr>
        <w:t>0(SfA-</w:t>
      </w:r>
      <w:r w:rsidRPr="00F43DB0">
        <w:rPr>
          <w:b/>
        </w:rPr>
        <w:t>NPM+</w:t>
      </w:r>
      <w:r w:rsidRPr="00480182">
        <w:rPr>
          <w:b/>
          <w:highlight w:val="yellow"/>
        </w:rPr>
        <w:t>IMP</w:t>
      </w:r>
      <w:r w:rsidRPr="00F43DB0">
        <w:rPr>
          <w:b/>
        </w:rPr>
        <w:t>).docx</w:t>
      </w:r>
      <w:r w:rsidRPr="004E7C7B">
        <w:rPr>
          <w:b/>
        </w:rPr>
        <w:t xml:space="preserve"> includes also implementation details.</w:t>
      </w:r>
    </w:p>
    <w:p w14:paraId="2BFEAAB4" w14:textId="27E8A17A" w:rsidR="00B51D76" w:rsidRPr="004752F6" w:rsidRDefault="00B51D76" w:rsidP="00B51D76">
      <w:pPr>
        <w:pStyle w:val="ListParagraph"/>
        <w:numPr>
          <w:ilvl w:val="0"/>
          <w:numId w:val="41"/>
        </w:numPr>
        <w:spacing w:before="240"/>
        <w:contextualSpacing w:val="0"/>
      </w:pPr>
      <w:r w:rsidRPr="004752F6">
        <w:rPr>
          <w:b/>
        </w:rPr>
        <w:t>RFC-List3</w:t>
      </w:r>
      <w:r>
        <w:rPr>
          <w:b/>
        </w:rPr>
        <w:t>6</w:t>
      </w:r>
      <w:r w:rsidRPr="004752F6">
        <w:rPr>
          <w:b/>
        </w:rPr>
        <w:t>.</w:t>
      </w:r>
      <w:r w:rsidR="00F263C2">
        <w:rPr>
          <w:b/>
        </w:rPr>
        <w:t>_</w:t>
      </w:r>
      <w:r w:rsidRPr="004752F6">
        <w:rPr>
          <w:b/>
        </w:rPr>
        <w:t>DDCOM_00</w:t>
      </w:r>
      <w:r>
        <w:rPr>
          <w:b/>
        </w:rPr>
        <w:t>28</w:t>
      </w:r>
      <w:r w:rsidR="00F263C2">
        <w:rPr>
          <w:b/>
        </w:rPr>
        <w:t>_</w:t>
      </w:r>
      <w:r w:rsidR="00F263C2" w:rsidRPr="004752F6">
        <w:rPr>
          <w:bCs/>
        </w:rPr>
        <w:t>RTC-</w:t>
      </w:r>
      <w:r w:rsidR="00F263C2">
        <w:rPr>
          <w:bCs/>
        </w:rPr>
        <w:t>59744: “</w:t>
      </w:r>
      <w:r w:rsidRPr="00F93C8F">
        <w:t>DDCOM-20.3.0-v1.00 - Alignment with ieCA Operational Model, regarding queue naming convention</w:t>
      </w:r>
      <w:r w:rsidRPr="004752F6">
        <w:t>”</w:t>
      </w:r>
      <w:r w:rsidR="004E7C7B">
        <w:t>;</w:t>
      </w:r>
    </w:p>
    <w:p w14:paraId="60689898" w14:textId="05A40E58" w:rsidR="00300EC5" w:rsidRPr="00300EC5" w:rsidRDefault="00300EC5" w:rsidP="00300EC5">
      <w:pPr>
        <w:pStyle w:val="ListParagraph"/>
        <w:numPr>
          <w:ilvl w:val="1"/>
          <w:numId w:val="41"/>
        </w:numPr>
        <w:contextualSpacing w:val="0"/>
        <w:jc w:val="left"/>
      </w:pPr>
      <w:r w:rsidRPr="00300EC5">
        <w:t>File: RFC_DDCOM_0028_CUSTDEV3-IAR-RTC59744-v1.00(Emergency_SfA-NPM).docx</w:t>
      </w:r>
    </w:p>
    <w:p w14:paraId="63E780FF" w14:textId="3361EFCE" w:rsidR="00B51D76" w:rsidRPr="004752F6" w:rsidRDefault="00B51D76" w:rsidP="00B51D76">
      <w:pPr>
        <w:pStyle w:val="ListParagraph"/>
        <w:numPr>
          <w:ilvl w:val="0"/>
          <w:numId w:val="41"/>
        </w:numPr>
        <w:spacing w:before="240"/>
        <w:contextualSpacing w:val="0"/>
      </w:pPr>
      <w:r w:rsidRPr="006E7118">
        <w:rPr>
          <w:b/>
        </w:rPr>
        <w:t>RFC-List36.</w:t>
      </w:r>
      <w:r w:rsidR="00F263C2">
        <w:rPr>
          <w:b/>
        </w:rPr>
        <w:t>_</w:t>
      </w:r>
      <w:r w:rsidRPr="006E7118">
        <w:rPr>
          <w:b/>
        </w:rPr>
        <w:t>DDCOM_0029</w:t>
      </w:r>
      <w:r w:rsidR="00F263C2">
        <w:rPr>
          <w:b/>
        </w:rPr>
        <w:t>_</w:t>
      </w:r>
      <w:r w:rsidR="00F263C2" w:rsidRPr="006E7118">
        <w:rPr>
          <w:bCs/>
        </w:rPr>
        <w:t>RTC-59787</w:t>
      </w:r>
      <w:r w:rsidR="00F263C2">
        <w:rPr>
          <w:bCs/>
        </w:rPr>
        <w:t>: “</w:t>
      </w:r>
      <w:r w:rsidRPr="00E10080">
        <w:t>DDCOM 20.3.0-v1.00 - Correction in "IV.6 Logic of Rules/T/TRT/BRT and Conditions validation sequence for NCTS-P5 and AES-P1".</w:t>
      </w:r>
      <w:r w:rsidRPr="004752F6">
        <w:t>”</w:t>
      </w:r>
      <w:r>
        <w:t>.</w:t>
      </w:r>
    </w:p>
    <w:p w14:paraId="3AC26F01" w14:textId="70E30C89" w:rsidR="00300EC5" w:rsidRPr="00300EC5" w:rsidRDefault="00300EC5" w:rsidP="00300EC5">
      <w:pPr>
        <w:pStyle w:val="ListParagraph"/>
        <w:numPr>
          <w:ilvl w:val="1"/>
          <w:numId w:val="41"/>
        </w:numPr>
        <w:contextualSpacing w:val="0"/>
        <w:jc w:val="left"/>
      </w:pPr>
      <w:r w:rsidRPr="00300EC5">
        <w:t>File: RFC_DDCOM_0029_CUSTDEV3-IAR-RTC59787-v1.00(Emergency_SfA-NPM).docx</w:t>
      </w:r>
    </w:p>
    <w:p w14:paraId="6BFE7303" w14:textId="77777777" w:rsidR="00B51D76" w:rsidRDefault="00B51D76" w:rsidP="00C64015"/>
    <w:p w14:paraId="011DA2C2" w14:textId="74768413" w:rsidR="00C64015" w:rsidRPr="00C64015" w:rsidRDefault="00300EC5" w:rsidP="00C64015">
      <w:r>
        <w:t>I</w:t>
      </w:r>
      <w:r w:rsidR="00C64015">
        <w:t xml:space="preserve">nformation about </w:t>
      </w:r>
      <w:r w:rsidR="00480182">
        <w:t xml:space="preserve">the </w:t>
      </w:r>
      <w:r w:rsidR="00C64015">
        <w:t xml:space="preserve">changes </w:t>
      </w:r>
      <w:r w:rsidR="00480182">
        <w:t xml:space="preserve">applied </w:t>
      </w:r>
      <w:r w:rsidR="00C64015">
        <w:t>in</w:t>
      </w:r>
      <w:r>
        <w:t xml:space="preserve"> the</w:t>
      </w:r>
      <w:r w:rsidR="00C64015">
        <w:t xml:space="preserve"> </w:t>
      </w:r>
      <w:r w:rsidR="000271C2">
        <w:fldChar w:fldCharType="begin"/>
      </w:r>
      <w:r w:rsidR="000271C2">
        <w:instrText xml:space="preserve"> DOCPROPERTY  DLV  \* MERGEFORMAT </w:instrText>
      </w:r>
      <w:r w:rsidR="000271C2">
        <w:fldChar w:fldCharType="separate"/>
      </w:r>
      <w:r w:rsidR="00746ABF">
        <w:t>DDCOM-20.4.0-SfA-v1.00</w:t>
      </w:r>
      <w:r w:rsidR="000271C2">
        <w:fldChar w:fldCharType="end"/>
      </w:r>
      <w:r w:rsidR="00C64015" w:rsidRPr="00582630">
        <w:t xml:space="preserve"> </w:t>
      </w:r>
      <w:r w:rsidR="00C64015" w:rsidRPr="00C64015">
        <w:t xml:space="preserve">release </w:t>
      </w:r>
      <w:r w:rsidR="00C64015">
        <w:t xml:space="preserve">is </w:t>
      </w:r>
      <w:r>
        <w:t xml:space="preserve">also </w:t>
      </w:r>
      <w:r w:rsidR="00C64015">
        <w:t xml:space="preserve">provided in </w:t>
      </w:r>
      <w:r w:rsidR="00480182">
        <w:t xml:space="preserve">the </w:t>
      </w:r>
      <w:r w:rsidR="00C64015">
        <w:t>section I.1.8.</w:t>
      </w:r>
      <w:r w:rsidR="00EF1E88">
        <w:t>26</w:t>
      </w:r>
      <w:r w:rsidR="00C64015">
        <w:t xml:space="preserve"> of </w:t>
      </w:r>
      <w:r w:rsidR="00F25784">
        <w:t xml:space="preserve">the </w:t>
      </w:r>
      <w:r>
        <w:t>Main Document</w:t>
      </w:r>
      <w:r w:rsidR="00F25784">
        <w:t>.</w:t>
      </w:r>
    </w:p>
    <w:p w14:paraId="2A183DCD" w14:textId="3666923F" w:rsidR="00822849" w:rsidRDefault="00822849">
      <w:pPr>
        <w:spacing w:after="0" w:line="240" w:lineRule="auto"/>
        <w:jc w:val="left"/>
        <w:rPr>
          <w:szCs w:val="22"/>
        </w:rPr>
      </w:pPr>
      <w:bookmarkStart w:id="35" w:name="_Hlk533028884"/>
    </w:p>
    <w:p w14:paraId="18055E18" w14:textId="0FA3C5B7" w:rsidR="00480182" w:rsidRDefault="00480182">
      <w:pPr>
        <w:spacing w:after="0" w:line="240" w:lineRule="auto"/>
        <w:jc w:val="left"/>
        <w:rPr>
          <w:szCs w:val="22"/>
        </w:rPr>
      </w:pPr>
    </w:p>
    <w:p w14:paraId="18E4C125" w14:textId="36CE6ACE" w:rsidR="00480182" w:rsidRDefault="00480182">
      <w:pPr>
        <w:spacing w:after="0" w:line="240" w:lineRule="auto"/>
        <w:jc w:val="left"/>
        <w:rPr>
          <w:szCs w:val="22"/>
        </w:rPr>
      </w:pPr>
    </w:p>
    <w:p w14:paraId="27E44431" w14:textId="77777777" w:rsidR="00480182" w:rsidRDefault="00480182">
      <w:pPr>
        <w:spacing w:after="0" w:line="240" w:lineRule="auto"/>
        <w:jc w:val="left"/>
        <w:rPr>
          <w:szCs w:val="22"/>
        </w:rPr>
      </w:pPr>
    </w:p>
    <w:p w14:paraId="23CB5BC8" w14:textId="77777777" w:rsidR="00C44F11" w:rsidRPr="00AE1B2C" w:rsidRDefault="00C44F11" w:rsidP="00C44F11">
      <w:pPr>
        <w:pStyle w:val="Heading1"/>
        <w:tabs>
          <w:tab w:val="clear" w:pos="510"/>
          <w:tab w:val="num" w:pos="432"/>
        </w:tabs>
        <w:spacing w:before="240" w:line="240" w:lineRule="auto"/>
        <w:ind w:right="864"/>
      </w:pPr>
      <w:bookmarkStart w:id="36" w:name="_Ref526239872"/>
      <w:bookmarkStart w:id="37" w:name="_Ref526239878"/>
      <w:bookmarkStart w:id="38" w:name="_Ref526352682"/>
      <w:bookmarkStart w:id="39" w:name="_Toc40778749"/>
      <w:bookmarkStart w:id="40" w:name="_Toc100155020"/>
      <w:bookmarkEnd w:id="35"/>
      <w:r w:rsidRPr="00AE1B2C">
        <w:t>Review Instructions</w:t>
      </w:r>
      <w:bookmarkEnd w:id="36"/>
      <w:bookmarkEnd w:id="37"/>
      <w:bookmarkEnd w:id="38"/>
      <w:bookmarkEnd w:id="39"/>
      <w:bookmarkEnd w:id="40"/>
    </w:p>
    <w:p w14:paraId="4B8CDE6C" w14:textId="0C98400E" w:rsidR="00A52C38" w:rsidRPr="00AE1B2C" w:rsidRDefault="00480182" w:rsidP="00255820">
      <w:pPr>
        <w:pStyle w:val="Text1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 xml:space="preserve">This </w:t>
      </w:r>
      <w:r w:rsidR="00255820" w:rsidRPr="00255820">
        <w:rPr>
          <w:rFonts w:ascii="Times New Roman" w:hAnsi="Times New Roman"/>
          <w:sz w:val="22"/>
          <w:szCs w:val="22"/>
          <w:lang w:val="en-US"/>
        </w:rPr>
        <w:t xml:space="preserve">deliverable </w:t>
      </w:r>
      <w:r>
        <w:rPr>
          <w:rFonts w:ascii="Times New Roman" w:hAnsi="Times New Roman"/>
          <w:sz w:val="22"/>
          <w:szCs w:val="22"/>
          <w:lang w:val="en-US"/>
        </w:rPr>
        <w:t>is published for acceptance by ECCG</w:t>
      </w:r>
      <w:r w:rsidR="00452CFE" w:rsidRPr="00AE1B2C">
        <w:rPr>
          <w:rFonts w:ascii="Times New Roman" w:hAnsi="Times New Roman"/>
          <w:sz w:val="22"/>
          <w:szCs w:val="22"/>
          <w:lang w:val="en-US"/>
        </w:rPr>
        <w:t>.</w:t>
      </w:r>
    </w:p>
    <w:p w14:paraId="5444EF76" w14:textId="41DC7EDA" w:rsidR="00C44F11" w:rsidRDefault="00C44F11" w:rsidP="00A52C38">
      <w:pPr>
        <w:spacing w:after="0" w:line="240" w:lineRule="auto"/>
        <w:jc w:val="left"/>
        <w:rPr>
          <w:sz w:val="20"/>
          <w:szCs w:val="20"/>
          <w:lang w:val="en-US" w:eastAsia="en-US"/>
        </w:rPr>
      </w:pPr>
    </w:p>
    <w:p w14:paraId="42FB51C7" w14:textId="3F8795EF" w:rsidR="00480182" w:rsidRDefault="00480182" w:rsidP="00A52C38">
      <w:pPr>
        <w:spacing w:after="0" w:line="240" w:lineRule="auto"/>
        <w:jc w:val="left"/>
        <w:rPr>
          <w:sz w:val="20"/>
          <w:szCs w:val="20"/>
          <w:lang w:val="en-US" w:eastAsia="en-US"/>
        </w:rPr>
      </w:pPr>
    </w:p>
    <w:p w14:paraId="4F8FCF8F" w14:textId="77777777" w:rsidR="00EE6640" w:rsidRPr="00AE1B2C" w:rsidRDefault="00EE6640" w:rsidP="00A52C38">
      <w:pPr>
        <w:spacing w:after="0" w:line="240" w:lineRule="auto"/>
        <w:jc w:val="left"/>
        <w:rPr>
          <w:sz w:val="20"/>
          <w:szCs w:val="20"/>
          <w:lang w:val="en-US" w:eastAsia="en-US"/>
        </w:rPr>
      </w:pPr>
    </w:p>
    <w:p w14:paraId="763DBC1C" w14:textId="67FF3493" w:rsidR="00822849" w:rsidRDefault="00822849">
      <w:pPr>
        <w:spacing w:after="0" w:line="240" w:lineRule="auto"/>
        <w:jc w:val="left"/>
        <w:rPr>
          <w:sz w:val="20"/>
          <w:szCs w:val="20"/>
          <w:lang w:val="en-US" w:eastAsia="en-US"/>
        </w:rPr>
      </w:pPr>
    </w:p>
    <w:p w14:paraId="39666712" w14:textId="77777777" w:rsidR="00C44F11" w:rsidRPr="00AE1B2C" w:rsidRDefault="00C44F11" w:rsidP="00C44F11">
      <w:pPr>
        <w:pStyle w:val="Heading1"/>
        <w:tabs>
          <w:tab w:val="clear" w:pos="510"/>
          <w:tab w:val="num" w:pos="432"/>
        </w:tabs>
        <w:spacing w:before="240" w:line="240" w:lineRule="auto"/>
        <w:ind w:right="864"/>
      </w:pPr>
      <w:bookmarkStart w:id="41" w:name="_Ref526239885"/>
      <w:bookmarkStart w:id="42" w:name="_Ref526239890"/>
      <w:bookmarkStart w:id="43" w:name="_Ref526352701"/>
      <w:bookmarkStart w:id="44" w:name="_Toc40778750"/>
      <w:bookmarkStart w:id="45" w:name="_Toc100155021"/>
      <w:r w:rsidRPr="00AE1B2C">
        <w:t>Other Useful Information</w:t>
      </w:r>
      <w:bookmarkEnd w:id="41"/>
      <w:bookmarkEnd w:id="42"/>
      <w:bookmarkEnd w:id="43"/>
      <w:bookmarkEnd w:id="44"/>
      <w:bookmarkEnd w:id="45"/>
    </w:p>
    <w:p w14:paraId="5F3979BD" w14:textId="77777777" w:rsidR="00EE6640" w:rsidRPr="00F70EA0" w:rsidRDefault="00EE6640" w:rsidP="00EE6640">
      <w:pPr>
        <w:spacing w:after="0" w:line="240" w:lineRule="auto"/>
        <w:jc w:val="left"/>
        <w:rPr>
          <w:szCs w:val="22"/>
        </w:rPr>
      </w:pPr>
      <w:r w:rsidRPr="00F70EA0">
        <w:rPr>
          <w:szCs w:val="22"/>
        </w:rPr>
        <w:t xml:space="preserve">For any </w:t>
      </w:r>
      <w:r>
        <w:rPr>
          <w:szCs w:val="22"/>
        </w:rPr>
        <w:t>question or comment</w:t>
      </w:r>
      <w:r w:rsidRPr="00F70EA0">
        <w:rPr>
          <w:szCs w:val="22"/>
        </w:rPr>
        <w:t xml:space="preserve">, please contact: </w:t>
      </w:r>
      <w:hyperlink r:id="rId15" w:history="1">
        <w:r w:rsidRPr="00BC1D7D">
          <w:rPr>
            <w:rStyle w:val="Hyperlink"/>
          </w:rPr>
          <w:t>support@itsmtaxud.europa.eu</w:t>
        </w:r>
      </w:hyperlink>
      <w:r>
        <w:t xml:space="preserve"> </w:t>
      </w:r>
      <w:r>
        <w:br/>
        <w:t xml:space="preserve">with cc </w:t>
      </w:r>
      <w:hyperlink r:id="rId16" w:history="1">
        <w:r w:rsidRPr="00BC1D7D">
          <w:rPr>
            <w:rStyle w:val="Hyperlink"/>
          </w:rPr>
          <w:t>tanguy.deschuyteneer@ext.ec.europa.eu</w:t>
        </w:r>
      </w:hyperlink>
      <w:r>
        <w:t>.</w:t>
      </w:r>
    </w:p>
    <w:p w14:paraId="098F446C" w14:textId="156632FD" w:rsidR="005033EF" w:rsidRPr="00AE1B2C" w:rsidRDefault="005033EF" w:rsidP="00FA6DF3"/>
    <w:sectPr w:rsidR="005033EF" w:rsidRPr="00AE1B2C" w:rsidSect="00B67AA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1417" w:right="1417" w:bottom="1417" w:left="1417" w:header="709" w:footer="1059" w:gutter="0"/>
      <w:paperSrc w:first="15" w:other="15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88605" w14:textId="77777777" w:rsidR="003B2ACF" w:rsidRDefault="003B2ACF">
      <w:pPr>
        <w:spacing w:after="0" w:line="240" w:lineRule="auto"/>
      </w:pPr>
      <w:r>
        <w:separator/>
      </w:r>
    </w:p>
  </w:endnote>
  <w:endnote w:type="continuationSeparator" w:id="0">
    <w:p w14:paraId="246C250D" w14:textId="77777777" w:rsidR="003B2ACF" w:rsidRDefault="003B2ACF">
      <w:pPr>
        <w:spacing w:after="0" w:line="240" w:lineRule="auto"/>
      </w:pPr>
      <w:r>
        <w:continuationSeparator/>
      </w:r>
    </w:p>
  </w:endnote>
  <w:endnote w:type="continuationNotice" w:id="1">
    <w:p w14:paraId="2B13455C" w14:textId="77777777" w:rsidR="003B2ACF" w:rsidRDefault="003B2A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Footer - Footer"/>
      <w:tag w:val="tkgx793blqwVsfMzIs5ka6-Aa3Kt4ltWaoVXwcSq1qvk0"/>
      <w:id w:val="-66499086"/>
    </w:sdtPr>
    <w:sdtEndPr/>
    <w:sdtContent>
      <w:p w14:paraId="2D2540D0" w14:textId="41C79DCB" w:rsidR="004E7C7B" w:rsidRPr="009900A0" w:rsidRDefault="000271C2">
        <w:pPr>
          <w:pStyle w:val="FooterLine"/>
          <w:rPr>
            <w:lang w:val="en-US"/>
          </w:rPr>
        </w:pPr>
        <w:sdt>
          <w:sdtPr>
            <w:rPr>
              <w:lang w:val="en-US"/>
            </w:rPr>
            <w:id w:val="-171457221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3F448E">
              <w:rPr>
                <w:lang w:val="en-US"/>
              </w:rPr>
              <w:t>DDCOM 20.4.0-v1.00-SfA</w:t>
            </w:r>
          </w:sdtContent>
        </w:sdt>
        <w:r w:rsidR="004E7C7B" w:rsidRPr="009900A0">
          <w:rPr>
            <w:lang w:val="en-US"/>
          </w:rPr>
          <w:t xml:space="preserve"> - </w:t>
        </w:r>
        <w:sdt>
          <w:sdtPr>
            <w:id w:val="-199987560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EE6640">
              <w:t>Release Note to ECCG</w:t>
            </w:r>
          </w:sdtContent>
        </w:sdt>
        <w:r w:rsidR="004E7C7B" w:rsidRPr="009900A0">
          <w:rPr>
            <w:lang w:val="en-US"/>
          </w:rPr>
          <w:tab/>
          <w:t xml:space="preserve">Page </w:t>
        </w:r>
        <w:r w:rsidR="004E7C7B">
          <w:fldChar w:fldCharType="begin"/>
        </w:r>
        <w:r w:rsidR="004E7C7B" w:rsidRPr="009900A0">
          <w:rPr>
            <w:lang w:val="en-US"/>
          </w:rPr>
          <w:instrText>PAGE</w:instrText>
        </w:r>
        <w:r w:rsidR="004E7C7B">
          <w:fldChar w:fldCharType="separate"/>
        </w:r>
        <w:r w:rsidR="004E7C7B">
          <w:rPr>
            <w:noProof/>
            <w:lang w:val="en-US"/>
          </w:rPr>
          <w:t>6</w:t>
        </w:r>
        <w:r w:rsidR="004E7C7B">
          <w:fldChar w:fldCharType="end"/>
        </w:r>
        <w:r w:rsidR="004E7C7B" w:rsidRPr="009900A0">
          <w:rPr>
            <w:lang w:val="en-US"/>
          </w:rPr>
          <w:t xml:space="preserve"> / </w:t>
        </w:r>
        <w:r w:rsidR="004E7C7B">
          <w:fldChar w:fldCharType="begin"/>
        </w:r>
        <w:r w:rsidR="004E7C7B" w:rsidRPr="009900A0">
          <w:rPr>
            <w:lang w:val="en-US"/>
          </w:rPr>
          <w:instrText>NUMPAGES</w:instrText>
        </w:r>
        <w:r w:rsidR="004E7C7B">
          <w:fldChar w:fldCharType="separate"/>
        </w:r>
        <w:r w:rsidR="004E7C7B">
          <w:rPr>
            <w:noProof/>
            <w:lang w:val="en-US"/>
          </w:rPr>
          <w:t>2</w:t>
        </w:r>
        <w:r w:rsidR="004E7C7B">
          <w:fldChar w:fldCharType="end"/>
        </w:r>
      </w:p>
      <w:p w14:paraId="0934336C" w14:textId="491CB7E8" w:rsidR="004E7C7B" w:rsidRPr="00845245" w:rsidRDefault="000271C2">
        <w:pPr>
          <w:pStyle w:val="Footer"/>
          <w:rPr>
            <w:lang w:val="en-US"/>
          </w:rPr>
        </w:pPr>
        <w:sdt>
          <w:sdtPr>
            <w:rPr>
              <w:noProof/>
              <w:lang w:val="fr-BE"/>
            </w:rPr>
            <w:id w:val="-1646350973"/>
            <w:dataBinding w:xpath="/Texts/TechFooterVersion" w:storeItemID="{4EF90DE6-88B6-4264-9629-4D8DFDFE87D2}"/>
            <w:text w:multiLine="1"/>
          </w:sdtPr>
          <w:sdtEndPr/>
          <w:sdtContent>
            <w:r w:rsidR="004E7C7B">
              <w:rPr>
                <w:noProof/>
                <w:lang w:val="fr-BE"/>
              </w:rPr>
              <w:t>Document version</w:t>
            </w:r>
          </w:sdtContent>
        </w:sdt>
        <w:r w:rsidR="004E7C7B" w:rsidRPr="00845245">
          <w:rPr>
            <w:lang w:val="en-US"/>
          </w:rPr>
          <w:t xml:space="preserve"> </w:t>
        </w:r>
        <w:sdt>
          <w:sdtPr>
            <w:alias w:val="Version"/>
            <w:id w:val="-581447756"/>
            <w:dataBinding w:xpath="/EurolookProperties/DocumentVersion" w:storeItemID="{D3EA5527-7367-4268-9D83-5125C98D0ED2}"/>
            <w:text w:multiLine="1"/>
          </w:sdtPr>
          <w:sdtEndPr/>
          <w:sdtContent>
            <w:r w:rsidR="003F448E">
              <w:t>1.00 EN</w:t>
            </w:r>
          </w:sdtContent>
        </w:sdt>
        <w:r w:rsidR="004E7C7B" w:rsidRPr="00845245">
          <w:rPr>
            <w:lang w:val="en-US"/>
          </w:rPr>
          <w:t xml:space="preserve"> </w:t>
        </w:r>
        <w:sdt>
          <w:sdtPr>
            <w:rPr>
              <w:noProof/>
              <w:lang w:val="fr-BE"/>
            </w:rPr>
            <w:id w:val="-1738384756"/>
            <w:dataBinding w:xpath="/Texts/TechFooterDated" w:storeItemID="{4EF90DE6-88B6-4264-9629-4D8DFDFE87D2}"/>
            <w:text w:multiLine="1"/>
          </w:sdtPr>
          <w:sdtEndPr/>
          <w:sdtContent>
            <w:r w:rsidR="004E7C7B" w:rsidRPr="00845245">
              <w:rPr>
                <w:noProof/>
                <w:lang w:val="en-US"/>
              </w:rPr>
              <w:t>dated</w:t>
            </w:r>
          </w:sdtContent>
        </w:sdt>
        <w:r w:rsidR="004E7C7B" w:rsidRPr="00845245">
          <w:rPr>
            <w:lang w:val="en-US"/>
          </w:rPr>
          <w:t xml:space="preserve"> </w:t>
        </w:r>
        <w:sdt>
          <w:sdtPr>
            <w:rPr>
              <w:lang w:val="fr-BE"/>
            </w:rPr>
            <w:alias w:val=""/>
            <w:id w:val="-64425944"/>
            <w:dataBinding w:xpath="/EurolookProperties/DocumentDate" w:storeItemID="{D3EA5527-7367-4268-9D83-5125C98D0ED2}"/>
            <w:date w:fullDate="2022-04-08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480182">
              <w:t>08/04/2022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Footer - Footer"/>
      <w:tag w:val="tkgx793blqwVsfMzIs5ka6-Aa3Kt4ltWaoVXwcSq1qvk0"/>
      <w:id w:val="1051889446"/>
    </w:sdtPr>
    <w:sdtEndPr/>
    <w:sdtContent>
      <w:p w14:paraId="016CF4A0" w14:textId="5B96DA99" w:rsidR="004E7C7B" w:rsidRPr="009900A0" w:rsidRDefault="000271C2" w:rsidP="001F03D8">
        <w:pPr>
          <w:pStyle w:val="FooterLine"/>
          <w:rPr>
            <w:lang w:val="en-US"/>
          </w:rPr>
        </w:pPr>
        <w:sdt>
          <w:sdtPr>
            <w:rPr>
              <w:lang w:val="en-US"/>
            </w:rPr>
            <w:id w:val="-21017909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3F448E">
              <w:rPr>
                <w:lang w:val="en-US"/>
              </w:rPr>
              <w:t>DDCOM 20.4.0-v1.00-SfA</w:t>
            </w:r>
          </w:sdtContent>
        </w:sdt>
        <w:r w:rsidR="004E7C7B" w:rsidRPr="009900A0">
          <w:rPr>
            <w:lang w:val="en-US"/>
          </w:rPr>
          <w:t xml:space="preserve"> </w:t>
        </w:r>
        <w:sdt>
          <w:sdtPr>
            <w:id w:val="-1703004640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EE6640">
              <w:t>Release Note to ECCG</w:t>
            </w:r>
          </w:sdtContent>
        </w:sdt>
        <w:r w:rsidR="004E7C7B" w:rsidRPr="009900A0">
          <w:rPr>
            <w:lang w:val="en-US"/>
          </w:rPr>
          <w:tab/>
          <w:t xml:space="preserve">Page </w:t>
        </w:r>
        <w:r w:rsidR="004E7C7B">
          <w:fldChar w:fldCharType="begin"/>
        </w:r>
        <w:r w:rsidR="004E7C7B" w:rsidRPr="009900A0">
          <w:rPr>
            <w:lang w:val="en-US"/>
          </w:rPr>
          <w:instrText>PAGE</w:instrText>
        </w:r>
        <w:r w:rsidR="004E7C7B">
          <w:fldChar w:fldCharType="separate"/>
        </w:r>
        <w:r>
          <w:rPr>
            <w:noProof/>
            <w:lang w:val="en-US"/>
          </w:rPr>
          <w:t>7</w:t>
        </w:r>
        <w:r w:rsidR="004E7C7B">
          <w:fldChar w:fldCharType="end"/>
        </w:r>
        <w:r w:rsidR="004E7C7B" w:rsidRPr="009900A0">
          <w:rPr>
            <w:lang w:val="en-US"/>
          </w:rPr>
          <w:t xml:space="preserve"> / </w:t>
        </w:r>
        <w:r w:rsidR="004E7C7B">
          <w:fldChar w:fldCharType="begin"/>
        </w:r>
        <w:r w:rsidR="004E7C7B" w:rsidRPr="009900A0">
          <w:rPr>
            <w:lang w:val="en-US"/>
          </w:rPr>
          <w:instrText>NUMPAGES</w:instrText>
        </w:r>
        <w:r w:rsidR="004E7C7B">
          <w:fldChar w:fldCharType="separate"/>
        </w:r>
        <w:r>
          <w:rPr>
            <w:noProof/>
            <w:lang w:val="en-US"/>
          </w:rPr>
          <w:t>7</w:t>
        </w:r>
        <w:r w:rsidR="004E7C7B">
          <w:fldChar w:fldCharType="end"/>
        </w:r>
      </w:p>
      <w:p w14:paraId="01852AD5" w14:textId="2F64985A" w:rsidR="004E7C7B" w:rsidRPr="005D331A" w:rsidRDefault="000271C2">
        <w:pPr>
          <w:pStyle w:val="Footer"/>
          <w:rPr>
            <w:lang w:val="en-US"/>
          </w:rPr>
        </w:pPr>
        <w:sdt>
          <w:sdtPr>
            <w:rPr>
              <w:noProof/>
              <w:lang w:val="en-US"/>
            </w:rPr>
            <w:id w:val="-1203323583"/>
            <w:dataBinding w:xpath="/Texts/TechFooterVersion" w:storeItemID="{4EF90DE6-88B6-4264-9629-4D8DFDFE87D2}"/>
            <w:text w:multiLine="1"/>
          </w:sdtPr>
          <w:sdtEndPr/>
          <w:sdtContent>
            <w:r w:rsidR="004E7C7B" w:rsidRPr="009900A0">
              <w:rPr>
                <w:noProof/>
                <w:lang w:val="en-US"/>
              </w:rPr>
              <w:t xml:space="preserve">Document </w:t>
            </w:r>
            <w:r w:rsidR="004E7C7B">
              <w:rPr>
                <w:noProof/>
                <w:lang w:val="en-US"/>
              </w:rPr>
              <w:t>v</w:t>
            </w:r>
            <w:r w:rsidR="004E7C7B" w:rsidRPr="009900A0">
              <w:rPr>
                <w:noProof/>
                <w:lang w:val="en-US"/>
              </w:rPr>
              <w:t>ersion</w:t>
            </w:r>
          </w:sdtContent>
        </w:sdt>
        <w:r w:rsidR="004E7C7B" w:rsidRPr="009900A0">
          <w:rPr>
            <w:lang w:val="en-US"/>
          </w:rPr>
          <w:t xml:space="preserve"> </w:t>
        </w:r>
        <w:sdt>
          <w:sdtPr>
            <w:alias w:val="Version"/>
            <w:id w:val="-807239695"/>
            <w:dataBinding w:xpath="/EurolookProperties/DocumentVersion" w:storeItemID="{D3EA5527-7367-4268-9D83-5125C98D0ED2}"/>
            <w:text w:multiLine="1"/>
          </w:sdtPr>
          <w:sdtEndPr/>
          <w:sdtContent>
            <w:r w:rsidR="003F448E">
              <w:t>1.00 EN</w:t>
            </w:r>
          </w:sdtContent>
        </w:sdt>
        <w:r w:rsidR="004E7C7B" w:rsidRPr="009900A0">
          <w:rPr>
            <w:lang w:val="en-US"/>
          </w:rPr>
          <w:t xml:space="preserve"> </w:t>
        </w:r>
        <w:sdt>
          <w:sdtPr>
            <w:rPr>
              <w:noProof/>
              <w:lang w:val="en-US"/>
            </w:rPr>
            <w:id w:val="-1750648157"/>
            <w:dataBinding w:xpath="/Texts/TechFooterDated" w:storeItemID="{4EF90DE6-88B6-4264-9629-4D8DFDFE87D2}"/>
            <w:text w:multiLine="1"/>
          </w:sdtPr>
          <w:sdtEndPr/>
          <w:sdtContent>
            <w:r w:rsidR="004E7C7B" w:rsidRPr="009900A0">
              <w:rPr>
                <w:noProof/>
                <w:lang w:val="en-US"/>
              </w:rPr>
              <w:t>dated</w:t>
            </w:r>
          </w:sdtContent>
        </w:sdt>
        <w:r w:rsidR="004E7C7B" w:rsidRPr="009900A0">
          <w:rPr>
            <w:lang w:val="en-US"/>
          </w:rPr>
          <w:t xml:space="preserve"> </w:t>
        </w:r>
        <w:sdt>
          <w:sdtPr>
            <w:rPr>
              <w:lang w:val="fr-BE"/>
            </w:rPr>
            <w:alias w:val=""/>
            <w:id w:val="-642578304"/>
            <w:dataBinding w:xpath="/EurolookProperties/DocumentDate" w:storeItemID="{D3EA5527-7367-4268-9D83-5125C98D0ED2}"/>
            <w:date w:fullDate="2022-04-08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480182">
              <w:t>08/04/2022</w:t>
            </w:r>
          </w:sdtContent>
        </w:sdt>
      </w:p>
      <w:p w14:paraId="09E1B7BF" w14:textId="572712BD" w:rsidR="004E7C7B" w:rsidRPr="001F03D8" w:rsidRDefault="004E7C7B">
        <w:pPr>
          <w:pStyle w:val="Footer"/>
          <w:rPr>
            <w:lang w:val="en-US"/>
          </w:rPr>
        </w:pPr>
        <w:r w:rsidRPr="00D049F7">
          <w:t>Confidentiality</w:t>
        </w:r>
        <w:r w:rsidRPr="005D331A">
          <w:rPr>
            <w:lang w:val="en-US"/>
          </w:rPr>
          <w:t xml:space="preserve">: </w:t>
        </w:r>
        <w:sdt>
          <w:sdtPr>
            <w:rPr>
              <w:bCs/>
              <w:szCs w:val="16"/>
              <w:lang w:eastAsia="en-US"/>
            </w:rPr>
            <w:alias w:val="Confidentiality"/>
            <w:tag w:val="Confidentiality"/>
            <w:id w:val="-312867792"/>
            <w:placeholder>
              <w:docPart w:val="FA2A0D700DD94E0B970A6D2F8DECC970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Publicly available (PA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>
              <w:rPr>
                <w:bCs/>
                <w:szCs w:val="16"/>
                <w:lang w:eastAsia="en-US"/>
              </w:rPr>
              <w:t>Publicly available (PA)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EC Footers - EC Standard Footer "/>
      <w:tag w:val="SVoGAZ38gakDmzcHmLly90-Uz5BECj2qQF70SGAMzDdI0"/>
      <w:id w:val="-1471894362"/>
    </w:sdtPr>
    <w:sdtEndPr/>
    <w:sdtContent>
      <w:p w14:paraId="71BDB680" w14:textId="3F5E614E" w:rsidR="004E7C7B" w:rsidRDefault="004E7C7B">
        <w:pPr>
          <w:pStyle w:val="Footer"/>
        </w:pPr>
      </w:p>
      <w:p w14:paraId="3D8B59E8" w14:textId="5609E1BF" w:rsidR="004E7C7B" w:rsidRPr="001F03D8" w:rsidRDefault="000271C2">
        <w:pPr>
          <w:pStyle w:val="Footer"/>
          <w:rPr>
            <w:sz w:val="1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6B3AF" w14:textId="77777777" w:rsidR="003B2ACF" w:rsidRDefault="003B2ACF">
      <w:pPr>
        <w:spacing w:after="0" w:line="240" w:lineRule="auto"/>
      </w:pPr>
      <w:r>
        <w:separator/>
      </w:r>
    </w:p>
  </w:footnote>
  <w:footnote w:type="continuationSeparator" w:id="0">
    <w:p w14:paraId="27B20F40" w14:textId="77777777" w:rsidR="003B2ACF" w:rsidRDefault="003B2ACF">
      <w:pPr>
        <w:spacing w:after="0" w:line="240" w:lineRule="auto"/>
      </w:pPr>
      <w:r>
        <w:continuationSeparator/>
      </w:r>
    </w:p>
  </w:footnote>
  <w:footnote w:type="continuationNotice" w:id="1">
    <w:p w14:paraId="17C15953" w14:textId="77777777" w:rsidR="003B2ACF" w:rsidRDefault="003B2A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4A954" w14:textId="77777777" w:rsidR="004E7C7B" w:rsidRDefault="004E7C7B">
    <w:pPr>
      <w:pStyle w:val="Header"/>
    </w:pPr>
  </w:p>
  <w:p w14:paraId="6A3EA04B" w14:textId="77777777" w:rsidR="004E7C7B" w:rsidRDefault="004E7C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86890" w14:textId="77777777" w:rsidR="00300EC5" w:rsidRDefault="00300E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B7869" w14:textId="77777777" w:rsidR="00300EC5" w:rsidRDefault="00300E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8326206"/>
    <w:lvl w:ilvl="0">
      <w:start w:val="1"/>
      <w:numFmt w:val="bullet"/>
      <w:pStyle w:val="StyleBulletsPatternClearCustomColorRGB238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pStyle w:val="NormalSubitem"/>
      <w:lvlText w:val="*"/>
      <w:lvlJc w:val="left"/>
    </w:lvl>
  </w:abstractNum>
  <w:abstractNum w:abstractNumId="3" w15:restartNumberingAfterBreak="0">
    <w:nsid w:val="04A0285C"/>
    <w:multiLevelType w:val="hybridMultilevel"/>
    <w:tmpl w:val="67940DAE"/>
    <w:lvl w:ilvl="0" w:tplc="3A507340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E014F"/>
    <w:multiLevelType w:val="singleLevel"/>
    <w:tmpl w:val="E8824D90"/>
    <w:lvl w:ilvl="0">
      <w:start w:val="1"/>
      <w:numFmt w:val="bullet"/>
      <w:pStyle w:val="DoubleIndent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</w:rPr>
    </w:lvl>
  </w:abstractNum>
  <w:abstractNum w:abstractNumId="5" w15:restartNumberingAfterBreak="0">
    <w:nsid w:val="0BD813F8"/>
    <w:multiLevelType w:val="hybridMultilevel"/>
    <w:tmpl w:val="408A77E2"/>
    <w:lvl w:ilvl="0" w:tplc="52AC1C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B5C19"/>
    <w:multiLevelType w:val="hybridMultilevel"/>
    <w:tmpl w:val="80FE1C98"/>
    <w:lvl w:ilvl="0" w:tplc="372038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B7201"/>
    <w:multiLevelType w:val="multilevel"/>
    <w:tmpl w:val="D1625A42"/>
    <w:name w:val="ListNumberNumbering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12AC7FDB"/>
    <w:multiLevelType w:val="singleLevel"/>
    <w:tmpl w:val="FCE8006A"/>
    <w:lvl w:ilvl="0">
      <w:start w:val="1"/>
      <w:numFmt w:val="bullet"/>
      <w:pStyle w:val="Pages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9" w15:restartNumberingAfterBreak="0">
    <w:nsid w:val="12FC00DF"/>
    <w:multiLevelType w:val="singleLevel"/>
    <w:tmpl w:val="E3A014D6"/>
    <w:lvl w:ilvl="0">
      <w:start w:val="1"/>
      <w:numFmt w:val="bullet"/>
      <w:pStyle w:val="NormalSubitemLast"/>
      <w:lvlText w:val="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6"/>
      </w:rPr>
    </w:lvl>
  </w:abstractNum>
  <w:abstractNum w:abstractNumId="10" w15:restartNumberingAfterBreak="0">
    <w:nsid w:val="19B90DF8"/>
    <w:multiLevelType w:val="hybridMultilevel"/>
    <w:tmpl w:val="F71478FE"/>
    <w:lvl w:ilvl="0" w:tplc="1FD8E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60E8C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A2424"/>
    <w:multiLevelType w:val="hybridMultilevel"/>
    <w:tmpl w:val="4606A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62E22"/>
    <w:multiLevelType w:val="singleLevel"/>
    <w:tmpl w:val="3E0E150E"/>
    <w:lvl w:ilvl="0">
      <w:start w:val="1"/>
      <w:numFmt w:val="bullet"/>
      <w:pStyle w:val="NormalItemLast"/>
      <w:lvlText w:val=""/>
      <w:lvlJc w:val="left"/>
      <w:pPr>
        <w:tabs>
          <w:tab w:val="num" w:pos="2552"/>
        </w:tabs>
        <w:ind w:left="2552" w:hanging="397"/>
      </w:pPr>
      <w:rPr>
        <w:rFonts w:ascii="Wingdings" w:hAnsi="Wingdings" w:hint="default"/>
        <w:sz w:val="14"/>
      </w:rPr>
    </w:lvl>
  </w:abstractNum>
  <w:abstractNum w:abstractNumId="13" w15:restartNumberingAfterBreak="0">
    <w:nsid w:val="1CAA545C"/>
    <w:multiLevelType w:val="hybridMultilevel"/>
    <w:tmpl w:val="22AEE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C96F06"/>
    <w:multiLevelType w:val="hybridMultilevel"/>
    <w:tmpl w:val="04EC4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A417AD"/>
    <w:multiLevelType w:val="hybridMultilevel"/>
    <w:tmpl w:val="CB40FD4C"/>
    <w:lvl w:ilvl="0" w:tplc="FFFFFFFF">
      <w:start w:val="1"/>
      <w:numFmt w:val="bullet"/>
      <w:pStyle w:val="Bullets2"/>
      <w:lvlText w:val="o"/>
      <w:lvlJc w:val="left"/>
      <w:pPr>
        <w:tabs>
          <w:tab w:val="num" w:pos="-122"/>
        </w:tabs>
        <w:ind w:left="-122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598"/>
        </w:tabs>
        <w:ind w:left="5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318"/>
        </w:tabs>
        <w:ind w:left="13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038"/>
        </w:tabs>
        <w:ind w:left="20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758"/>
        </w:tabs>
        <w:ind w:left="27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478"/>
        </w:tabs>
        <w:ind w:left="34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198"/>
        </w:tabs>
        <w:ind w:left="41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18"/>
        </w:tabs>
        <w:ind w:left="49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38"/>
        </w:tabs>
        <w:ind w:left="5638" w:hanging="360"/>
      </w:pPr>
      <w:rPr>
        <w:rFonts w:ascii="Wingdings" w:hAnsi="Wingdings" w:hint="default"/>
      </w:rPr>
    </w:lvl>
  </w:abstractNum>
  <w:abstractNum w:abstractNumId="16" w15:restartNumberingAfterBreak="0">
    <w:nsid w:val="28806D1E"/>
    <w:multiLevelType w:val="hybridMultilevel"/>
    <w:tmpl w:val="A798E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E110F"/>
    <w:multiLevelType w:val="multilevel"/>
    <w:tmpl w:val="3EBAB752"/>
    <w:lvl w:ilvl="0">
      <w:start w:val="1"/>
      <w:numFmt w:val="upperLetter"/>
      <w:lvlText w:val="Annex %1"/>
      <w:lvlJc w:val="left"/>
      <w:pPr>
        <w:tabs>
          <w:tab w:val="num" w:pos="431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0" w:firstLine="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szCs w:val="32"/>
        <w:vertAlign w:val="baseline"/>
      </w:rPr>
    </w:lvl>
    <w:lvl w:ilvl="2">
      <w:start w:val="1"/>
      <w:numFmt w:val="decimal"/>
      <w:pStyle w:val="CaptionTempo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2C463AFF"/>
    <w:multiLevelType w:val="multilevel"/>
    <w:tmpl w:val="A9327078"/>
    <w:lvl w:ilvl="0">
      <w:start w:val="1"/>
      <w:numFmt w:val="decimal"/>
      <w:pStyle w:val="ListNumbers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19" w15:restartNumberingAfterBreak="0">
    <w:nsid w:val="2C492CC9"/>
    <w:multiLevelType w:val="multilevel"/>
    <w:tmpl w:val="D82EEFC4"/>
    <w:styleLink w:val="Styl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C8D5AD3"/>
    <w:multiLevelType w:val="singleLevel"/>
    <w:tmpl w:val="697C5A48"/>
    <w:lvl w:ilvl="0">
      <w:start w:val="1"/>
      <w:numFmt w:val="bullet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21" w15:restartNumberingAfterBreak="0">
    <w:nsid w:val="2D293CE3"/>
    <w:multiLevelType w:val="multilevel"/>
    <w:tmpl w:val="4DC8517E"/>
    <w:name w:val="LegalNumParNumbering"/>
    <w:lvl w:ilvl="0">
      <w:start w:val="1"/>
      <w:numFmt w:val="decimal"/>
      <w:pStyle w:val="LegalNumPar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76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476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857"/>
        </w:tabs>
        <w:ind w:left="2857" w:hanging="47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34"/>
        </w:tabs>
        <w:ind w:left="3334" w:hanging="47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0"/>
        </w:tabs>
        <w:ind w:left="3810" w:hanging="476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86"/>
        </w:tabs>
        <w:ind w:left="4286" w:hanging="476"/>
      </w:pPr>
      <w:rPr>
        <w:rFonts w:hint="default"/>
      </w:rPr>
    </w:lvl>
  </w:abstractNum>
  <w:abstractNum w:abstractNumId="22" w15:restartNumberingAfterBreak="0">
    <w:nsid w:val="3CCC3146"/>
    <w:multiLevelType w:val="multilevel"/>
    <w:tmpl w:val="C1D6A922"/>
    <w:lvl w:ilvl="0">
      <w:start w:val="1"/>
      <w:numFmt w:val="decimal"/>
      <w:pStyle w:val="ListNumber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ListNumber1Level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istNumber1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u w:val="none"/>
      </w:rPr>
    </w:lvl>
    <w:lvl w:ilvl="3">
      <w:start w:val="1"/>
      <w:numFmt w:val="decimal"/>
      <w:pStyle w:val="ListNumber1Leve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E0053AD"/>
    <w:multiLevelType w:val="hybridMultilevel"/>
    <w:tmpl w:val="148CB10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474C6A"/>
    <w:multiLevelType w:val="hybridMultilevel"/>
    <w:tmpl w:val="76925114"/>
    <w:lvl w:ilvl="0" w:tplc="08090001">
      <w:start w:val="1"/>
      <w:numFmt w:val="bullet"/>
      <w:pStyle w:val="StyleBulletsLevel3Left317cmHanging063cm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26C8491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40900FDB"/>
    <w:multiLevelType w:val="hybridMultilevel"/>
    <w:tmpl w:val="DD92B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922302"/>
    <w:multiLevelType w:val="singleLevel"/>
    <w:tmpl w:val="4840124C"/>
    <w:lvl w:ilvl="0">
      <w:start w:val="1"/>
      <w:numFmt w:val="bullet"/>
      <w:pStyle w:val="NormalArrow"/>
      <w:lvlText w:val=""/>
      <w:lvlJc w:val="left"/>
      <w:pPr>
        <w:tabs>
          <w:tab w:val="num" w:pos="2174"/>
        </w:tabs>
        <w:ind w:left="2155" w:hanging="341"/>
      </w:pPr>
      <w:rPr>
        <w:rFonts w:ascii="Wingdings" w:hAnsi="Wingdings" w:hint="default"/>
        <w:sz w:val="24"/>
      </w:rPr>
    </w:lvl>
  </w:abstractNum>
  <w:abstractNum w:abstractNumId="27" w15:restartNumberingAfterBreak="0">
    <w:nsid w:val="465D172F"/>
    <w:multiLevelType w:val="multilevel"/>
    <w:tmpl w:val="6AEE9BA4"/>
    <w:lvl w:ilvl="0">
      <w:start w:val="1"/>
      <w:numFmt w:val="decimal"/>
      <w:pStyle w:val="FooterText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FooterBottom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StyleBodyTextJustified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Bullet1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6600E84"/>
    <w:multiLevelType w:val="hybridMultilevel"/>
    <w:tmpl w:val="C4F2F128"/>
    <w:lvl w:ilvl="0" w:tplc="257C685E">
      <w:start w:val="3"/>
      <w:numFmt w:val="bullet"/>
      <w:pStyle w:val="ListDash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067343"/>
    <w:multiLevelType w:val="hybridMultilevel"/>
    <w:tmpl w:val="AB768010"/>
    <w:lvl w:ilvl="0" w:tplc="36023F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B2710A"/>
    <w:multiLevelType w:val="hybridMultilevel"/>
    <w:tmpl w:val="CA76AB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E1A982C"/>
    <w:multiLevelType w:val="multilevel"/>
    <w:tmpl w:val="73EA311E"/>
    <w:name w:val="ListBulletNumbering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/>
      </w:rPr>
    </w:lvl>
    <w:lvl w:ilvl="2">
      <w:start w:val="1"/>
      <w:numFmt w:val="bullet"/>
      <w:pStyle w:val="AnnexHeading3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32" w15:restartNumberingAfterBreak="0">
    <w:nsid w:val="5072619B"/>
    <w:multiLevelType w:val="multilevel"/>
    <w:tmpl w:val="16E016D6"/>
    <w:name w:val="ListDashNumbering"/>
    <w:lvl w:ilvl="0">
      <w:start w:val="1"/>
      <w:numFmt w:val="bullet"/>
      <w:lvlText w:val="–"/>
      <w:lvlJc w:val="left"/>
      <w:pPr>
        <w:tabs>
          <w:tab w:val="num" w:pos="454"/>
        </w:tabs>
        <w:ind w:left="454" w:hanging="454"/>
      </w:pPr>
      <w:rPr>
        <w:rFonts w:ascii="Times New Roman" w:hAnsi="Times New Roman"/>
      </w:rPr>
    </w:lvl>
    <w:lvl w:ilvl="1">
      <w:start w:val="1"/>
      <w:numFmt w:val="bullet"/>
      <w:pStyle w:val="ListDashLevel2"/>
      <w:lvlText w:val="–"/>
      <w:lvlJc w:val="left"/>
      <w:pPr>
        <w:tabs>
          <w:tab w:val="num" w:pos="907"/>
        </w:tabs>
        <w:ind w:left="907" w:hanging="453"/>
      </w:pPr>
      <w:rPr>
        <w:rFonts w:ascii="Times New Roman" w:hAnsi="Times New Roman"/>
      </w:rPr>
    </w:lvl>
    <w:lvl w:ilvl="2">
      <w:start w:val="1"/>
      <w:numFmt w:val="bullet"/>
      <w:pStyle w:val="ListDash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DashLevel4"/>
      <w:lvlText w:val="–"/>
      <w:lvlJc w:val="left"/>
      <w:pPr>
        <w:tabs>
          <w:tab w:val="num" w:pos="1814"/>
        </w:tabs>
        <w:ind w:left="1814" w:hanging="453"/>
      </w:pPr>
      <w:rPr>
        <w:rFonts w:ascii="Times New Roman" w:hAnsi="Times New Roman"/>
      </w:r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33" w15:restartNumberingAfterBreak="0">
    <w:nsid w:val="568C0A31"/>
    <w:multiLevelType w:val="hybridMultilevel"/>
    <w:tmpl w:val="288E34FE"/>
    <w:lvl w:ilvl="0" w:tplc="616CECF6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7B1BE2"/>
    <w:multiLevelType w:val="hybridMultilevel"/>
    <w:tmpl w:val="3B7094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TableLef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486164"/>
    <w:multiLevelType w:val="multilevel"/>
    <w:tmpl w:val="D82EEFC4"/>
    <w:numStyleLink w:val="Style7"/>
  </w:abstractNum>
  <w:abstractNum w:abstractNumId="38" w15:restartNumberingAfterBreak="0">
    <w:nsid w:val="7C052140"/>
    <w:multiLevelType w:val="hybridMultilevel"/>
    <w:tmpl w:val="1D080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5145E"/>
    <w:multiLevelType w:val="multilevel"/>
    <w:tmpl w:val="4186458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C651460"/>
    <w:multiLevelType w:val="multilevel"/>
    <w:tmpl w:val="DCAA060D"/>
    <w:name w:val="AnnexNumbering"/>
    <w:lvl w:ilvl="0">
      <w:start w:val="1"/>
      <w:numFmt w:val="upperRoman"/>
      <w:pStyle w:val="Annex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upperRoman"/>
      <w:pStyle w:val="BulletsLevel2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upperRoman"/>
      <w:lvlText w:val="Annex %1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41" w15:restartNumberingAfterBreak="0">
    <w:nsid w:val="7C651461"/>
    <w:multiLevelType w:val="multilevel"/>
    <w:tmpl w:val="DCAA060E"/>
    <w:name w:val="AnnexHeading"/>
    <w:lvl w:ilvl="0">
      <w:start w:val="1"/>
      <w:numFmt w:val="decimal"/>
      <w:pStyle w:val="Annex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39"/>
  </w:num>
  <w:num w:numId="2">
    <w:abstractNumId w:val="31"/>
  </w:num>
  <w:num w:numId="3">
    <w:abstractNumId w:val="7"/>
  </w:num>
  <w:num w:numId="4">
    <w:abstractNumId w:val="32"/>
  </w:num>
  <w:num w:numId="5">
    <w:abstractNumId w:val="21"/>
  </w:num>
  <w:num w:numId="6">
    <w:abstractNumId w:val="40"/>
  </w:num>
  <w:num w:numId="7">
    <w:abstractNumId w:val="41"/>
  </w:num>
  <w:num w:numId="8">
    <w:abstractNumId w:val="2"/>
    <w:lvlOverride w:ilvl="0">
      <w:lvl w:ilvl="0">
        <w:start w:val="1"/>
        <w:numFmt w:val="bullet"/>
        <w:pStyle w:val="NormalSubitem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22"/>
  </w:num>
  <w:num w:numId="10">
    <w:abstractNumId w:val="34"/>
  </w:num>
  <w:num w:numId="11">
    <w:abstractNumId w:val="0"/>
  </w:num>
  <w:num w:numId="12">
    <w:abstractNumId w:val="36"/>
  </w:num>
  <w:num w:numId="13">
    <w:abstractNumId w:val="27"/>
  </w:num>
  <w:num w:numId="14">
    <w:abstractNumId w:val="1"/>
  </w:num>
  <w:num w:numId="15">
    <w:abstractNumId w:val="17"/>
  </w:num>
  <w:num w:numId="16">
    <w:abstractNumId w:val="35"/>
  </w:num>
  <w:num w:numId="17">
    <w:abstractNumId w:val="8"/>
  </w:num>
  <w:num w:numId="18">
    <w:abstractNumId w:val="4"/>
  </w:num>
  <w:num w:numId="19">
    <w:abstractNumId w:val="24"/>
  </w:num>
  <w:num w:numId="20">
    <w:abstractNumId w:val="26"/>
  </w:num>
  <w:num w:numId="21">
    <w:abstractNumId w:val="15"/>
  </w:num>
  <w:num w:numId="22">
    <w:abstractNumId w:val="12"/>
  </w:num>
  <w:num w:numId="23">
    <w:abstractNumId w:val="9"/>
  </w:num>
  <w:num w:numId="24">
    <w:abstractNumId w:val="33"/>
  </w:num>
  <w:num w:numId="25">
    <w:abstractNumId w:val="28"/>
  </w:num>
  <w:num w:numId="26">
    <w:abstractNumId w:val="33"/>
  </w:num>
  <w:num w:numId="27">
    <w:abstractNumId w:val="3"/>
  </w:num>
  <w:num w:numId="28">
    <w:abstractNumId w:val="18"/>
  </w:num>
  <w:num w:numId="29">
    <w:abstractNumId w:val="19"/>
  </w:num>
  <w:num w:numId="30">
    <w:abstractNumId w:val="37"/>
  </w:num>
  <w:num w:numId="31">
    <w:abstractNumId w:val="29"/>
  </w:num>
  <w:num w:numId="32">
    <w:abstractNumId w:val="5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4"/>
  </w:num>
  <w:num w:numId="36">
    <w:abstractNumId w:val="13"/>
  </w:num>
  <w:num w:numId="37">
    <w:abstractNumId w:val="16"/>
  </w:num>
  <w:num w:numId="38">
    <w:abstractNumId w:val="20"/>
  </w:num>
  <w:num w:numId="39">
    <w:abstractNumId w:val="10"/>
  </w:num>
  <w:num w:numId="40">
    <w:abstractNumId w:val="25"/>
  </w:num>
  <w:num w:numId="41">
    <w:abstractNumId w:val="38"/>
  </w:num>
  <w:num w:numId="42">
    <w:abstractNumId w:val="6"/>
  </w:num>
  <w:num w:numId="43">
    <w:abstractNumId w:val="11"/>
  </w:num>
  <w:num w:numId="44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BE" w:vendorID="64" w:dllVersion="131078" w:nlCheck="1" w:checkStyle="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tjA3NrQwMTI3sDRT0lEKTi0uzszPAykwrAUAUs9KAywAAAA="/>
    <w:docVar w:name="LW_DocType" w:val="EUROLOOK"/>
  </w:docVars>
  <w:rsids>
    <w:rsidRoot w:val="00D3333A"/>
    <w:rsid w:val="00000E2E"/>
    <w:rsid w:val="00000FB9"/>
    <w:rsid w:val="00003387"/>
    <w:rsid w:val="00012202"/>
    <w:rsid w:val="00015115"/>
    <w:rsid w:val="00015A2A"/>
    <w:rsid w:val="000167C9"/>
    <w:rsid w:val="00020F19"/>
    <w:rsid w:val="00022103"/>
    <w:rsid w:val="0002338F"/>
    <w:rsid w:val="00026C19"/>
    <w:rsid w:val="000271C2"/>
    <w:rsid w:val="000271DB"/>
    <w:rsid w:val="000315EA"/>
    <w:rsid w:val="000329F7"/>
    <w:rsid w:val="00033517"/>
    <w:rsid w:val="000337CC"/>
    <w:rsid w:val="0003538A"/>
    <w:rsid w:val="00036C55"/>
    <w:rsid w:val="000379BB"/>
    <w:rsid w:val="00040C02"/>
    <w:rsid w:val="00041562"/>
    <w:rsid w:val="0004374A"/>
    <w:rsid w:val="0004751B"/>
    <w:rsid w:val="00051CFD"/>
    <w:rsid w:val="00060FDE"/>
    <w:rsid w:val="0006168D"/>
    <w:rsid w:val="00061F8C"/>
    <w:rsid w:val="00063DBE"/>
    <w:rsid w:val="0006725B"/>
    <w:rsid w:val="00067C2E"/>
    <w:rsid w:val="00070BF7"/>
    <w:rsid w:val="00070F24"/>
    <w:rsid w:val="000738EB"/>
    <w:rsid w:val="0008155A"/>
    <w:rsid w:val="00086BE5"/>
    <w:rsid w:val="00090050"/>
    <w:rsid w:val="0009169F"/>
    <w:rsid w:val="00092DDB"/>
    <w:rsid w:val="000A0008"/>
    <w:rsid w:val="000A19C8"/>
    <w:rsid w:val="000A78EF"/>
    <w:rsid w:val="000B454B"/>
    <w:rsid w:val="000B7EF6"/>
    <w:rsid w:val="000C4090"/>
    <w:rsid w:val="000C7249"/>
    <w:rsid w:val="000C7A7E"/>
    <w:rsid w:val="000E28B4"/>
    <w:rsid w:val="000F29DC"/>
    <w:rsid w:val="000F3E8B"/>
    <w:rsid w:val="000F656D"/>
    <w:rsid w:val="000F7A53"/>
    <w:rsid w:val="00101D71"/>
    <w:rsid w:val="0010590B"/>
    <w:rsid w:val="00110594"/>
    <w:rsid w:val="00112AD1"/>
    <w:rsid w:val="001161F0"/>
    <w:rsid w:val="00116C3E"/>
    <w:rsid w:val="00120549"/>
    <w:rsid w:val="001205E7"/>
    <w:rsid w:val="00120BA9"/>
    <w:rsid w:val="0012150A"/>
    <w:rsid w:val="00122B76"/>
    <w:rsid w:val="00123E0C"/>
    <w:rsid w:val="0014316F"/>
    <w:rsid w:val="00151D03"/>
    <w:rsid w:val="00153E17"/>
    <w:rsid w:val="00157D85"/>
    <w:rsid w:val="0017523D"/>
    <w:rsid w:val="001801AC"/>
    <w:rsid w:val="00180252"/>
    <w:rsid w:val="0018346F"/>
    <w:rsid w:val="0019192B"/>
    <w:rsid w:val="001A4F80"/>
    <w:rsid w:val="001B07B9"/>
    <w:rsid w:val="001B4EE7"/>
    <w:rsid w:val="001B6EA5"/>
    <w:rsid w:val="001B7E21"/>
    <w:rsid w:val="001C0CA0"/>
    <w:rsid w:val="001C2D80"/>
    <w:rsid w:val="001C45D5"/>
    <w:rsid w:val="001C6C44"/>
    <w:rsid w:val="001C7C7C"/>
    <w:rsid w:val="001D200A"/>
    <w:rsid w:val="001D36EA"/>
    <w:rsid w:val="001E35C9"/>
    <w:rsid w:val="001F03D8"/>
    <w:rsid w:val="001F2A90"/>
    <w:rsid w:val="001F52A3"/>
    <w:rsid w:val="001F536E"/>
    <w:rsid w:val="001F5DD2"/>
    <w:rsid w:val="001F60F8"/>
    <w:rsid w:val="001F6BF4"/>
    <w:rsid w:val="002003AA"/>
    <w:rsid w:val="002055EE"/>
    <w:rsid w:val="00212AAF"/>
    <w:rsid w:val="00214324"/>
    <w:rsid w:val="00214382"/>
    <w:rsid w:val="00214ABB"/>
    <w:rsid w:val="0021632F"/>
    <w:rsid w:val="002209A1"/>
    <w:rsid w:val="00223752"/>
    <w:rsid w:val="00224E5B"/>
    <w:rsid w:val="0023612B"/>
    <w:rsid w:val="00252947"/>
    <w:rsid w:val="00253EFA"/>
    <w:rsid w:val="0025434C"/>
    <w:rsid w:val="00254FB6"/>
    <w:rsid w:val="00255820"/>
    <w:rsid w:val="00260F56"/>
    <w:rsid w:val="00262E23"/>
    <w:rsid w:val="002636FE"/>
    <w:rsid w:val="0026619B"/>
    <w:rsid w:val="002672CD"/>
    <w:rsid w:val="00275541"/>
    <w:rsid w:val="002758A9"/>
    <w:rsid w:val="00277683"/>
    <w:rsid w:val="00277F5E"/>
    <w:rsid w:val="0028186F"/>
    <w:rsid w:val="0028296F"/>
    <w:rsid w:val="00284E57"/>
    <w:rsid w:val="002934C7"/>
    <w:rsid w:val="002939C5"/>
    <w:rsid w:val="00294C45"/>
    <w:rsid w:val="00295536"/>
    <w:rsid w:val="002A6629"/>
    <w:rsid w:val="002A6F2F"/>
    <w:rsid w:val="002B207B"/>
    <w:rsid w:val="002B4278"/>
    <w:rsid w:val="002B6F88"/>
    <w:rsid w:val="002C0DAB"/>
    <w:rsid w:val="002C443D"/>
    <w:rsid w:val="002C6AA3"/>
    <w:rsid w:val="002C6ADF"/>
    <w:rsid w:val="002C7BCA"/>
    <w:rsid w:val="002E0248"/>
    <w:rsid w:val="002E1058"/>
    <w:rsid w:val="002F51DA"/>
    <w:rsid w:val="00300EC5"/>
    <w:rsid w:val="00301699"/>
    <w:rsid w:val="00303BCF"/>
    <w:rsid w:val="00307002"/>
    <w:rsid w:val="00310F8A"/>
    <w:rsid w:val="00312A04"/>
    <w:rsid w:val="003159E2"/>
    <w:rsid w:val="003160FD"/>
    <w:rsid w:val="00320816"/>
    <w:rsid w:val="00320E43"/>
    <w:rsid w:val="003251C6"/>
    <w:rsid w:val="00335BE5"/>
    <w:rsid w:val="00336AC9"/>
    <w:rsid w:val="003407F5"/>
    <w:rsid w:val="003449C2"/>
    <w:rsid w:val="00353154"/>
    <w:rsid w:val="00354C23"/>
    <w:rsid w:val="0035553B"/>
    <w:rsid w:val="00370095"/>
    <w:rsid w:val="00390C83"/>
    <w:rsid w:val="00393CA0"/>
    <w:rsid w:val="003961D8"/>
    <w:rsid w:val="003974E2"/>
    <w:rsid w:val="003A0832"/>
    <w:rsid w:val="003A4F74"/>
    <w:rsid w:val="003A5FE9"/>
    <w:rsid w:val="003A7D1E"/>
    <w:rsid w:val="003B0600"/>
    <w:rsid w:val="003B16EE"/>
    <w:rsid w:val="003B2ACF"/>
    <w:rsid w:val="003B69FC"/>
    <w:rsid w:val="003C31CF"/>
    <w:rsid w:val="003C3280"/>
    <w:rsid w:val="003C32A9"/>
    <w:rsid w:val="003C408B"/>
    <w:rsid w:val="003C4962"/>
    <w:rsid w:val="003C4E72"/>
    <w:rsid w:val="003C54F3"/>
    <w:rsid w:val="003C57F3"/>
    <w:rsid w:val="003D0C9A"/>
    <w:rsid w:val="003D661F"/>
    <w:rsid w:val="003D79BA"/>
    <w:rsid w:val="003E1B86"/>
    <w:rsid w:val="003E3885"/>
    <w:rsid w:val="003E670B"/>
    <w:rsid w:val="003E71B0"/>
    <w:rsid w:val="003F448E"/>
    <w:rsid w:val="00401AD2"/>
    <w:rsid w:val="00404484"/>
    <w:rsid w:val="004057B7"/>
    <w:rsid w:val="00407F6C"/>
    <w:rsid w:val="0041130D"/>
    <w:rsid w:val="00417D3E"/>
    <w:rsid w:val="004200DD"/>
    <w:rsid w:val="0042018A"/>
    <w:rsid w:val="00424542"/>
    <w:rsid w:val="00432985"/>
    <w:rsid w:val="00433591"/>
    <w:rsid w:val="00440888"/>
    <w:rsid w:val="00442C38"/>
    <w:rsid w:val="004433CC"/>
    <w:rsid w:val="00445962"/>
    <w:rsid w:val="004464D6"/>
    <w:rsid w:val="00452CFE"/>
    <w:rsid w:val="00471835"/>
    <w:rsid w:val="00471B1C"/>
    <w:rsid w:val="00473353"/>
    <w:rsid w:val="00474713"/>
    <w:rsid w:val="00474A3D"/>
    <w:rsid w:val="00480182"/>
    <w:rsid w:val="00481310"/>
    <w:rsid w:val="00482D0C"/>
    <w:rsid w:val="0048439D"/>
    <w:rsid w:val="00490EBF"/>
    <w:rsid w:val="00494F4F"/>
    <w:rsid w:val="00495196"/>
    <w:rsid w:val="004956FD"/>
    <w:rsid w:val="00496D34"/>
    <w:rsid w:val="004A0644"/>
    <w:rsid w:val="004A1787"/>
    <w:rsid w:val="004A1D5B"/>
    <w:rsid w:val="004B1A7C"/>
    <w:rsid w:val="004B2AC4"/>
    <w:rsid w:val="004B3DEF"/>
    <w:rsid w:val="004B5405"/>
    <w:rsid w:val="004B716B"/>
    <w:rsid w:val="004C0921"/>
    <w:rsid w:val="004C09C4"/>
    <w:rsid w:val="004C50BF"/>
    <w:rsid w:val="004C6CB7"/>
    <w:rsid w:val="004D1E6E"/>
    <w:rsid w:val="004D20A9"/>
    <w:rsid w:val="004D2822"/>
    <w:rsid w:val="004D637A"/>
    <w:rsid w:val="004E1DAD"/>
    <w:rsid w:val="004E4BBE"/>
    <w:rsid w:val="004E4DEA"/>
    <w:rsid w:val="004E7C7B"/>
    <w:rsid w:val="004F4690"/>
    <w:rsid w:val="004F49CF"/>
    <w:rsid w:val="004F6384"/>
    <w:rsid w:val="00500E06"/>
    <w:rsid w:val="00501094"/>
    <w:rsid w:val="005033EF"/>
    <w:rsid w:val="00503A6D"/>
    <w:rsid w:val="00504045"/>
    <w:rsid w:val="0052310C"/>
    <w:rsid w:val="00535195"/>
    <w:rsid w:val="00537D8D"/>
    <w:rsid w:val="0054002E"/>
    <w:rsid w:val="005422D7"/>
    <w:rsid w:val="00546DCD"/>
    <w:rsid w:val="00547A28"/>
    <w:rsid w:val="00550347"/>
    <w:rsid w:val="005550A9"/>
    <w:rsid w:val="00557E03"/>
    <w:rsid w:val="00560717"/>
    <w:rsid w:val="0056390F"/>
    <w:rsid w:val="00564C74"/>
    <w:rsid w:val="00566470"/>
    <w:rsid w:val="00572324"/>
    <w:rsid w:val="00576C0B"/>
    <w:rsid w:val="00581AB1"/>
    <w:rsid w:val="00581F6A"/>
    <w:rsid w:val="00584FEB"/>
    <w:rsid w:val="0058755D"/>
    <w:rsid w:val="00590A72"/>
    <w:rsid w:val="00590CB5"/>
    <w:rsid w:val="00595C6A"/>
    <w:rsid w:val="005A0878"/>
    <w:rsid w:val="005B21ED"/>
    <w:rsid w:val="005B3157"/>
    <w:rsid w:val="005B365B"/>
    <w:rsid w:val="005B49B9"/>
    <w:rsid w:val="005B5F6A"/>
    <w:rsid w:val="005C2728"/>
    <w:rsid w:val="005C3460"/>
    <w:rsid w:val="005C42AD"/>
    <w:rsid w:val="005C7092"/>
    <w:rsid w:val="005C772B"/>
    <w:rsid w:val="005D296E"/>
    <w:rsid w:val="005D2F82"/>
    <w:rsid w:val="005D331A"/>
    <w:rsid w:val="005D4541"/>
    <w:rsid w:val="005D5297"/>
    <w:rsid w:val="005E4A83"/>
    <w:rsid w:val="005F0035"/>
    <w:rsid w:val="005F2E48"/>
    <w:rsid w:val="005F563E"/>
    <w:rsid w:val="006024E8"/>
    <w:rsid w:val="006055B1"/>
    <w:rsid w:val="00605F06"/>
    <w:rsid w:val="00606388"/>
    <w:rsid w:val="0060741F"/>
    <w:rsid w:val="006113D1"/>
    <w:rsid w:val="00612ABD"/>
    <w:rsid w:val="00617D0F"/>
    <w:rsid w:val="00621B48"/>
    <w:rsid w:val="00623C6F"/>
    <w:rsid w:val="00624562"/>
    <w:rsid w:val="00630C29"/>
    <w:rsid w:val="006316C9"/>
    <w:rsid w:val="006401BF"/>
    <w:rsid w:val="00646A12"/>
    <w:rsid w:val="00647966"/>
    <w:rsid w:val="006512CC"/>
    <w:rsid w:val="00651B35"/>
    <w:rsid w:val="006548B2"/>
    <w:rsid w:val="0065670D"/>
    <w:rsid w:val="00656DA2"/>
    <w:rsid w:val="00662355"/>
    <w:rsid w:val="00662806"/>
    <w:rsid w:val="00663009"/>
    <w:rsid w:val="006638C0"/>
    <w:rsid w:val="00666424"/>
    <w:rsid w:val="00666D95"/>
    <w:rsid w:val="006710D5"/>
    <w:rsid w:val="00671274"/>
    <w:rsid w:val="0067457D"/>
    <w:rsid w:val="00677204"/>
    <w:rsid w:val="006776EF"/>
    <w:rsid w:val="0068337D"/>
    <w:rsid w:val="006837EA"/>
    <w:rsid w:val="006868E5"/>
    <w:rsid w:val="00690B9C"/>
    <w:rsid w:val="00690D07"/>
    <w:rsid w:val="00690E6B"/>
    <w:rsid w:val="0069128C"/>
    <w:rsid w:val="006937B1"/>
    <w:rsid w:val="00693A44"/>
    <w:rsid w:val="006A3AEB"/>
    <w:rsid w:val="006A73A1"/>
    <w:rsid w:val="006B1848"/>
    <w:rsid w:val="006B3E6D"/>
    <w:rsid w:val="006B5C33"/>
    <w:rsid w:val="006B7047"/>
    <w:rsid w:val="006C1CD5"/>
    <w:rsid w:val="006C3A8E"/>
    <w:rsid w:val="006E038B"/>
    <w:rsid w:val="006E0817"/>
    <w:rsid w:val="006E49FF"/>
    <w:rsid w:val="006F24AA"/>
    <w:rsid w:val="006F5D45"/>
    <w:rsid w:val="006F67D3"/>
    <w:rsid w:val="00702384"/>
    <w:rsid w:val="007050D7"/>
    <w:rsid w:val="007102A3"/>
    <w:rsid w:val="00712EED"/>
    <w:rsid w:val="00713817"/>
    <w:rsid w:val="00713D4E"/>
    <w:rsid w:val="00717560"/>
    <w:rsid w:val="00720FF1"/>
    <w:rsid w:val="00721E99"/>
    <w:rsid w:val="007241CB"/>
    <w:rsid w:val="007258E8"/>
    <w:rsid w:val="007348A5"/>
    <w:rsid w:val="0073659A"/>
    <w:rsid w:val="007367F6"/>
    <w:rsid w:val="007379F8"/>
    <w:rsid w:val="00741B52"/>
    <w:rsid w:val="00746ABF"/>
    <w:rsid w:val="00746D4E"/>
    <w:rsid w:val="00751950"/>
    <w:rsid w:val="00755C24"/>
    <w:rsid w:val="0075725A"/>
    <w:rsid w:val="00762AA8"/>
    <w:rsid w:val="00765D93"/>
    <w:rsid w:val="00767150"/>
    <w:rsid w:val="007701A5"/>
    <w:rsid w:val="00770402"/>
    <w:rsid w:val="00771203"/>
    <w:rsid w:val="00776AA5"/>
    <w:rsid w:val="00780DBB"/>
    <w:rsid w:val="0078198B"/>
    <w:rsid w:val="00785CEA"/>
    <w:rsid w:val="00794A39"/>
    <w:rsid w:val="007A1170"/>
    <w:rsid w:val="007A4282"/>
    <w:rsid w:val="007A48C6"/>
    <w:rsid w:val="007A5029"/>
    <w:rsid w:val="007A5B9B"/>
    <w:rsid w:val="007A7E72"/>
    <w:rsid w:val="007B4C87"/>
    <w:rsid w:val="007B5483"/>
    <w:rsid w:val="007B6B1A"/>
    <w:rsid w:val="007C64F8"/>
    <w:rsid w:val="007D10D5"/>
    <w:rsid w:val="007D2286"/>
    <w:rsid w:val="007D2A6F"/>
    <w:rsid w:val="007D7C25"/>
    <w:rsid w:val="007E3AFD"/>
    <w:rsid w:val="007F05AA"/>
    <w:rsid w:val="007F3A96"/>
    <w:rsid w:val="007F62B2"/>
    <w:rsid w:val="00801C98"/>
    <w:rsid w:val="00802072"/>
    <w:rsid w:val="00806EDD"/>
    <w:rsid w:val="00806FDD"/>
    <w:rsid w:val="00810E66"/>
    <w:rsid w:val="00811CA4"/>
    <w:rsid w:val="0081397E"/>
    <w:rsid w:val="00822849"/>
    <w:rsid w:val="00824221"/>
    <w:rsid w:val="008258D6"/>
    <w:rsid w:val="00825D1B"/>
    <w:rsid w:val="00826534"/>
    <w:rsid w:val="008354D2"/>
    <w:rsid w:val="00837214"/>
    <w:rsid w:val="00840F90"/>
    <w:rsid w:val="00843EE2"/>
    <w:rsid w:val="00845245"/>
    <w:rsid w:val="0084573E"/>
    <w:rsid w:val="00852063"/>
    <w:rsid w:val="00855041"/>
    <w:rsid w:val="00863B03"/>
    <w:rsid w:val="00865BD5"/>
    <w:rsid w:val="008724E2"/>
    <w:rsid w:val="008733F8"/>
    <w:rsid w:val="008773CF"/>
    <w:rsid w:val="0088385E"/>
    <w:rsid w:val="00884E0F"/>
    <w:rsid w:val="00884EDE"/>
    <w:rsid w:val="00886017"/>
    <w:rsid w:val="00887C45"/>
    <w:rsid w:val="00892157"/>
    <w:rsid w:val="00895D35"/>
    <w:rsid w:val="008A5004"/>
    <w:rsid w:val="008C2B5C"/>
    <w:rsid w:val="008C3818"/>
    <w:rsid w:val="008C6071"/>
    <w:rsid w:val="008D141E"/>
    <w:rsid w:val="008D4909"/>
    <w:rsid w:val="008D515D"/>
    <w:rsid w:val="008E64F8"/>
    <w:rsid w:val="008E676F"/>
    <w:rsid w:val="008E75E5"/>
    <w:rsid w:val="008F6F83"/>
    <w:rsid w:val="0090171C"/>
    <w:rsid w:val="0090777C"/>
    <w:rsid w:val="009132F5"/>
    <w:rsid w:val="0091561A"/>
    <w:rsid w:val="00922DBF"/>
    <w:rsid w:val="009301C8"/>
    <w:rsid w:val="0093207E"/>
    <w:rsid w:val="00932FA7"/>
    <w:rsid w:val="00934C4C"/>
    <w:rsid w:val="00941494"/>
    <w:rsid w:val="009439C5"/>
    <w:rsid w:val="00943B60"/>
    <w:rsid w:val="00943EE1"/>
    <w:rsid w:val="0094434C"/>
    <w:rsid w:val="009504F1"/>
    <w:rsid w:val="00953745"/>
    <w:rsid w:val="009736FF"/>
    <w:rsid w:val="00975056"/>
    <w:rsid w:val="00977FC3"/>
    <w:rsid w:val="00987681"/>
    <w:rsid w:val="009900A0"/>
    <w:rsid w:val="00990259"/>
    <w:rsid w:val="009921EB"/>
    <w:rsid w:val="009925B1"/>
    <w:rsid w:val="00993B23"/>
    <w:rsid w:val="00994EA0"/>
    <w:rsid w:val="00995170"/>
    <w:rsid w:val="00995ED2"/>
    <w:rsid w:val="009A07DA"/>
    <w:rsid w:val="009A35DC"/>
    <w:rsid w:val="009B2A7E"/>
    <w:rsid w:val="009C2151"/>
    <w:rsid w:val="009C2E65"/>
    <w:rsid w:val="009C3442"/>
    <w:rsid w:val="009C4EB8"/>
    <w:rsid w:val="009E1D15"/>
    <w:rsid w:val="009E3CE4"/>
    <w:rsid w:val="009E5B24"/>
    <w:rsid w:val="009E7139"/>
    <w:rsid w:val="009F1786"/>
    <w:rsid w:val="009F3E3A"/>
    <w:rsid w:val="009F5C80"/>
    <w:rsid w:val="009F603C"/>
    <w:rsid w:val="009F6747"/>
    <w:rsid w:val="00A00F3E"/>
    <w:rsid w:val="00A03016"/>
    <w:rsid w:val="00A139A4"/>
    <w:rsid w:val="00A168AD"/>
    <w:rsid w:val="00A20DBB"/>
    <w:rsid w:val="00A242D4"/>
    <w:rsid w:val="00A249A6"/>
    <w:rsid w:val="00A2654B"/>
    <w:rsid w:val="00A26B71"/>
    <w:rsid w:val="00A31AF2"/>
    <w:rsid w:val="00A3778D"/>
    <w:rsid w:val="00A403FD"/>
    <w:rsid w:val="00A459A9"/>
    <w:rsid w:val="00A47EA5"/>
    <w:rsid w:val="00A47F80"/>
    <w:rsid w:val="00A52C38"/>
    <w:rsid w:val="00A53F64"/>
    <w:rsid w:val="00A56964"/>
    <w:rsid w:val="00A57210"/>
    <w:rsid w:val="00A6005D"/>
    <w:rsid w:val="00A63B64"/>
    <w:rsid w:val="00A671AD"/>
    <w:rsid w:val="00A70F7C"/>
    <w:rsid w:val="00A8017E"/>
    <w:rsid w:val="00A80884"/>
    <w:rsid w:val="00A83ED8"/>
    <w:rsid w:val="00A852EE"/>
    <w:rsid w:val="00A9020C"/>
    <w:rsid w:val="00A93ADF"/>
    <w:rsid w:val="00A94DAD"/>
    <w:rsid w:val="00AA0690"/>
    <w:rsid w:val="00AB095B"/>
    <w:rsid w:val="00AC241B"/>
    <w:rsid w:val="00AC41AD"/>
    <w:rsid w:val="00AC482E"/>
    <w:rsid w:val="00AC53A1"/>
    <w:rsid w:val="00AC62CB"/>
    <w:rsid w:val="00AC75D2"/>
    <w:rsid w:val="00AD2A3C"/>
    <w:rsid w:val="00AD76CC"/>
    <w:rsid w:val="00AE1B2C"/>
    <w:rsid w:val="00AE1D2C"/>
    <w:rsid w:val="00AE22EF"/>
    <w:rsid w:val="00AE46EB"/>
    <w:rsid w:val="00AE6E40"/>
    <w:rsid w:val="00AF00A2"/>
    <w:rsid w:val="00AF0151"/>
    <w:rsid w:val="00AF174D"/>
    <w:rsid w:val="00AF1C61"/>
    <w:rsid w:val="00AF1FE5"/>
    <w:rsid w:val="00AF2B2E"/>
    <w:rsid w:val="00AF2E57"/>
    <w:rsid w:val="00AF31D0"/>
    <w:rsid w:val="00B0042D"/>
    <w:rsid w:val="00B016A1"/>
    <w:rsid w:val="00B01F32"/>
    <w:rsid w:val="00B06CFE"/>
    <w:rsid w:val="00B12504"/>
    <w:rsid w:val="00B12BD8"/>
    <w:rsid w:val="00B15035"/>
    <w:rsid w:val="00B20B5B"/>
    <w:rsid w:val="00B234B3"/>
    <w:rsid w:val="00B25E30"/>
    <w:rsid w:val="00B2609F"/>
    <w:rsid w:val="00B305DF"/>
    <w:rsid w:val="00B305F6"/>
    <w:rsid w:val="00B312E3"/>
    <w:rsid w:val="00B322BB"/>
    <w:rsid w:val="00B3761E"/>
    <w:rsid w:val="00B401E1"/>
    <w:rsid w:val="00B47D62"/>
    <w:rsid w:val="00B51D76"/>
    <w:rsid w:val="00B563F1"/>
    <w:rsid w:val="00B62CED"/>
    <w:rsid w:val="00B63C0A"/>
    <w:rsid w:val="00B67AA7"/>
    <w:rsid w:val="00B67C26"/>
    <w:rsid w:val="00B73C58"/>
    <w:rsid w:val="00B749D0"/>
    <w:rsid w:val="00B75A62"/>
    <w:rsid w:val="00B7723E"/>
    <w:rsid w:val="00B775C3"/>
    <w:rsid w:val="00B80294"/>
    <w:rsid w:val="00BA2820"/>
    <w:rsid w:val="00BA28A6"/>
    <w:rsid w:val="00BA5B04"/>
    <w:rsid w:val="00BA604F"/>
    <w:rsid w:val="00BA76D7"/>
    <w:rsid w:val="00BB1B6D"/>
    <w:rsid w:val="00BB4037"/>
    <w:rsid w:val="00BB751A"/>
    <w:rsid w:val="00BC04C2"/>
    <w:rsid w:val="00BC6090"/>
    <w:rsid w:val="00BC709B"/>
    <w:rsid w:val="00BC74A9"/>
    <w:rsid w:val="00BC77AA"/>
    <w:rsid w:val="00BD0931"/>
    <w:rsid w:val="00BD4AAD"/>
    <w:rsid w:val="00BD6297"/>
    <w:rsid w:val="00BE51B1"/>
    <w:rsid w:val="00BE7EBA"/>
    <w:rsid w:val="00BF0F75"/>
    <w:rsid w:val="00BF1F68"/>
    <w:rsid w:val="00BF3EE6"/>
    <w:rsid w:val="00BF3F5B"/>
    <w:rsid w:val="00BF789F"/>
    <w:rsid w:val="00C01622"/>
    <w:rsid w:val="00C0213A"/>
    <w:rsid w:val="00C02778"/>
    <w:rsid w:val="00C02A50"/>
    <w:rsid w:val="00C02A95"/>
    <w:rsid w:val="00C04C9E"/>
    <w:rsid w:val="00C07612"/>
    <w:rsid w:val="00C1107D"/>
    <w:rsid w:val="00C117C4"/>
    <w:rsid w:val="00C12EAE"/>
    <w:rsid w:val="00C2619D"/>
    <w:rsid w:val="00C302F0"/>
    <w:rsid w:val="00C307F5"/>
    <w:rsid w:val="00C3086F"/>
    <w:rsid w:val="00C32181"/>
    <w:rsid w:val="00C32F91"/>
    <w:rsid w:val="00C350EF"/>
    <w:rsid w:val="00C375AF"/>
    <w:rsid w:val="00C424D9"/>
    <w:rsid w:val="00C43437"/>
    <w:rsid w:val="00C44F11"/>
    <w:rsid w:val="00C4575F"/>
    <w:rsid w:val="00C45EA7"/>
    <w:rsid w:val="00C5026D"/>
    <w:rsid w:val="00C5039D"/>
    <w:rsid w:val="00C52897"/>
    <w:rsid w:val="00C57ACD"/>
    <w:rsid w:val="00C61751"/>
    <w:rsid w:val="00C64015"/>
    <w:rsid w:val="00C65C08"/>
    <w:rsid w:val="00C67803"/>
    <w:rsid w:val="00C70FDE"/>
    <w:rsid w:val="00C73299"/>
    <w:rsid w:val="00C80522"/>
    <w:rsid w:val="00C825E3"/>
    <w:rsid w:val="00C83FB7"/>
    <w:rsid w:val="00C85CA5"/>
    <w:rsid w:val="00C877F7"/>
    <w:rsid w:val="00C93B6E"/>
    <w:rsid w:val="00C94237"/>
    <w:rsid w:val="00C96E2C"/>
    <w:rsid w:val="00C96E36"/>
    <w:rsid w:val="00CA663B"/>
    <w:rsid w:val="00CB31C8"/>
    <w:rsid w:val="00CB6AD4"/>
    <w:rsid w:val="00CC06AE"/>
    <w:rsid w:val="00CC7321"/>
    <w:rsid w:val="00CD0D93"/>
    <w:rsid w:val="00CD3F28"/>
    <w:rsid w:val="00CD5E59"/>
    <w:rsid w:val="00CD748B"/>
    <w:rsid w:val="00CE0861"/>
    <w:rsid w:val="00CE33EF"/>
    <w:rsid w:val="00CE78F8"/>
    <w:rsid w:val="00CF0F23"/>
    <w:rsid w:val="00CF280B"/>
    <w:rsid w:val="00CF5311"/>
    <w:rsid w:val="00D00BE3"/>
    <w:rsid w:val="00D02804"/>
    <w:rsid w:val="00D02BE5"/>
    <w:rsid w:val="00D03736"/>
    <w:rsid w:val="00D03A62"/>
    <w:rsid w:val="00D049F7"/>
    <w:rsid w:val="00D05024"/>
    <w:rsid w:val="00D055C0"/>
    <w:rsid w:val="00D0681F"/>
    <w:rsid w:val="00D0709A"/>
    <w:rsid w:val="00D0767F"/>
    <w:rsid w:val="00D10588"/>
    <w:rsid w:val="00D2020F"/>
    <w:rsid w:val="00D22018"/>
    <w:rsid w:val="00D2202D"/>
    <w:rsid w:val="00D25D31"/>
    <w:rsid w:val="00D2749F"/>
    <w:rsid w:val="00D277AA"/>
    <w:rsid w:val="00D3333A"/>
    <w:rsid w:val="00D36C61"/>
    <w:rsid w:val="00D36CCC"/>
    <w:rsid w:val="00D44FCA"/>
    <w:rsid w:val="00D457BA"/>
    <w:rsid w:val="00D47ED3"/>
    <w:rsid w:val="00D55254"/>
    <w:rsid w:val="00D5646D"/>
    <w:rsid w:val="00D63395"/>
    <w:rsid w:val="00D639F6"/>
    <w:rsid w:val="00D64B72"/>
    <w:rsid w:val="00D656F7"/>
    <w:rsid w:val="00D66C9C"/>
    <w:rsid w:val="00D676E4"/>
    <w:rsid w:val="00D714E0"/>
    <w:rsid w:val="00D80915"/>
    <w:rsid w:val="00D81E0B"/>
    <w:rsid w:val="00D848D1"/>
    <w:rsid w:val="00D8745A"/>
    <w:rsid w:val="00DA45CB"/>
    <w:rsid w:val="00DB1810"/>
    <w:rsid w:val="00DB2373"/>
    <w:rsid w:val="00DC09FE"/>
    <w:rsid w:val="00DC3DC4"/>
    <w:rsid w:val="00DC7647"/>
    <w:rsid w:val="00DD2264"/>
    <w:rsid w:val="00DD2BE5"/>
    <w:rsid w:val="00DD6197"/>
    <w:rsid w:val="00DD7A79"/>
    <w:rsid w:val="00DE09C2"/>
    <w:rsid w:val="00DE5E3D"/>
    <w:rsid w:val="00DE69D1"/>
    <w:rsid w:val="00DF1DFA"/>
    <w:rsid w:val="00DF4F69"/>
    <w:rsid w:val="00DF63CC"/>
    <w:rsid w:val="00DF6E72"/>
    <w:rsid w:val="00E00254"/>
    <w:rsid w:val="00E020F1"/>
    <w:rsid w:val="00E0554B"/>
    <w:rsid w:val="00E10077"/>
    <w:rsid w:val="00E10087"/>
    <w:rsid w:val="00E1075B"/>
    <w:rsid w:val="00E11E4C"/>
    <w:rsid w:val="00E16C93"/>
    <w:rsid w:val="00E16CA0"/>
    <w:rsid w:val="00E21742"/>
    <w:rsid w:val="00E32D86"/>
    <w:rsid w:val="00E34951"/>
    <w:rsid w:val="00E446D9"/>
    <w:rsid w:val="00E477D2"/>
    <w:rsid w:val="00E50612"/>
    <w:rsid w:val="00E5287B"/>
    <w:rsid w:val="00E56484"/>
    <w:rsid w:val="00E71F96"/>
    <w:rsid w:val="00E767B9"/>
    <w:rsid w:val="00E76E0E"/>
    <w:rsid w:val="00E8048F"/>
    <w:rsid w:val="00E91484"/>
    <w:rsid w:val="00E923B4"/>
    <w:rsid w:val="00E924CF"/>
    <w:rsid w:val="00E92A48"/>
    <w:rsid w:val="00E95168"/>
    <w:rsid w:val="00EA2E0C"/>
    <w:rsid w:val="00EA53A8"/>
    <w:rsid w:val="00EA5D5B"/>
    <w:rsid w:val="00EB17D8"/>
    <w:rsid w:val="00EB27BE"/>
    <w:rsid w:val="00EB37DE"/>
    <w:rsid w:val="00EB6F71"/>
    <w:rsid w:val="00EB7961"/>
    <w:rsid w:val="00EC0230"/>
    <w:rsid w:val="00EC3E71"/>
    <w:rsid w:val="00EC46A9"/>
    <w:rsid w:val="00EC5848"/>
    <w:rsid w:val="00EC67DD"/>
    <w:rsid w:val="00ED5154"/>
    <w:rsid w:val="00ED5791"/>
    <w:rsid w:val="00EE6640"/>
    <w:rsid w:val="00EE7EB0"/>
    <w:rsid w:val="00EF1E88"/>
    <w:rsid w:val="00EF4E9E"/>
    <w:rsid w:val="00EF65EF"/>
    <w:rsid w:val="00EF7016"/>
    <w:rsid w:val="00F02054"/>
    <w:rsid w:val="00F062B2"/>
    <w:rsid w:val="00F07C0D"/>
    <w:rsid w:val="00F1324C"/>
    <w:rsid w:val="00F13F74"/>
    <w:rsid w:val="00F1501F"/>
    <w:rsid w:val="00F16DBB"/>
    <w:rsid w:val="00F233CA"/>
    <w:rsid w:val="00F23A29"/>
    <w:rsid w:val="00F25784"/>
    <w:rsid w:val="00F25EC2"/>
    <w:rsid w:val="00F263C2"/>
    <w:rsid w:val="00F30D57"/>
    <w:rsid w:val="00F33529"/>
    <w:rsid w:val="00F37111"/>
    <w:rsid w:val="00F40142"/>
    <w:rsid w:val="00F43DB0"/>
    <w:rsid w:val="00F50DF1"/>
    <w:rsid w:val="00F521A6"/>
    <w:rsid w:val="00F558CB"/>
    <w:rsid w:val="00F6310E"/>
    <w:rsid w:val="00F638EC"/>
    <w:rsid w:val="00F64B49"/>
    <w:rsid w:val="00F6639B"/>
    <w:rsid w:val="00F7040D"/>
    <w:rsid w:val="00F70EA0"/>
    <w:rsid w:val="00F725C8"/>
    <w:rsid w:val="00F736A8"/>
    <w:rsid w:val="00F76819"/>
    <w:rsid w:val="00F81DDC"/>
    <w:rsid w:val="00F854CB"/>
    <w:rsid w:val="00F93F0D"/>
    <w:rsid w:val="00F97094"/>
    <w:rsid w:val="00FA1C99"/>
    <w:rsid w:val="00FA5A8B"/>
    <w:rsid w:val="00FA6DF3"/>
    <w:rsid w:val="00FA72DF"/>
    <w:rsid w:val="00FC3808"/>
    <w:rsid w:val="00FC3A30"/>
    <w:rsid w:val="00FC47EF"/>
    <w:rsid w:val="00FE09E6"/>
    <w:rsid w:val="00FE11B5"/>
    <w:rsid w:val="00FE139F"/>
    <w:rsid w:val="00FE63FB"/>
    <w:rsid w:val="00FF1E4A"/>
    <w:rsid w:val="00FF5E56"/>
    <w:rsid w:val="00FF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D20D40"/>
  <w15:docId w15:val="{5E90BCFA-3BCA-415F-809E-A1FF54A8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" w:unhideWhenUsed="1"/>
    <w:lsdException w:name="footer" w:uiPriority="1" w:unhideWhenUsed="1"/>
    <w:lsdException w:name="index heading" w:semiHidden="1" w:unhideWhenUsed="1"/>
    <w:lsdException w:name="caption" w:uiPriority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0" w:unhideWhenUsed="1" w:qFormat="1"/>
    <w:lsdException w:name="toa heading" w:semiHidden="1" w:unhideWhenUsed="1"/>
    <w:lsdException w:name="List" w:semiHidden="1" w:unhideWhenUsed="1"/>
    <w:lsdException w:name="List Bullet" w:uiPriority="1" w:unhideWhenUsed="1" w:qFormat="1"/>
    <w:lsdException w:name="List Number" w:uiPriority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uiPriority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/>
    <w:lsdException w:name="Hyperlink" w:semiHidden="1" w:uiPriority="99" w:unhideWhenUsed="1"/>
    <w:lsdException w:name="FollowedHyperlink" w:semiHidden="1" w:uiPriority="1" w:unhideWhenUsed="1"/>
    <w:lsdException w:name="Emphasis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ook Title" w:uiPriority="1"/>
    <w:lsdException w:name="Bibliography" w:semiHidden="1" w:unhideWhenUsed="1"/>
    <w:lsdException w:name="TOC Heading" w:semiHidden="1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7A5B9B"/>
    <w:pPr>
      <w:spacing w:after="120" w:line="264" w:lineRule="auto"/>
      <w:jc w:val="both"/>
    </w:pPr>
    <w:rPr>
      <w:sz w:val="22"/>
    </w:rPr>
  </w:style>
  <w:style w:type="paragraph" w:styleId="Heading1">
    <w:name w:val="heading 1"/>
    <w:aliases w:val="chapitre,Titre 11,t1.T1.Titre 1,t1,TITRE 1 SL"/>
    <w:basedOn w:val="Normal"/>
    <w:next w:val="Normal"/>
    <w:link w:val="Heading1Char"/>
    <w:qFormat/>
    <w:rsid w:val="0084573E"/>
    <w:pPr>
      <w:keepNext/>
      <w:numPr>
        <w:numId w:val="1"/>
      </w:numPr>
      <w:tabs>
        <w:tab w:val="left" w:pos="510"/>
      </w:tabs>
      <w:spacing w:before="480"/>
      <w:outlineLvl w:val="0"/>
    </w:pPr>
    <w:rPr>
      <w:b/>
      <w:smallCaps/>
      <w:sz w:val="32"/>
      <w:lang w:eastAsia="ko-KR"/>
    </w:rPr>
  </w:style>
  <w:style w:type="paragraph" w:styleId="Heading2">
    <w:name w:val="heading 2"/>
    <w:basedOn w:val="Heading1"/>
    <w:next w:val="Normal"/>
    <w:link w:val="Heading2Char"/>
    <w:qFormat/>
    <w:rsid w:val="009C3442"/>
    <w:pPr>
      <w:numPr>
        <w:ilvl w:val="1"/>
      </w:numPr>
      <w:tabs>
        <w:tab w:val="clear" w:pos="510"/>
      </w:tabs>
      <w:spacing w:before="240" w:after="60" w:line="240" w:lineRule="auto"/>
      <w:outlineLvl w:val="1"/>
    </w:pPr>
    <w:rPr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C04C2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b/>
      <w:sz w:val="26"/>
      <w:lang w:val="en" w:eastAsia="en-US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tabs>
        <w:tab w:val="left" w:pos="1049"/>
      </w:tabs>
      <w:spacing w:before="3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Normal"/>
    <w:link w:val="Heading6Char"/>
    <w:unhideWhenUsed/>
    <w:qFormat/>
    <w:pPr>
      <w:keepNext/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pPr>
      <w:keepNext/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pPr>
      <w:keepNext/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pPr>
      <w:keepNext/>
      <w:numPr>
        <w:ilvl w:val="8"/>
        <w:numId w:val="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2C8F6C"/>
    </w:rPr>
  </w:style>
  <w:style w:type="character" w:customStyle="1" w:styleId="BodyPlaceholderText">
    <w:name w:val="BodyPlaceholderText"/>
    <w:basedOn w:val="PlaceholderText"/>
    <w:uiPriority w:val="1"/>
    <w:semiHidden/>
    <w:rPr>
      <w:color w:val="3366CC"/>
    </w:rPr>
  </w:style>
  <w:style w:type="character" w:customStyle="1" w:styleId="CrossReference">
    <w:name w:val="Cross Reference"/>
    <w:basedOn w:val="DefaultParagraphFont"/>
    <w:uiPriority w:val="99"/>
    <w:rPr>
      <w:i/>
    </w:rPr>
  </w:style>
  <w:style w:type="paragraph" w:customStyle="1" w:styleId="Glossary">
    <w:name w:val="Glossary"/>
    <w:basedOn w:val="Normal"/>
    <w:uiPriority w:val="90"/>
    <w:semiHidden/>
    <w:qFormat/>
    <w:pPr>
      <w:tabs>
        <w:tab w:val="left" w:pos="2835"/>
      </w:tabs>
      <w:ind w:left="2835" w:hanging="2835"/>
      <w:jc w:val="left"/>
    </w:pPr>
  </w:style>
  <w:style w:type="paragraph" w:customStyle="1" w:styleId="GlossaryHeading">
    <w:name w:val="GlossaryHeading"/>
    <w:basedOn w:val="Normal"/>
    <w:uiPriority w:val="1"/>
    <w:pPr>
      <w:spacing w:after="480"/>
      <w:jc w:val="center"/>
      <w:outlineLvl w:val="0"/>
    </w:pPr>
    <w:rPr>
      <w:rFonts w:ascii="Times New Roman Bold" w:hAnsi="Times New Roman Bold"/>
      <w:b/>
      <w:sz w:val="32"/>
    </w:rPr>
  </w:style>
  <w:style w:type="paragraph" w:customStyle="1" w:styleId="ZFlag">
    <w:name w:val="Z_Flag"/>
    <w:basedOn w:val="Normal"/>
    <w:next w:val="Normal"/>
    <w:uiPriority w:val="99"/>
    <w:semiHidden/>
    <w:pPr>
      <w:widowControl w:val="0"/>
      <w:spacing w:after="0"/>
      <w:ind w:right="85"/>
    </w:pPr>
  </w:style>
  <w:style w:type="paragraph" w:customStyle="1" w:styleId="ZCom">
    <w:name w:val="Z_Com"/>
    <w:basedOn w:val="Normal"/>
    <w:next w:val="Normal"/>
    <w:uiPriority w:val="99"/>
    <w:semiHidden/>
    <w:pPr>
      <w:widowControl w:val="0"/>
      <w:spacing w:before="90" w:after="0" w:line="240" w:lineRule="auto"/>
      <w:ind w:right="85"/>
    </w:pPr>
  </w:style>
  <w:style w:type="paragraph" w:customStyle="1" w:styleId="ZDGName">
    <w:name w:val="Z_DGName"/>
    <w:basedOn w:val="Normal"/>
    <w:uiPriority w:val="99"/>
    <w:semiHidden/>
    <w:pPr>
      <w:widowControl w:val="0"/>
      <w:spacing w:after="0" w:line="240" w:lineRule="auto"/>
      <w:ind w:right="85"/>
      <w:jc w:val="left"/>
    </w:pPr>
    <w:rPr>
      <w:sz w:val="16"/>
    </w:rPr>
  </w:style>
  <w:style w:type="paragraph" w:styleId="Caption">
    <w:name w:val="caption"/>
    <w:aliases w:val="CaptionCFMU,CaptionTLS"/>
    <w:basedOn w:val="Normal"/>
    <w:next w:val="Normal"/>
    <w:link w:val="CaptionChar"/>
    <w:uiPriority w:val="1"/>
    <w:qFormat/>
    <w:rsid w:val="00E16C93"/>
    <w:pPr>
      <w:jc w:val="center"/>
    </w:pPr>
    <w:rPr>
      <w:b/>
    </w:rPr>
  </w:style>
  <w:style w:type="paragraph" w:customStyle="1" w:styleId="Contact">
    <w:name w:val="Contact"/>
    <w:basedOn w:val="Normal"/>
    <w:uiPriority w:val="99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Normal"/>
    <w:uiPriority w:val="1"/>
    <w:pPr>
      <w:keepNext/>
      <w:keepLines/>
      <w:tabs>
        <w:tab w:val="left" w:pos="5641"/>
      </w:tabs>
      <w:spacing w:before="480" w:after="0"/>
      <w:ind w:left="1794" w:hanging="1794"/>
    </w:pPr>
  </w:style>
  <w:style w:type="paragraph" w:styleId="Date">
    <w:name w:val="Date"/>
    <w:basedOn w:val="Normal"/>
    <w:next w:val="References"/>
    <w:uiPriority w:val="1"/>
    <w:pPr>
      <w:spacing w:after="0"/>
      <w:ind w:left="5102" w:right="-567"/>
    </w:pPr>
  </w:style>
  <w:style w:type="paragraph" w:customStyle="1" w:styleId="References">
    <w:name w:val="References"/>
    <w:basedOn w:val="ListNumber"/>
    <w:pPr>
      <w:tabs>
        <w:tab w:val="num" w:pos="397"/>
        <w:tab w:val="num" w:pos="709"/>
      </w:tabs>
      <w:ind w:left="709" w:hanging="709"/>
    </w:pPr>
  </w:style>
  <w:style w:type="paragraph" w:styleId="EndnoteText">
    <w:name w:val="endnote text"/>
    <w:basedOn w:val="Normal"/>
    <w:semiHidden/>
    <w:rPr>
      <w:sz w:val="20"/>
    </w:rPr>
  </w:style>
  <w:style w:type="paragraph" w:customStyle="1" w:styleId="FooterLine">
    <w:name w:val="Footer Line"/>
    <w:basedOn w:val="Footer"/>
    <w:next w:val="Footer"/>
    <w:uiPriority w:val="99"/>
    <w:pPr>
      <w:pBdr>
        <w:top w:val="single" w:sz="4" w:space="1" w:color="auto"/>
      </w:pBdr>
      <w:tabs>
        <w:tab w:val="right" w:pos="8646"/>
      </w:tabs>
      <w:spacing w:before="120"/>
      <w:ind w:right="0"/>
    </w:pPr>
  </w:style>
  <w:style w:type="paragraph" w:styleId="FootnoteText">
    <w:name w:val="footnote text"/>
    <w:basedOn w:val="Normal"/>
    <w:link w:val="FootnoteTextChar"/>
    <w:semiHidden/>
    <w:pPr>
      <w:ind w:left="357" w:hanging="357"/>
    </w:pPr>
    <w:rPr>
      <w:sz w:val="20"/>
    </w:rPr>
  </w:style>
  <w:style w:type="paragraph" w:customStyle="1" w:styleId="NumPar1">
    <w:name w:val="NumPar 1"/>
    <w:basedOn w:val="Heading1"/>
    <w:uiPriority w:val="90"/>
    <w:semiHidden/>
    <w:qFormat/>
    <w:pPr>
      <w:keepNext w:val="0"/>
      <w:tabs>
        <w:tab w:val="clear" w:pos="510"/>
        <w:tab w:val="left" w:pos="227"/>
      </w:tabs>
      <w:spacing w:before="0"/>
      <w:ind w:left="0" w:firstLine="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uiPriority w:val="90"/>
    <w:semiHidden/>
    <w:qFormat/>
    <w:pPr>
      <w:keepNext w:val="0"/>
      <w:tabs>
        <w:tab w:val="left" w:pos="397"/>
      </w:tabs>
      <w:spacing w:before="0"/>
      <w:ind w:left="0" w:firstLine="0"/>
      <w:outlineLvl w:val="9"/>
    </w:pPr>
    <w:rPr>
      <w:b w:val="0"/>
      <w:sz w:val="22"/>
    </w:rPr>
  </w:style>
  <w:style w:type="paragraph" w:customStyle="1" w:styleId="NumPar3">
    <w:name w:val="NumPar 3"/>
    <w:basedOn w:val="Heading3"/>
    <w:uiPriority w:val="90"/>
    <w:semiHidden/>
    <w:qFormat/>
    <w:pPr>
      <w:keepNext w:val="0"/>
      <w:tabs>
        <w:tab w:val="left" w:pos="567"/>
      </w:tabs>
      <w:spacing w:before="0"/>
      <w:outlineLvl w:val="9"/>
    </w:pPr>
    <w:rPr>
      <w:b w:val="0"/>
      <w:sz w:val="22"/>
    </w:rPr>
  </w:style>
  <w:style w:type="paragraph" w:customStyle="1" w:styleId="NumPar4">
    <w:name w:val="NumPar 4"/>
    <w:basedOn w:val="Heading4"/>
    <w:uiPriority w:val="90"/>
    <w:semiHidden/>
    <w:qFormat/>
    <w:pPr>
      <w:keepNext w:val="0"/>
      <w:tabs>
        <w:tab w:val="clear" w:pos="1049"/>
        <w:tab w:val="left" w:pos="737"/>
      </w:tabs>
      <w:spacing w:before="0"/>
      <w:outlineLvl w:val="9"/>
    </w:pPr>
  </w:style>
  <w:style w:type="paragraph" w:styleId="Title">
    <w:name w:val="Title"/>
    <w:basedOn w:val="Normal"/>
    <w:next w:val="SubTitle1"/>
    <w:link w:val="TitleChar"/>
    <w:uiPriority w:val="3"/>
    <w:pPr>
      <w:spacing w:before="3200"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uiPriority w:val="4"/>
    <w:pPr>
      <w:spacing w:before="360" w:after="200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80"/>
      <w:jc w:val="center"/>
    </w:pPr>
    <w:rPr>
      <w:b/>
      <w:sz w:val="32"/>
    </w:r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styleId="TOCHeading">
    <w:name w:val="TOC Heading"/>
    <w:basedOn w:val="Normal"/>
    <w:next w:val="Normal"/>
    <w:semiHidden/>
    <w:pPr>
      <w:jc w:val="center"/>
    </w:pPr>
    <w:rPr>
      <w:rFonts w:ascii="Times New Roman Bold" w:hAnsi="Times New Roman Bold"/>
      <w:b/>
      <w:sz w:val="32"/>
    </w:rPr>
  </w:style>
  <w:style w:type="paragraph" w:styleId="TOC1">
    <w:name w:val="toc 1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b/>
      <w:caps/>
      <w:sz w:val="20"/>
    </w:rPr>
  </w:style>
  <w:style w:type="paragraph" w:styleId="TOC2">
    <w:name w:val="toc 2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595" w:right="720" w:hanging="595"/>
    </w:pPr>
    <w:rPr>
      <w:noProof/>
      <w:sz w:val="20"/>
    </w:rPr>
  </w:style>
  <w:style w:type="paragraph" w:styleId="TOC3">
    <w:name w:val="toc 3"/>
    <w:basedOn w:val="Normal"/>
    <w:next w:val="Normal"/>
    <w:uiPriority w:val="39"/>
    <w:pPr>
      <w:tabs>
        <w:tab w:val="left" w:pos="595"/>
        <w:tab w:val="right" w:leader="dot" w:pos="8640"/>
      </w:tabs>
      <w:spacing w:after="60" w:line="240" w:lineRule="auto"/>
      <w:ind w:left="1190" w:right="720" w:hanging="595"/>
    </w:pPr>
    <w:rPr>
      <w:sz w:val="20"/>
    </w:rPr>
  </w:style>
  <w:style w:type="paragraph" w:styleId="TOC4">
    <w:name w:val="toc 4"/>
    <w:basedOn w:val="Normal"/>
    <w:next w:val="Normal"/>
    <w:uiPriority w:val="39"/>
    <w:pPr>
      <w:tabs>
        <w:tab w:val="left" w:pos="1446"/>
        <w:tab w:val="left" w:pos="1587"/>
        <w:tab w:val="right" w:leader="dot" w:pos="8640"/>
      </w:tabs>
      <w:spacing w:after="60" w:line="240" w:lineRule="auto"/>
      <w:ind w:left="1445" w:right="720" w:hanging="850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0"/>
      </w:tabs>
      <w:spacing w:before="120" w:after="60"/>
      <w:ind w:right="720"/>
    </w:pPr>
    <w:rPr>
      <w:b/>
    </w:rPr>
  </w:style>
  <w:style w:type="paragraph" w:styleId="TOC6">
    <w:name w:val="toc 6"/>
    <w:basedOn w:val="Normal"/>
    <w:next w:val="Normal"/>
    <w:semiHidden/>
    <w:pPr>
      <w:tabs>
        <w:tab w:val="right" w:leader="dot" w:pos="8640"/>
      </w:tabs>
    </w:pPr>
  </w:style>
  <w:style w:type="paragraph" w:styleId="TOC7">
    <w:name w:val="toc 7"/>
    <w:basedOn w:val="Normal"/>
    <w:next w:val="Normal"/>
    <w:semiHidden/>
    <w:pPr>
      <w:tabs>
        <w:tab w:val="right" w:leader="dot" w:pos="8640"/>
      </w:tabs>
    </w:pPr>
  </w:style>
  <w:style w:type="paragraph" w:styleId="TOC8">
    <w:name w:val="toc 8"/>
    <w:basedOn w:val="Normal"/>
    <w:next w:val="Normal"/>
    <w:semiHidden/>
    <w:pPr>
      <w:tabs>
        <w:tab w:val="right" w:leader="dot" w:pos="8640"/>
      </w:tabs>
    </w:pPr>
  </w:style>
  <w:style w:type="paragraph" w:styleId="TOC9">
    <w:name w:val="toc 9"/>
    <w:basedOn w:val="Normal"/>
    <w:next w:val="Normal"/>
    <w:semiHidden/>
    <w:pPr>
      <w:tabs>
        <w:tab w:val="right" w:leader="dot" w:pos="8640"/>
      </w:tabs>
    </w:pPr>
  </w:style>
  <w:style w:type="paragraph" w:styleId="ListBullet">
    <w:name w:val="List Bullet"/>
    <w:basedOn w:val="ListParagraph"/>
    <w:uiPriority w:val="1"/>
    <w:qFormat/>
    <w:rsid w:val="003C408B"/>
    <w:pPr>
      <w:numPr>
        <w:numId w:val="24"/>
      </w:numPr>
      <w:contextualSpacing w:val="0"/>
    </w:pPr>
  </w:style>
  <w:style w:type="paragraph" w:customStyle="1" w:styleId="ListBulletLevel2">
    <w:name w:val="List Bullet (Level 2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3">
    <w:name w:val="List Bullet (Level 3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BulletLevel4">
    <w:name w:val="List Bullet (Level 4)"/>
    <w:basedOn w:val="Normal"/>
    <w:pPr>
      <w:tabs>
        <w:tab w:val="num" w:pos="454"/>
      </w:tabs>
      <w:ind w:left="454" w:hanging="454"/>
      <w:contextualSpacing/>
    </w:pPr>
  </w:style>
  <w:style w:type="paragraph" w:customStyle="1" w:styleId="ListDash">
    <w:name w:val="List Dash"/>
    <w:basedOn w:val="ListBullet"/>
    <w:uiPriority w:val="1"/>
    <w:qFormat/>
    <w:rsid w:val="00FE139F"/>
    <w:pPr>
      <w:numPr>
        <w:numId w:val="25"/>
      </w:numPr>
    </w:pPr>
  </w:style>
  <w:style w:type="paragraph" w:customStyle="1" w:styleId="ListDashLevel2">
    <w:name w:val="List Dash (Level 2)"/>
    <w:basedOn w:val="Normal"/>
    <w:pPr>
      <w:numPr>
        <w:ilvl w:val="1"/>
        <w:numId w:val="4"/>
      </w:numPr>
      <w:contextualSpacing/>
    </w:pPr>
  </w:style>
  <w:style w:type="paragraph" w:customStyle="1" w:styleId="ListDashLevel3">
    <w:name w:val="List Dash (Level 3)"/>
    <w:basedOn w:val="Normal"/>
    <w:pPr>
      <w:numPr>
        <w:ilvl w:val="2"/>
        <w:numId w:val="4"/>
      </w:numPr>
      <w:contextualSpacing/>
    </w:pPr>
  </w:style>
  <w:style w:type="paragraph" w:customStyle="1" w:styleId="ListDashLevel4">
    <w:name w:val="List Dash (Level 4)"/>
    <w:basedOn w:val="Normal"/>
    <w:pPr>
      <w:numPr>
        <w:ilvl w:val="3"/>
        <w:numId w:val="4"/>
      </w:numPr>
      <w:contextualSpacing/>
    </w:pPr>
  </w:style>
  <w:style w:type="paragraph" w:styleId="ListNumber">
    <w:name w:val="List Number"/>
    <w:basedOn w:val="Normal"/>
    <w:uiPriority w:val="1"/>
    <w:pPr>
      <w:numPr>
        <w:numId w:val="3"/>
      </w:numPr>
      <w:contextualSpacing/>
    </w:pPr>
  </w:style>
  <w:style w:type="paragraph" w:customStyle="1" w:styleId="ListNumberLevel2">
    <w:name w:val="List Number (Level 2)"/>
    <w:basedOn w:val="Normal"/>
    <w:pPr>
      <w:numPr>
        <w:ilvl w:val="1"/>
        <w:numId w:val="3"/>
      </w:numPr>
      <w:ind w:left="908" w:hanging="454"/>
      <w:contextualSpacing/>
    </w:pPr>
  </w:style>
  <w:style w:type="paragraph" w:customStyle="1" w:styleId="ListNumberLevel3">
    <w:name w:val="List Number (Level 3)"/>
    <w:basedOn w:val="Normal"/>
    <w:pPr>
      <w:numPr>
        <w:ilvl w:val="2"/>
        <w:numId w:val="3"/>
      </w:numPr>
      <w:contextualSpacing/>
    </w:pPr>
  </w:style>
  <w:style w:type="paragraph" w:customStyle="1" w:styleId="ListNumberLevel4">
    <w:name w:val="List Number (Level 4)"/>
    <w:basedOn w:val="Normal"/>
    <w:pPr>
      <w:numPr>
        <w:ilvl w:val="3"/>
        <w:numId w:val="3"/>
      </w:numPr>
      <w:ind w:left="1815" w:hanging="454"/>
      <w:contextualSpacing/>
    </w:pPr>
  </w:style>
  <w:style w:type="paragraph" w:customStyle="1" w:styleId="FITTable">
    <w:name w:val="FIT Table"/>
    <w:basedOn w:val="Normal"/>
    <w:uiPriority w:val="1"/>
    <w:pPr>
      <w:spacing w:before="60" w:after="60"/>
    </w:pPr>
  </w:style>
  <w:style w:type="paragraph" w:customStyle="1" w:styleId="Annex">
    <w:name w:val="Annex"/>
    <w:basedOn w:val="Normal"/>
    <w:next w:val="AnnexHeading1"/>
    <w:uiPriority w:val="3"/>
    <w:qFormat/>
    <w:rsid w:val="00A8017E"/>
    <w:pPr>
      <w:pageBreakBefore/>
      <w:numPr>
        <w:numId w:val="6"/>
      </w:numPr>
      <w:spacing w:before="480"/>
      <w:outlineLvl w:val="0"/>
    </w:pPr>
    <w:rPr>
      <w:b/>
      <w:smallCaps/>
      <w:sz w:val="36"/>
    </w:rPr>
  </w:style>
  <w:style w:type="paragraph" w:customStyle="1" w:styleId="AnnexHeading1">
    <w:name w:val="Annex Heading 1"/>
    <w:basedOn w:val="Normal"/>
    <w:next w:val="Normal"/>
    <w:autoRedefine/>
    <w:uiPriority w:val="1"/>
    <w:semiHidden/>
    <w:qFormat/>
    <w:pPr>
      <w:keepNext/>
      <w:numPr>
        <w:numId w:val="7"/>
      </w:numPr>
      <w:tabs>
        <w:tab w:val="left" w:pos="510"/>
      </w:tabs>
      <w:spacing w:before="480"/>
      <w:outlineLvl w:val="0"/>
    </w:pPr>
    <w:rPr>
      <w:b/>
      <w:smallCaps/>
      <w:sz w:val="26"/>
    </w:rPr>
  </w:style>
  <w:style w:type="paragraph" w:customStyle="1" w:styleId="PartTitle">
    <w:name w:val="PartTitle"/>
    <w:basedOn w:val="Normal"/>
    <w:next w:val="ChapterTitle"/>
    <w:uiPriority w:val="90"/>
    <w:semiHidden/>
    <w:qFormat/>
    <w:pPr>
      <w:keepNext/>
      <w:pageBreakBefore/>
      <w:spacing w:before="720" w:after="360"/>
      <w:jc w:val="center"/>
    </w:pPr>
    <w:rPr>
      <w:b/>
      <w:sz w:val="40"/>
    </w:rPr>
  </w:style>
  <w:style w:type="paragraph" w:customStyle="1" w:styleId="ChapterTitle">
    <w:name w:val="ChapterTitle"/>
    <w:basedOn w:val="Normal"/>
    <w:next w:val="SectionTitle"/>
    <w:uiPriority w:val="90"/>
    <w:semiHidden/>
    <w:qFormat/>
    <w:pPr>
      <w:keepNext/>
      <w:spacing w:before="720"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uiPriority w:val="90"/>
    <w:semiHidden/>
    <w:qFormat/>
    <w:pPr>
      <w:keepNext/>
      <w:spacing w:before="720" w:after="360"/>
      <w:contextualSpacing/>
      <w:jc w:val="center"/>
    </w:pPr>
    <w:rPr>
      <w:rFonts w:ascii="Times New Roman Bold" w:hAnsi="Times New Roman Bold"/>
      <w:b/>
      <w:smallCaps/>
      <w:sz w:val="32"/>
    </w:rPr>
  </w:style>
  <w:style w:type="paragraph" w:customStyle="1" w:styleId="Marking">
    <w:name w:val="Marking"/>
    <w:basedOn w:val="Normal"/>
    <w:pPr>
      <w:spacing w:after="240" w:line="276" w:lineRule="auto"/>
      <w:ind w:left="5114"/>
      <w:contextualSpacing/>
      <w:jc w:val="left"/>
    </w:pPr>
    <w:rPr>
      <w:i/>
      <w:sz w:val="32"/>
    </w:rPr>
  </w:style>
  <w:style w:type="paragraph" w:customStyle="1" w:styleId="LegalNumPar">
    <w:name w:val="LegalNumPar"/>
    <w:basedOn w:val="Normal"/>
    <w:uiPriority w:val="90"/>
    <w:semiHidden/>
    <w:qFormat/>
    <w:pPr>
      <w:numPr>
        <w:numId w:val="5"/>
      </w:numPr>
      <w:tabs>
        <w:tab w:val="clear" w:pos="476"/>
      </w:tabs>
      <w:spacing w:line="360" w:lineRule="auto"/>
    </w:pPr>
  </w:style>
  <w:style w:type="paragraph" w:customStyle="1" w:styleId="LegalNumPar2">
    <w:name w:val="LegalNumPar2"/>
    <w:basedOn w:val="Normal"/>
    <w:pPr>
      <w:numPr>
        <w:ilvl w:val="1"/>
        <w:numId w:val="5"/>
      </w:numPr>
      <w:tabs>
        <w:tab w:val="clear" w:pos="952"/>
      </w:tabs>
      <w:spacing w:line="360" w:lineRule="auto"/>
    </w:pPr>
  </w:style>
  <w:style w:type="paragraph" w:customStyle="1" w:styleId="LegalNumPar3">
    <w:name w:val="LegalNumPar3"/>
    <w:basedOn w:val="Normal"/>
    <w:pPr>
      <w:numPr>
        <w:ilvl w:val="2"/>
        <w:numId w:val="5"/>
      </w:numPr>
      <w:tabs>
        <w:tab w:val="clear" w:pos="1429"/>
      </w:tabs>
      <w:spacing w:line="360" w:lineRule="auto"/>
    </w:pPr>
  </w:style>
  <w:style w:type="paragraph" w:customStyle="1" w:styleId="TableText">
    <w:name w:val="Table Text"/>
    <w:basedOn w:val="Normal"/>
    <w:rsid w:val="00D00BE3"/>
    <w:pPr>
      <w:spacing w:before="60" w:after="60"/>
    </w:pPr>
  </w:style>
  <w:style w:type="paragraph" w:customStyle="1" w:styleId="HistTableHeading">
    <w:name w:val="HistTableHeading"/>
    <w:basedOn w:val="Normal"/>
    <w:next w:val="HistoryTable"/>
    <w:pPr>
      <w:jc w:val="center"/>
    </w:pPr>
    <w:rPr>
      <w:rFonts w:ascii="Times New Roman Bold" w:hAnsi="Times New Roman Bold"/>
      <w:b/>
      <w:sz w:val="32"/>
    </w:rPr>
  </w:style>
  <w:style w:type="paragraph" w:customStyle="1" w:styleId="HistoryTable">
    <w:name w:val="HistoryTable"/>
    <w:basedOn w:val="Normal"/>
    <w:pPr>
      <w:spacing w:before="60" w:after="60"/>
    </w:pPr>
    <w:rPr>
      <w:sz w:val="20"/>
    </w:rPr>
  </w:style>
  <w:style w:type="paragraph" w:customStyle="1" w:styleId="FigureTitle">
    <w:name w:val="Figure Title"/>
    <w:basedOn w:val="Normal"/>
    <w:next w:val="FigureBody"/>
    <w:uiPriority w:val="6"/>
    <w:pPr>
      <w:keepNext/>
      <w:spacing w:before="120"/>
    </w:pPr>
    <w:rPr>
      <w:b/>
      <w:i/>
    </w:rPr>
  </w:style>
  <w:style w:type="paragraph" w:customStyle="1" w:styleId="FigureBody">
    <w:name w:val="Figure Body"/>
    <w:basedOn w:val="Normal"/>
    <w:next w:val="FigureNote"/>
    <w:uiPriority w:val="7"/>
    <w:pPr>
      <w:keepNext/>
      <w:spacing w:after="40" w:line="240" w:lineRule="auto"/>
    </w:pPr>
  </w:style>
  <w:style w:type="paragraph" w:customStyle="1" w:styleId="FigureNote">
    <w:name w:val="Figure Note"/>
    <w:basedOn w:val="FigureSource"/>
    <w:next w:val="FigureSource"/>
    <w:uiPriority w:val="7"/>
    <w:rPr>
      <w:b/>
    </w:rPr>
  </w:style>
  <w:style w:type="paragraph" w:customStyle="1" w:styleId="FigureSource">
    <w:name w:val="Figure Source"/>
    <w:basedOn w:val="Normal"/>
    <w:next w:val="Normal"/>
    <w:uiPriority w:val="7"/>
    <w:pPr>
      <w:spacing w:after="240" w:line="240" w:lineRule="auto"/>
    </w:pPr>
    <w:rPr>
      <w:sz w:val="18"/>
    </w:rPr>
  </w:style>
  <w:style w:type="paragraph" w:styleId="Footer">
    <w:name w:val="footer"/>
    <w:basedOn w:val="Normal"/>
    <w:link w:val="FooterChar"/>
    <w:uiPriority w:val="1"/>
    <w:pPr>
      <w:spacing w:after="0" w:line="240" w:lineRule="auto"/>
      <w:ind w:right="-567"/>
    </w:pPr>
    <w:rPr>
      <w:sz w:val="16"/>
    </w:rPr>
  </w:style>
  <w:style w:type="character" w:customStyle="1" w:styleId="FooterChar">
    <w:name w:val="Footer Char"/>
    <w:link w:val="Footer"/>
    <w:uiPriority w:val="1"/>
    <w:rsid w:val="006E49FF"/>
    <w:rPr>
      <w:sz w:val="16"/>
    </w:rPr>
  </w:style>
  <w:style w:type="paragraph" w:styleId="Header">
    <w:name w:val="header"/>
    <w:basedOn w:val="Normal"/>
    <w:link w:val="HeaderChar"/>
    <w:uiPriority w:val="1"/>
    <w:pPr>
      <w:tabs>
        <w:tab w:val="center" w:pos="4150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1"/>
    <w:rsid w:val="006E49FF"/>
    <w:rPr>
      <w:sz w:val="22"/>
    </w:rPr>
  </w:style>
  <w:style w:type="paragraph" w:styleId="MacroText">
    <w:name w:val="macro"/>
    <w:basedOn w:val="Normal"/>
    <w:link w:val="MacroTextChar"/>
    <w:uiPriority w:val="90"/>
    <w:semiHidden/>
    <w:qFormat/>
    <w:pPr>
      <w:tabs>
        <w:tab w:val="left" w:pos="482"/>
        <w:tab w:val="left" w:pos="958"/>
        <w:tab w:val="left" w:pos="1440"/>
        <w:tab w:val="left" w:pos="1922"/>
        <w:tab w:val="left" w:pos="2398"/>
        <w:tab w:val="left" w:pos="2880"/>
        <w:tab w:val="left" w:pos="3362"/>
        <w:tab w:val="left" w:pos="3838"/>
        <w:tab w:val="left" w:pos="4320"/>
      </w:tabs>
    </w:pPr>
    <w:rPr>
      <w:rFonts w:ascii="Courier New" w:hAnsi="Courier New"/>
      <w:sz w:val="20"/>
    </w:rPr>
  </w:style>
  <w:style w:type="character" w:customStyle="1" w:styleId="MacroTextChar">
    <w:name w:val="Macro Text Char"/>
    <w:basedOn w:val="DefaultParagraphFont"/>
    <w:link w:val="MacroText"/>
    <w:uiPriority w:val="90"/>
    <w:semiHidden/>
    <w:qFormat/>
    <w:rsid w:val="008F6F83"/>
    <w:rPr>
      <w:rFonts w:ascii="Courier New" w:hAnsi="Courier New"/>
      <w:sz w:val="20"/>
    </w:rPr>
  </w:style>
  <w:style w:type="paragraph" w:customStyle="1" w:styleId="Citation">
    <w:name w:val="Citation"/>
    <w:basedOn w:val="Normal"/>
    <w:link w:val="CitationChar"/>
    <w:uiPriority w:val="90"/>
    <w:semiHidden/>
    <w:qFormat/>
    <w:rsid w:val="00A56964"/>
    <w:pPr>
      <w:ind w:left="454" w:right="454"/>
    </w:pPr>
    <w:rPr>
      <w:i/>
    </w:rPr>
  </w:style>
  <w:style w:type="character" w:customStyle="1" w:styleId="CitationChar">
    <w:name w:val="Citation Char"/>
    <w:link w:val="Citation"/>
    <w:uiPriority w:val="90"/>
    <w:semiHidden/>
    <w:qFormat/>
    <w:rsid w:val="008F6F83"/>
    <w:rPr>
      <w:i/>
      <w:sz w:val="22"/>
    </w:rPr>
  </w:style>
  <w:style w:type="table" w:customStyle="1" w:styleId="PropertiesTable">
    <w:name w:val="Properties Table"/>
    <w:basedOn w:val="TableNormal"/>
    <w:uiPriority w:val="99"/>
    <w:pPr>
      <w:spacing w:after="120" w:line="264" w:lineRule="auto"/>
    </w:pPr>
    <w:tblPr>
      <w:tblInd w:w="1984" w:type="dxa"/>
    </w:tblPr>
  </w:style>
  <w:style w:type="table" w:customStyle="1" w:styleId="TableLetterhead">
    <w:name w:val="Table Letterhead"/>
    <w:basedOn w:val="TableNormal"/>
    <w:uiPriority w:val="99"/>
    <w:tblPr>
      <w:tblCellMar>
        <w:left w:w="0" w:type="dxa"/>
        <w:bottom w:w="340" w:type="dxa"/>
        <w:right w:w="0" w:type="dxa"/>
      </w:tblCellMar>
    </w:tblPr>
  </w:style>
  <w:style w:type="table" w:customStyle="1" w:styleId="TableHistory">
    <w:name w:val="Table History"/>
    <w:basedOn w:val="TableNormal"/>
    <w:uiPriority w:val="99"/>
    <w:pPr>
      <w:spacing w:before="60" w:after="60"/>
    </w:pPr>
    <w:tblPr>
      <w:tblInd w:w="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D44FCA"/>
    <w:pPr>
      <w:spacing w:before="60" w:after="6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D0CECE" w:themeFill="background2" w:themeFillShade="E6"/>
      </w:tcPr>
    </w:tblStylePr>
  </w:style>
  <w:style w:type="paragraph" w:customStyle="1" w:styleId="Base">
    <w:name w:val="Base"/>
    <w:link w:val="BaseChar"/>
    <w:uiPriority w:val="1"/>
    <w:rsid w:val="00212AAF"/>
    <w:pPr>
      <w:spacing w:before="60" w:after="60"/>
    </w:pPr>
    <w:rPr>
      <w:lang w:eastAsia="en-US"/>
    </w:rPr>
  </w:style>
  <w:style w:type="paragraph" w:styleId="BodyText">
    <w:name w:val="Body Text"/>
    <w:basedOn w:val="Base"/>
    <w:link w:val="BodyTextChar"/>
    <w:locked/>
    <w:rsid w:val="00212AA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E49FF"/>
    <w:rPr>
      <w:lang w:eastAsia="en-US"/>
    </w:rPr>
  </w:style>
  <w:style w:type="paragraph" w:customStyle="1" w:styleId="HeadingTOC">
    <w:name w:val="Heading TOC"/>
    <w:basedOn w:val="TOCHeading"/>
    <w:uiPriority w:val="3"/>
    <w:qFormat/>
    <w:rsid w:val="00FE09E6"/>
    <w:pPr>
      <w:spacing w:line="240" w:lineRule="auto"/>
    </w:pPr>
  </w:style>
  <w:style w:type="character" w:styleId="Hyperlink">
    <w:name w:val="Hyperlink"/>
    <w:aliases w:val="Hyperlink - Header"/>
    <w:uiPriority w:val="99"/>
    <w:locked/>
    <w:rsid w:val="00212AAF"/>
    <w:rPr>
      <w:color w:val="0000FF"/>
      <w:u w:val="single"/>
    </w:rPr>
  </w:style>
  <w:style w:type="paragraph" w:customStyle="1" w:styleId="HistoryLine1">
    <w:name w:val="History Line 1"/>
    <w:basedOn w:val="Normal"/>
    <w:next w:val="Normal"/>
    <w:rsid w:val="00212AAF"/>
    <w:pPr>
      <w:keepNext/>
      <w:keepLines/>
      <w:spacing w:before="60" w:after="60" w:line="240" w:lineRule="auto"/>
    </w:pPr>
    <w:rPr>
      <w:b/>
      <w:bCs/>
      <w:i/>
      <w:iCs/>
      <w:caps/>
      <w:sz w:val="20"/>
      <w:szCs w:val="18"/>
      <w:lang w:val="en" w:eastAsia="nl-NL"/>
    </w:rPr>
  </w:style>
  <w:style w:type="paragraph" w:customStyle="1" w:styleId="Tableitem">
    <w:name w:val="Table item"/>
    <w:basedOn w:val="Normal"/>
    <w:uiPriority w:val="99"/>
    <w:rsid w:val="00212AAF"/>
    <w:pPr>
      <w:spacing w:after="0" w:line="240" w:lineRule="auto"/>
    </w:pPr>
    <w:rPr>
      <w:sz w:val="20"/>
      <w:szCs w:val="22"/>
      <w:lang w:val="en" w:eastAsia="nl-NL"/>
    </w:rPr>
  </w:style>
  <w:style w:type="paragraph" w:customStyle="1" w:styleId="TableHeading">
    <w:name w:val="Table Heading"/>
    <w:basedOn w:val="Normal"/>
    <w:next w:val="Tableitem"/>
    <w:rsid w:val="006E49FF"/>
    <w:pPr>
      <w:spacing w:after="0" w:line="276" w:lineRule="auto"/>
      <w:jc w:val="left"/>
    </w:pPr>
    <w:rPr>
      <w:rFonts w:ascii="Times New Roman Bold" w:eastAsia="Calibri" w:hAnsi="Times New Roman Bold"/>
      <w:b/>
      <w:bCs/>
      <w:color w:val="000000"/>
    </w:rPr>
  </w:style>
  <w:style w:type="paragraph" w:customStyle="1" w:styleId="TableNormal1">
    <w:name w:val="Table Normal1"/>
    <w:basedOn w:val="Normal"/>
    <w:rsid w:val="00212AAF"/>
    <w:pPr>
      <w:spacing w:before="20" w:after="20" w:line="276" w:lineRule="auto"/>
    </w:pPr>
    <w:rPr>
      <w:szCs w:val="22"/>
      <w:lang w:val="en" w:eastAsia="en-US"/>
    </w:rPr>
  </w:style>
  <w:style w:type="paragraph" w:styleId="TableofFigures">
    <w:name w:val="table of figures"/>
    <w:basedOn w:val="Normal"/>
    <w:next w:val="Normal"/>
    <w:uiPriority w:val="99"/>
    <w:locked/>
    <w:rsid w:val="00D02BE5"/>
    <w:pPr>
      <w:spacing w:before="120" w:after="0" w:line="240" w:lineRule="auto"/>
    </w:pPr>
    <w:rPr>
      <w:sz w:val="20"/>
      <w:szCs w:val="22"/>
      <w:lang w:val="en" w:eastAsia="nl-NL"/>
    </w:rPr>
  </w:style>
  <w:style w:type="paragraph" w:customStyle="1" w:styleId="TableheaderCentered">
    <w:name w:val="Table header Centered"/>
    <w:basedOn w:val="Normal"/>
    <w:next w:val="Tableitem"/>
    <w:rsid w:val="00212AAF"/>
    <w:pPr>
      <w:keepNext/>
      <w:keepLines/>
      <w:spacing w:before="120" w:line="240" w:lineRule="auto"/>
      <w:jc w:val="center"/>
    </w:pPr>
    <w:rPr>
      <w:b/>
      <w:bCs/>
      <w:lang w:val="en" w:eastAsia="nl-NL"/>
    </w:rPr>
  </w:style>
  <w:style w:type="character" w:customStyle="1" w:styleId="BaseChar">
    <w:name w:val="Base Char"/>
    <w:link w:val="Base"/>
    <w:uiPriority w:val="1"/>
    <w:rsid w:val="006E49FF"/>
    <w:rPr>
      <w:lang w:eastAsia="en-US"/>
    </w:rPr>
  </w:style>
  <w:style w:type="table" w:customStyle="1" w:styleId="TableGrid1">
    <w:name w:val="Table Grid1"/>
    <w:basedOn w:val="TableNormal"/>
    <w:next w:val="TableGrid"/>
    <w:rsid w:val="00C80522"/>
    <w:rPr>
      <w:sz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locked/>
    <w:rsid w:val="00A56964"/>
    <w:pPr>
      <w:spacing w:line="240" w:lineRule="auto"/>
      <w:ind w:left="720"/>
      <w:contextualSpacing/>
    </w:pPr>
    <w:rPr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8F6F83"/>
    <w:rPr>
      <w:sz w:val="22"/>
      <w:lang w:eastAsia="en-US"/>
    </w:rPr>
  </w:style>
  <w:style w:type="character" w:styleId="CommentReference">
    <w:name w:val="annotation reference"/>
    <w:basedOn w:val="DefaultParagraphFont"/>
    <w:semiHidden/>
    <w:locked/>
    <w:rsid w:val="007C64F8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7C64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C64F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locked/>
    <w:rsid w:val="007C64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64F8"/>
    <w:rPr>
      <w:b/>
      <w:bCs/>
      <w:sz w:val="20"/>
    </w:rPr>
  </w:style>
  <w:style w:type="paragraph" w:styleId="BalloonText">
    <w:name w:val="Balloon Text"/>
    <w:basedOn w:val="Normal"/>
    <w:link w:val="BalloonTextChar"/>
    <w:semiHidden/>
    <w:locked/>
    <w:rsid w:val="007C6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C64F8"/>
    <w:rPr>
      <w:rFonts w:ascii="Segoe UI" w:hAnsi="Segoe UI" w:cs="Segoe UI"/>
      <w:sz w:val="18"/>
      <w:szCs w:val="18"/>
    </w:rPr>
  </w:style>
  <w:style w:type="character" w:customStyle="1" w:styleId="GuidanceChar">
    <w:name w:val="Guidance Char"/>
    <w:link w:val="Guidance"/>
    <w:uiPriority w:val="1"/>
    <w:semiHidden/>
    <w:locked/>
    <w:rsid w:val="006E49FF"/>
    <w:rPr>
      <w:rFonts w:cs="Arial"/>
      <w:sz w:val="22"/>
      <w:lang w:eastAsia="en-US"/>
    </w:rPr>
  </w:style>
  <w:style w:type="paragraph" w:customStyle="1" w:styleId="Guidance">
    <w:name w:val="Guidance"/>
    <w:basedOn w:val="Normal"/>
    <w:next w:val="Normal"/>
    <w:link w:val="GuidanceChar"/>
    <w:uiPriority w:val="1"/>
    <w:semiHidden/>
    <w:qFormat/>
    <w:rsid w:val="00A56964"/>
    <w:pPr>
      <w:spacing w:line="240" w:lineRule="auto"/>
    </w:pPr>
    <w:rPr>
      <w:rFonts w:cs="Arial"/>
      <w:lang w:eastAsia="en-US"/>
    </w:rPr>
  </w:style>
  <w:style w:type="paragraph" w:customStyle="1" w:styleId="Text2">
    <w:name w:val="Text 2"/>
    <w:basedOn w:val="Normal"/>
    <w:rsid w:val="007C64F8"/>
    <w:pPr>
      <w:spacing w:line="240" w:lineRule="auto"/>
    </w:pPr>
    <w:rPr>
      <w:rFonts w:asciiTheme="minorHAnsi" w:hAnsiTheme="minorHAnsi"/>
      <w:sz w:val="20"/>
      <w:lang w:eastAsia="en-US"/>
    </w:rPr>
  </w:style>
  <w:style w:type="paragraph" w:styleId="ListBullet5">
    <w:name w:val="List Bullet 5"/>
    <w:basedOn w:val="Normal"/>
    <w:locked/>
    <w:rsid w:val="007C64F8"/>
    <w:pPr>
      <w:numPr>
        <w:numId w:val="11"/>
      </w:numPr>
      <w:tabs>
        <w:tab w:val="clear" w:pos="1492"/>
        <w:tab w:val="left" w:pos="1701"/>
      </w:tabs>
      <w:spacing w:line="240" w:lineRule="auto"/>
      <w:ind w:left="1702" w:hanging="284"/>
    </w:pPr>
    <w:rPr>
      <w:rFonts w:asciiTheme="minorHAnsi" w:hAnsiTheme="minorHAnsi"/>
      <w:sz w:val="20"/>
      <w:lang w:eastAsia="en-US"/>
    </w:rPr>
  </w:style>
  <w:style w:type="paragraph" w:customStyle="1" w:styleId="Guidelines">
    <w:name w:val="Guidelines"/>
    <w:basedOn w:val="BodyText"/>
    <w:link w:val="GuidelinesChar"/>
    <w:uiPriority w:val="2"/>
    <w:qFormat/>
    <w:rsid w:val="005550A9"/>
    <w:pPr>
      <w:spacing w:before="0"/>
      <w:jc w:val="both"/>
    </w:pPr>
    <w:rPr>
      <w:i/>
      <w:color w:val="2E74B5" w:themeColor="accent1" w:themeShade="BF"/>
      <w:sz w:val="22"/>
      <w:szCs w:val="22"/>
      <w:lang w:eastAsia="nl-NL"/>
    </w:rPr>
  </w:style>
  <w:style w:type="character" w:customStyle="1" w:styleId="GuidelinesChar">
    <w:name w:val="Guidelines Char"/>
    <w:basedOn w:val="GuidanceChar"/>
    <w:link w:val="Guidelines"/>
    <w:uiPriority w:val="2"/>
    <w:rsid w:val="005550A9"/>
    <w:rPr>
      <w:rFonts w:cs="Arial"/>
      <w:i/>
      <w:color w:val="2E74B5" w:themeColor="accent1" w:themeShade="BF"/>
      <w:sz w:val="22"/>
      <w:szCs w:val="22"/>
      <w:lang w:eastAsia="nl-NL"/>
    </w:rPr>
  </w:style>
  <w:style w:type="paragraph" w:customStyle="1" w:styleId="StyleStyleHeading212ptJustified">
    <w:name w:val="Style Style Heading 2 + 12 pt + Justified"/>
    <w:basedOn w:val="Normal"/>
    <w:uiPriority w:val="99"/>
    <w:rsid w:val="00BC709B"/>
    <w:pPr>
      <w:keepNext/>
      <w:numPr>
        <w:ilvl w:val="1"/>
        <w:numId w:val="12"/>
      </w:numPr>
      <w:spacing w:before="240" w:after="60" w:line="240" w:lineRule="auto"/>
      <w:outlineLvl w:val="1"/>
    </w:pPr>
    <w:rPr>
      <w:rFonts w:ascii="Arial" w:eastAsia="PMingLiU" w:hAnsi="Arial" w:cs="Arial"/>
      <w:b/>
      <w:bCs/>
      <w:lang w:eastAsia="en-US"/>
    </w:rPr>
  </w:style>
  <w:style w:type="paragraph" w:customStyle="1" w:styleId="StyleCaption95ptNotBoldBlackCentered">
    <w:name w:val="Style Caption + 95 pt Not Bold Black Centered"/>
    <w:basedOn w:val="Caption"/>
    <w:next w:val="Normal"/>
    <w:rsid w:val="00F13F74"/>
    <w:pPr>
      <w:spacing w:after="360" w:line="240" w:lineRule="auto"/>
    </w:pPr>
    <w:rPr>
      <w:i/>
      <w:lang w:eastAsia="ko-KR"/>
    </w:rPr>
  </w:style>
  <w:style w:type="paragraph" w:customStyle="1" w:styleId="FooterText">
    <w:name w:val="Footer Text"/>
    <w:basedOn w:val="Normal"/>
    <w:uiPriority w:val="1"/>
    <w:rsid w:val="00F13F74"/>
    <w:pPr>
      <w:numPr>
        <w:numId w:val="13"/>
      </w:numPr>
      <w:tabs>
        <w:tab w:val="clear" w:pos="1191"/>
      </w:tabs>
      <w:spacing w:line="240" w:lineRule="auto"/>
      <w:ind w:left="0" w:firstLine="0"/>
    </w:pPr>
    <w:rPr>
      <w:rFonts w:ascii="Century Gothic" w:hAnsi="Century Gothic"/>
      <w:caps/>
      <w:sz w:val="16"/>
      <w:lang w:val="en-ZW" w:eastAsia="en-US"/>
    </w:rPr>
  </w:style>
  <w:style w:type="paragraph" w:customStyle="1" w:styleId="FooterBottom">
    <w:name w:val="Footer Bottom"/>
    <w:basedOn w:val="FooterText"/>
    <w:uiPriority w:val="1"/>
    <w:rsid w:val="00F13F74"/>
    <w:pPr>
      <w:numPr>
        <w:ilvl w:val="1"/>
      </w:numPr>
      <w:tabs>
        <w:tab w:val="clear" w:pos="1899"/>
      </w:tabs>
      <w:ind w:left="0" w:firstLine="0"/>
    </w:pPr>
    <w:rPr>
      <w:caps w:val="0"/>
      <w:sz w:val="8"/>
    </w:rPr>
  </w:style>
  <w:style w:type="paragraph" w:customStyle="1" w:styleId="StyleBodyTextJustified">
    <w:name w:val="Style Body Text + Justified"/>
    <w:basedOn w:val="BodyText"/>
    <w:autoRedefine/>
    <w:rsid w:val="00F13F74"/>
    <w:pPr>
      <w:numPr>
        <w:ilvl w:val="2"/>
        <w:numId w:val="13"/>
      </w:numPr>
      <w:tabs>
        <w:tab w:val="clear" w:pos="2608"/>
      </w:tabs>
      <w:ind w:left="0" w:firstLine="0"/>
      <w:jc w:val="both"/>
    </w:pPr>
    <w:rPr>
      <w:rFonts w:ascii="Tahoma" w:hAnsi="Tahoma" w:cs="Tahoma"/>
      <w:sz w:val="22"/>
      <w:szCs w:val="16"/>
      <w:lang w:eastAsia="ko-KR"/>
    </w:rPr>
  </w:style>
  <w:style w:type="paragraph" w:customStyle="1" w:styleId="Bullet1">
    <w:name w:val="Bullet1"/>
    <w:basedOn w:val="Normal"/>
    <w:uiPriority w:val="1"/>
    <w:rsid w:val="00F13F74"/>
    <w:pPr>
      <w:numPr>
        <w:ilvl w:val="3"/>
        <w:numId w:val="13"/>
      </w:numPr>
      <w:tabs>
        <w:tab w:val="clear" w:pos="3317"/>
        <w:tab w:val="num" w:pos="720"/>
      </w:tabs>
      <w:spacing w:before="120" w:line="240" w:lineRule="auto"/>
      <w:ind w:left="720" w:hanging="360"/>
    </w:pPr>
    <w:rPr>
      <w:lang w:eastAsia="ko-KR"/>
    </w:rPr>
  </w:style>
  <w:style w:type="paragraph" w:customStyle="1" w:styleId="StyleBulletsPatternClearCustomColorRGB238">
    <w:name w:val="Style Bullets + Pattern: Clear (Custom Color(RGB(238"/>
    <w:aliases w:val="238,238)))"/>
    <w:basedOn w:val="Normal"/>
    <w:rsid w:val="00C12EAE"/>
    <w:pPr>
      <w:keepLines/>
      <w:numPr>
        <w:numId w:val="14"/>
      </w:numPr>
      <w:shd w:val="clear" w:color="auto" w:fill="EEEEEE"/>
      <w:tabs>
        <w:tab w:val="clear" w:pos="643"/>
      </w:tabs>
      <w:spacing w:before="120" w:line="240" w:lineRule="auto"/>
      <w:ind w:left="0" w:right="567" w:firstLine="0"/>
      <w:contextualSpacing/>
    </w:pPr>
    <w:rPr>
      <w:i/>
      <w:color w:val="000080"/>
      <w:szCs w:val="20"/>
      <w:lang w:eastAsia="ko-KR"/>
    </w:rPr>
  </w:style>
  <w:style w:type="numbering" w:customStyle="1" w:styleId="NoList1">
    <w:name w:val="No List1"/>
    <w:next w:val="NoList"/>
    <w:semiHidden/>
    <w:unhideWhenUsed/>
    <w:rsid w:val="00C12EAE"/>
  </w:style>
  <w:style w:type="character" w:customStyle="1" w:styleId="Heading1Char">
    <w:name w:val="Heading 1 Char"/>
    <w:aliases w:val="chapitre Char,Titre 11 Char,t1.T1.Titre 1 Char,t1 Char,TITRE 1 SL Char"/>
    <w:basedOn w:val="DefaultParagraphFont"/>
    <w:link w:val="Heading1"/>
    <w:uiPriority w:val="1"/>
    <w:rsid w:val="006E49FF"/>
    <w:rPr>
      <w:b/>
      <w:smallCaps/>
      <w:sz w:val="32"/>
      <w:lang w:eastAsia="ko-KR"/>
    </w:rPr>
  </w:style>
  <w:style w:type="character" w:customStyle="1" w:styleId="Heading2Char">
    <w:name w:val="Heading 2 Char"/>
    <w:basedOn w:val="DefaultParagraphFont"/>
    <w:link w:val="Heading2"/>
    <w:rsid w:val="006E49FF"/>
    <w:rPr>
      <w:b/>
      <w:smallCaps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rsid w:val="006E49FF"/>
    <w:rPr>
      <w:b/>
      <w:sz w:val="26"/>
      <w:lang w:val="en"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6E49FF"/>
    <w:rPr>
      <w:b/>
      <w:sz w:val="22"/>
    </w:rPr>
  </w:style>
  <w:style w:type="character" w:customStyle="1" w:styleId="Heading5Char">
    <w:name w:val="Heading 5 Char"/>
    <w:basedOn w:val="DefaultParagraphFont"/>
    <w:link w:val="Heading5"/>
    <w:uiPriority w:val="1"/>
    <w:rsid w:val="006E49FF"/>
    <w:rPr>
      <w:sz w:val="22"/>
    </w:rPr>
  </w:style>
  <w:style w:type="character" w:customStyle="1" w:styleId="Heading6Char">
    <w:name w:val="Heading 6 Char"/>
    <w:basedOn w:val="DefaultParagraphFont"/>
    <w:link w:val="Heading6"/>
    <w:uiPriority w:val="1"/>
    <w:rsid w:val="006E49FF"/>
    <w:rPr>
      <w:sz w:val="22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6E49FF"/>
    <w:rPr>
      <w:sz w:val="22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6E49FF"/>
    <w:rPr>
      <w:sz w:val="22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6E49FF"/>
    <w:rPr>
      <w:sz w:val="22"/>
    </w:rPr>
  </w:style>
  <w:style w:type="paragraph" w:styleId="NormalIndent">
    <w:name w:val="Normal Indent"/>
    <w:basedOn w:val="Base"/>
    <w:locked/>
    <w:rsid w:val="00C12EAE"/>
    <w:pPr>
      <w:ind w:left="1134"/>
    </w:pPr>
    <w:rPr>
      <w:szCs w:val="20"/>
      <w:lang w:eastAsia="ko-KR"/>
    </w:rPr>
  </w:style>
  <w:style w:type="paragraph" w:customStyle="1" w:styleId="Bullets">
    <w:name w:val="Bullets"/>
    <w:basedOn w:val="Normal"/>
    <w:link w:val="BulletsChar"/>
    <w:uiPriority w:val="1"/>
    <w:rsid w:val="00C12EAE"/>
    <w:pPr>
      <w:keepLines/>
      <w:tabs>
        <w:tab w:val="num" w:pos="1429"/>
      </w:tabs>
      <w:spacing w:before="120" w:line="240" w:lineRule="auto"/>
      <w:ind w:left="1429" w:hanging="477"/>
      <w:contextualSpacing/>
    </w:pPr>
    <w:rPr>
      <w:i/>
      <w:color w:val="000080"/>
      <w:szCs w:val="20"/>
      <w:lang w:eastAsia="ko-KR"/>
    </w:rPr>
  </w:style>
  <w:style w:type="character" w:customStyle="1" w:styleId="BulletsChar">
    <w:name w:val="Bullets Char"/>
    <w:basedOn w:val="DefaultParagraphFont"/>
    <w:link w:val="Bullets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StyleNormalBoldLeft0cmFirstline0cm">
    <w:name w:val="Style Normal + Bold Left:  0 cm First line:  0 cm"/>
    <w:basedOn w:val="Normal"/>
    <w:next w:val="Normal"/>
    <w:rsid w:val="00C12EAE"/>
    <w:pPr>
      <w:keepLines/>
      <w:spacing w:before="120" w:line="240" w:lineRule="auto"/>
    </w:pPr>
    <w:rPr>
      <w:b/>
      <w:bCs/>
      <w:i/>
      <w:color w:val="000000"/>
      <w:szCs w:val="20"/>
      <w:lang w:val="en" w:eastAsia="ko-KR"/>
    </w:rPr>
  </w:style>
  <w:style w:type="paragraph" w:customStyle="1" w:styleId="StyleBlackCentered">
    <w:name w:val="Style Black Centered"/>
    <w:basedOn w:val="Normal"/>
    <w:rsid w:val="00C12EAE"/>
    <w:pPr>
      <w:spacing w:before="120" w:line="240" w:lineRule="auto"/>
      <w:jc w:val="center"/>
    </w:pPr>
    <w:rPr>
      <w:i/>
      <w:color w:val="000080"/>
      <w:szCs w:val="20"/>
      <w:lang w:eastAsia="ko-KR"/>
    </w:rPr>
  </w:style>
  <w:style w:type="paragraph" w:customStyle="1" w:styleId="figuretitle0">
    <w:name w:val="figuretitle"/>
    <w:basedOn w:val="Normal"/>
    <w:uiPriority w:val="1"/>
    <w:rsid w:val="00C12EAE"/>
    <w:pPr>
      <w:spacing w:before="240" w:after="360" w:line="240" w:lineRule="auto"/>
      <w:jc w:val="center"/>
    </w:pPr>
    <w:rPr>
      <w:rFonts w:ascii="Tahoma" w:hAnsi="Tahoma" w:cs="Tahoma"/>
      <w:b/>
      <w:bCs/>
      <w:i/>
      <w:color w:val="000000"/>
      <w:sz w:val="19"/>
      <w:szCs w:val="19"/>
      <w:lang w:eastAsia="ko-KR"/>
    </w:rPr>
  </w:style>
  <w:style w:type="paragraph" w:customStyle="1" w:styleId="TableItem0">
    <w:name w:val="Table Item"/>
    <w:basedOn w:val="Normal"/>
    <w:rsid w:val="00C12EAE"/>
    <w:pPr>
      <w:spacing w:before="120" w:line="240" w:lineRule="auto"/>
      <w:ind w:left="180"/>
    </w:pPr>
    <w:rPr>
      <w:i/>
      <w:color w:val="000080"/>
      <w:szCs w:val="20"/>
      <w:lang w:eastAsia="ko-KR"/>
    </w:rPr>
  </w:style>
  <w:style w:type="paragraph" w:customStyle="1" w:styleId="CaptionTempo">
    <w:name w:val="Caption Tempo"/>
    <w:basedOn w:val="Caption"/>
    <w:next w:val="Normal"/>
    <w:link w:val="CaptionTempoChar"/>
    <w:uiPriority w:val="1"/>
    <w:rsid w:val="00C12EAE"/>
    <w:pPr>
      <w:keepLines/>
      <w:numPr>
        <w:ilvl w:val="2"/>
        <w:numId w:val="15"/>
      </w:numPr>
      <w:tabs>
        <w:tab w:val="clear" w:pos="720"/>
      </w:tabs>
      <w:spacing w:after="360" w:line="240" w:lineRule="auto"/>
    </w:pPr>
    <w:rPr>
      <w:szCs w:val="20"/>
    </w:rPr>
  </w:style>
  <w:style w:type="paragraph" w:customStyle="1" w:styleId="StyleCenteredBefore12ptAfter12pt">
    <w:name w:val="Style Centered Before:  12 pt After:  12 pt"/>
    <w:basedOn w:val="Normal"/>
    <w:rsid w:val="00C12EAE"/>
    <w:pPr>
      <w:spacing w:before="240" w:after="360" w:line="240" w:lineRule="auto"/>
      <w:jc w:val="center"/>
    </w:pPr>
    <w:rPr>
      <w:i/>
      <w:color w:val="000080"/>
      <w:sz w:val="20"/>
      <w:szCs w:val="20"/>
      <w:lang w:eastAsia="ko-KR"/>
    </w:rPr>
  </w:style>
  <w:style w:type="paragraph" w:customStyle="1" w:styleId="bold">
    <w:name w:val="bold"/>
    <w:basedOn w:val="Normal"/>
    <w:uiPriority w:val="1"/>
    <w:rsid w:val="00C12EAE"/>
    <w:pPr>
      <w:spacing w:before="120" w:line="240" w:lineRule="auto"/>
    </w:pPr>
    <w:rPr>
      <w:rFonts w:cs="Arial"/>
      <w:b/>
      <w:bCs/>
      <w:i/>
      <w:color w:val="000080"/>
      <w:szCs w:val="22"/>
      <w:lang w:eastAsia="ko-KR"/>
    </w:rPr>
  </w:style>
  <w:style w:type="paragraph" w:customStyle="1" w:styleId="Styleglossarydefinition1TimesNewRoman105pt">
    <w:name w:val="Style glossarydefinition1 + Times New Roman 105 pt"/>
    <w:basedOn w:val="Normal"/>
    <w:rsid w:val="00C12EAE"/>
    <w:pPr>
      <w:spacing w:before="100" w:beforeAutospacing="1" w:after="100" w:afterAutospacing="1" w:line="240" w:lineRule="auto"/>
    </w:pPr>
    <w:rPr>
      <w:rFonts w:cs="Arial"/>
      <w:i/>
      <w:color w:val="000000"/>
      <w:sz w:val="21"/>
      <w:szCs w:val="23"/>
      <w:lang w:val="nl-NL" w:eastAsia="ko-KR"/>
    </w:rPr>
  </w:style>
  <w:style w:type="paragraph" w:customStyle="1" w:styleId="Annexheading10">
    <w:name w:val="Annex heading 1"/>
    <w:basedOn w:val="Heading1"/>
    <w:next w:val="Normal"/>
    <w:link w:val="Annexheading1Char"/>
    <w:uiPriority w:val="1"/>
    <w:semiHidden/>
    <w:rsid w:val="00C12EAE"/>
    <w:pPr>
      <w:pageBreakBefore/>
      <w:tabs>
        <w:tab w:val="clear" w:pos="510"/>
        <w:tab w:val="num" w:pos="432"/>
      </w:tabs>
      <w:spacing w:before="120" w:after="240" w:line="240" w:lineRule="auto"/>
    </w:pPr>
    <w:rPr>
      <w:i/>
      <w:caps/>
      <w:smallCaps w:val="0"/>
      <w:color w:val="000080"/>
      <w:szCs w:val="20"/>
    </w:rPr>
  </w:style>
  <w:style w:type="paragraph" w:customStyle="1" w:styleId="AnnexHeading2">
    <w:name w:val="Annex Heading 2"/>
    <w:basedOn w:val="Normal"/>
    <w:next w:val="Normal"/>
    <w:uiPriority w:val="1"/>
    <w:rsid w:val="00C12EAE"/>
    <w:pPr>
      <w:keepNext/>
      <w:keepLines/>
      <w:spacing w:before="240" w:line="240" w:lineRule="auto"/>
      <w:ind w:left="576" w:hanging="576"/>
      <w:outlineLvl w:val="1"/>
    </w:pPr>
    <w:rPr>
      <w:b/>
      <w:bCs/>
      <w:i/>
      <w:color w:val="000080"/>
      <w:sz w:val="32"/>
      <w:szCs w:val="32"/>
      <w:lang w:eastAsia="ko-KR"/>
    </w:rPr>
  </w:style>
  <w:style w:type="paragraph" w:customStyle="1" w:styleId="AnnexHeading3">
    <w:name w:val="Annex Heading 3"/>
    <w:basedOn w:val="Normal"/>
    <w:next w:val="Normal"/>
    <w:uiPriority w:val="1"/>
    <w:rsid w:val="00C12EAE"/>
    <w:pPr>
      <w:keepNext/>
      <w:keepLines/>
      <w:numPr>
        <w:ilvl w:val="2"/>
        <w:numId w:val="2"/>
      </w:numPr>
      <w:spacing w:before="180" w:line="240" w:lineRule="auto"/>
      <w:outlineLvl w:val="2"/>
    </w:pPr>
    <w:rPr>
      <w:b/>
      <w:i/>
      <w:color w:val="000080"/>
      <w:szCs w:val="20"/>
      <w:lang w:eastAsia="ko-KR"/>
    </w:rPr>
  </w:style>
  <w:style w:type="paragraph" w:customStyle="1" w:styleId="StyleNormalAfter0pt">
    <w:name w:val="Style Normal +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i/>
      <w:color w:val="000080"/>
      <w:szCs w:val="20"/>
      <w:lang w:eastAsia="ko-KR"/>
    </w:rPr>
  </w:style>
  <w:style w:type="paragraph" w:customStyle="1" w:styleId="StyleNormalBoldAfter0pt">
    <w:name w:val="Style Normal + Bold After:  0 pt"/>
    <w:basedOn w:val="Normal"/>
    <w:rsid w:val="00C12EAE"/>
    <w:pPr>
      <w:shd w:val="clear" w:color="auto" w:fill="EEEEEE"/>
      <w:spacing w:before="120" w:line="240" w:lineRule="auto"/>
      <w:ind w:left="720" w:right="567"/>
    </w:pPr>
    <w:rPr>
      <w:b/>
      <w:bCs/>
      <w:i/>
      <w:color w:val="000080"/>
      <w:szCs w:val="20"/>
      <w:lang w:eastAsia="ko-KR"/>
    </w:rPr>
  </w:style>
  <w:style w:type="character" w:customStyle="1" w:styleId="TitleChar">
    <w:name w:val="Title Char"/>
    <w:basedOn w:val="DefaultParagraphFont"/>
    <w:link w:val="Title"/>
    <w:uiPriority w:val="3"/>
    <w:rsid w:val="006E49FF"/>
    <w:rPr>
      <w:b/>
      <w:kern w:val="28"/>
      <w:sz w:val="48"/>
    </w:rPr>
  </w:style>
  <w:style w:type="paragraph" w:customStyle="1" w:styleId="StyleHeading2Before6ptAfter6pt">
    <w:name w:val="Style Heading 2 + Before:  6 pt After:  6 pt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smallCaps w:val="0"/>
      <w:color w:val="000080"/>
      <w:kern w:val="28"/>
      <w:sz w:val="28"/>
      <w:szCs w:val="28"/>
      <w:lang w:eastAsia="en-US"/>
    </w:rPr>
  </w:style>
  <w:style w:type="paragraph" w:customStyle="1" w:styleId="StyleHeading2">
    <w:name w:val="Style Heading 2"/>
    <w:basedOn w:val="Heading2"/>
    <w:rsid w:val="00C12EAE"/>
    <w:pPr>
      <w:numPr>
        <w:ilvl w:val="0"/>
        <w:numId w:val="0"/>
      </w:numPr>
      <w:spacing w:before="120" w:after="120"/>
    </w:pPr>
    <w:rPr>
      <w:bCs/>
      <w:i/>
      <w:iCs/>
      <w:smallCaps w:val="0"/>
      <w:color w:val="000080"/>
      <w:kern w:val="28"/>
      <w:sz w:val="28"/>
      <w:szCs w:val="28"/>
      <w:lang w:eastAsia="en-US"/>
    </w:rPr>
  </w:style>
  <w:style w:type="paragraph" w:customStyle="1" w:styleId="StyleHeading3Before6ptAfter6pt">
    <w:name w:val="Style Heading 3 + Before:  6 pt After:  6 pt"/>
    <w:basedOn w:val="Heading3"/>
    <w:rsid w:val="00C12EAE"/>
    <w:pPr>
      <w:numPr>
        <w:ilvl w:val="0"/>
        <w:numId w:val="0"/>
      </w:numPr>
      <w:spacing w:before="120" w:after="120"/>
    </w:pPr>
    <w:rPr>
      <w:bCs/>
      <w:i/>
      <w:color w:val="000080"/>
      <w:szCs w:val="26"/>
    </w:rPr>
  </w:style>
  <w:style w:type="paragraph" w:customStyle="1" w:styleId="StyleTableLeft">
    <w:name w:val="Style Table + Left"/>
    <w:basedOn w:val="Normal"/>
    <w:rsid w:val="00C12EAE"/>
    <w:pPr>
      <w:keepLines/>
      <w:numPr>
        <w:ilvl w:val="1"/>
        <w:numId w:val="16"/>
      </w:numPr>
      <w:tabs>
        <w:tab w:val="clear" w:pos="1440"/>
      </w:tabs>
      <w:spacing w:before="60" w:after="60" w:line="240" w:lineRule="auto"/>
      <w:ind w:left="0" w:firstLine="0"/>
    </w:pPr>
    <w:rPr>
      <w:i/>
      <w:color w:val="000080"/>
      <w:szCs w:val="20"/>
      <w:lang w:eastAsia="ko-KR"/>
    </w:rPr>
  </w:style>
  <w:style w:type="paragraph" w:customStyle="1" w:styleId="StyleTableBoldLeft">
    <w:name w:val="Style Table + Bold Left"/>
    <w:basedOn w:val="StyleTableLeft"/>
    <w:next w:val="StyleTableLeft"/>
    <w:rsid w:val="00C12EAE"/>
    <w:rPr>
      <w:b/>
      <w:bCs/>
    </w:rPr>
  </w:style>
  <w:style w:type="paragraph" w:styleId="ListBullet2">
    <w:name w:val="List Bullet 2"/>
    <w:basedOn w:val="Normal"/>
    <w:locked/>
    <w:rsid w:val="00C12EAE"/>
    <w:pPr>
      <w:tabs>
        <w:tab w:val="num" w:pos="454"/>
      </w:tabs>
      <w:spacing w:line="240" w:lineRule="auto"/>
      <w:ind w:left="454" w:hanging="454"/>
      <w:contextualSpacing/>
    </w:pPr>
    <w:rPr>
      <w:i/>
      <w:color w:val="000080"/>
      <w:szCs w:val="20"/>
      <w:lang w:eastAsia="ko-KR"/>
    </w:rPr>
  </w:style>
  <w:style w:type="paragraph" w:customStyle="1" w:styleId="StyleTableUnderlineLeft">
    <w:name w:val="Style Table + Underline Left"/>
    <w:basedOn w:val="Normal"/>
    <w:link w:val="StyleTableUnderlineLeftChar"/>
    <w:rsid w:val="00C12EAE"/>
    <w:pPr>
      <w:keepNext/>
      <w:keepLines/>
      <w:spacing w:before="20" w:after="20" w:line="240" w:lineRule="auto"/>
    </w:pPr>
    <w:rPr>
      <w:i/>
      <w:color w:val="000080"/>
      <w:u w:val="single"/>
      <w:lang w:eastAsia="ko-KR"/>
    </w:rPr>
  </w:style>
  <w:style w:type="character" w:customStyle="1" w:styleId="StyleTableUnderlineLeftChar">
    <w:name w:val="Style Table + Underline Left Char"/>
    <w:basedOn w:val="TableChar"/>
    <w:link w:val="StyleTableUnderlineLeft"/>
    <w:rsid w:val="00C12EAE"/>
    <w:rPr>
      <w:i/>
      <w:color w:val="000080"/>
      <w:sz w:val="22"/>
      <w:u w:val="single"/>
      <w:lang w:eastAsia="ko-KR"/>
    </w:rPr>
  </w:style>
  <w:style w:type="character" w:customStyle="1" w:styleId="TableChar">
    <w:name w:val="Table Char"/>
    <w:basedOn w:val="DefaultParagraphFont"/>
    <w:link w:val="Table"/>
    <w:rsid w:val="00C12EAE"/>
    <w:rPr>
      <w:lang w:eastAsia="nl-NL"/>
    </w:rPr>
  </w:style>
  <w:style w:type="paragraph" w:customStyle="1" w:styleId="Table">
    <w:name w:val="Table"/>
    <w:basedOn w:val="Normal"/>
    <w:link w:val="TableChar"/>
    <w:rsid w:val="00C12EAE"/>
    <w:pPr>
      <w:keepLines/>
      <w:spacing w:before="20" w:after="20" w:line="240" w:lineRule="auto"/>
      <w:jc w:val="center"/>
    </w:pPr>
    <w:rPr>
      <w:lang w:eastAsia="nl-NL"/>
    </w:rPr>
  </w:style>
  <w:style w:type="paragraph" w:customStyle="1" w:styleId="BulletsLevel3">
    <w:name w:val="Bullets (Level3)"/>
    <w:basedOn w:val="Bullets"/>
    <w:uiPriority w:val="1"/>
    <w:rsid w:val="00C12EAE"/>
    <w:pPr>
      <w:tabs>
        <w:tab w:val="clear" w:pos="1429"/>
      </w:tabs>
      <w:spacing w:before="0"/>
      <w:ind w:left="0" w:firstLine="0"/>
    </w:pPr>
  </w:style>
  <w:style w:type="paragraph" w:customStyle="1" w:styleId="BulletsLevel2">
    <w:name w:val="Bullets (Level2)"/>
    <w:basedOn w:val="Bullets"/>
    <w:uiPriority w:val="1"/>
    <w:rsid w:val="00C12EAE"/>
    <w:pPr>
      <w:keepLines w:val="0"/>
      <w:numPr>
        <w:ilvl w:val="1"/>
        <w:numId w:val="6"/>
      </w:numPr>
      <w:spacing w:before="0"/>
      <w:contextualSpacing w:val="0"/>
    </w:pPr>
  </w:style>
  <w:style w:type="character" w:customStyle="1" w:styleId="FootnoteTextChar">
    <w:name w:val="Footnote Text Char"/>
    <w:basedOn w:val="DefaultParagraphFont"/>
    <w:link w:val="FootnoteText"/>
    <w:semiHidden/>
    <w:rsid w:val="00C12EAE"/>
    <w:rPr>
      <w:sz w:val="20"/>
    </w:rPr>
  </w:style>
  <w:style w:type="paragraph" w:customStyle="1" w:styleId="NormalItem">
    <w:name w:val="Normal Item"/>
    <w:basedOn w:val="Base"/>
    <w:rsid w:val="00C12EAE"/>
    <w:pPr>
      <w:tabs>
        <w:tab w:val="num" w:pos="397"/>
        <w:tab w:val="num" w:pos="425"/>
      </w:tabs>
      <w:ind w:left="567" w:hanging="567"/>
    </w:pPr>
    <w:rPr>
      <w:szCs w:val="20"/>
      <w:lang w:eastAsia="ko-KR"/>
    </w:rPr>
  </w:style>
  <w:style w:type="paragraph" w:customStyle="1" w:styleId="NormalSubitem">
    <w:name w:val="Normal Subitem"/>
    <w:basedOn w:val="Base"/>
    <w:rsid w:val="00C12EAE"/>
    <w:pPr>
      <w:numPr>
        <w:numId w:val="8"/>
      </w:numPr>
      <w:tabs>
        <w:tab w:val="num" w:pos="425"/>
      </w:tabs>
      <w:ind w:left="425" w:hanging="425"/>
    </w:pPr>
    <w:rPr>
      <w:szCs w:val="20"/>
      <w:lang w:eastAsia="ko-KR"/>
    </w:rPr>
  </w:style>
  <w:style w:type="paragraph" w:customStyle="1" w:styleId="HangingIndent">
    <w:name w:val="Hanging Indent"/>
    <w:basedOn w:val="NormalIndent"/>
    <w:uiPriority w:val="1"/>
    <w:rsid w:val="00C12EAE"/>
    <w:pPr>
      <w:ind w:hanging="567"/>
    </w:pPr>
  </w:style>
  <w:style w:type="paragraph" w:customStyle="1" w:styleId="Pages">
    <w:name w:val="Pages"/>
    <w:basedOn w:val="Base"/>
    <w:rsid w:val="00C12EAE"/>
    <w:pPr>
      <w:numPr>
        <w:numId w:val="17"/>
      </w:numPr>
      <w:tabs>
        <w:tab w:val="clear" w:pos="720"/>
      </w:tabs>
      <w:spacing w:before="0"/>
      <w:ind w:left="0" w:firstLine="0"/>
    </w:pPr>
    <w:rPr>
      <w:rFonts w:ascii="Arial" w:hAnsi="Arial"/>
      <w:sz w:val="28"/>
      <w:szCs w:val="20"/>
      <w:lang w:eastAsia="ko-KR"/>
    </w:rPr>
  </w:style>
  <w:style w:type="paragraph" w:customStyle="1" w:styleId="DoubleIndent">
    <w:name w:val="Double Indent"/>
    <w:basedOn w:val="NormalIndent"/>
    <w:uiPriority w:val="1"/>
    <w:rsid w:val="00C12EAE"/>
    <w:pPr>
      <w:numPr>
        <w:numId w:val="18"/>
      </w:numPr>
      <w:tabs>
        <w:tab w:val="clear" w:pos="1134"/>
        <w:tab w:val="left" w:pos="2835"/>
      </w:tabs>
      <w:spacing w:before="0"/>
      <w:ind w:left="2268" w:firstLine="0"/>
    </w:pPr>
  </w:style>
  <w:style w:type="paragraph" w:customStyle="1" w:styleId="DoubleHangingIndent">
    <w:name w:val="Double Hanging Indent"/>
    <w:basedOn w:val="DoubleIndent"/>
    <w:uiPriority w:val="1"/>
    <w:rsid w:val="00C12EAE"/>
    <w:pPr>
      <w:ind w:hanging="567"/>
    </w:pPr>
    <w:rPr>
      <w:sz w:val="20"/>
    </w:rPr>
  </w:style>
  <w:style w:type="paragraph" w:customStyle="1" w:styleId="Verse">
    <w:name w:val="Verse"/>
    <w:basedOn w:val="Base"/>
    <w:rsid w:val="00C12EAE"/>
    <w:pPr>
      <w:keepLines/>
      <w:tabs>
        <w:tab w:val="left" w:pos="2835"/>
      </w:tabs>
      <w:spacing w:after="240"/>
      <w:ind w:left="1701" w:right="851"/>
      <w:jc w:val="center"/>
    </w:pPr>
    <w:rPr>
      <w:b/>
      <w:i/>
      <w:sz w:val="20"/>
      <w:szCs w:val="20"/>
      <w:lang w:eastAsia="ko-KR"/>
    </w:rPr>
  </w:style>
  <w:style w:type="paragraph" w:customStyle="1" w:styleId="SubitemBody">
    <w:name w:val="Subitem Body"/>
    <w:basedOn w:val="NormalSubitem"/>
    <w:rsid w:val="00C12EAE"/>
  </w:style>
  <w:style w:type="character" w:styleId="FootnoteReference">
    <w:name w:val="footnote reference"/>
    <w:basedOn w:val="DefaultParagraphFont"/>
    <w:semiHidden/>
    <w:locked/>
    <w:rsid w:val="00C12EAE"/>
    <w:rPr>
      <w:vertAlign w:val="superscript"/>
    </w:rPr>
  </w:style>
  <w:style w:type="character" w:styleId="EndnoteReference">
    <w:name w:val="endnote reference"/>
    <w:basedOn w:val="DefaultParagraphFont"/>
    <w:semiHidden/>
    <w:locked/>
    <w:rsid w:val="00C12EAE"/>
    <w:rPr>
      <w:vertAlign w:val="superscript"/>
    </w:rPr>
  </w:style>
  <w:style w:type="character" w:styleId="FollowedHyperlink">
    <w:name w:val="FollowedHyperlink"/>
    <w:basedOn w:val="DefaultParagraphFont"/>
    <w:uiPriority w:val="1"/>
    <w:locked/>
    <w:rsid w:val="00C12EAE"/>
    <w:rPr>
      <w:color w:val="800080"/>
      <w:u w:val="single"/>
    </w:rPr>
  </w:style>
  <w:style w:type="paragraph" w:customStyle="1" w:styleId="App1">
    <w:name w:val="App1"/>
    <w:basedOn w:val="Base"/>
    <w:next w:val="App2"/>
    <w:uiPriority w:val="1"/>
    <w:rsid w:val="00C12EAE"/>
    <w:pPr>
      <w:pageBreakBefore/>
      <w:spacing w:before="120" w:after="240"/>
    </w:pPr>
    <w:rPr>
      <w:b/>
      <w:caps/>
      <w:sz w:val="32"/>
      <w:szCs w:val="20"/>
      <w:lang w:eastAsia="ko-KR"/>
    </w:rPr>
  </w:style>
  <w:style w:type="paragraph" w:customStyle="1" w:styleId="App2">
    <w:name w:val="App2"/>
    <w:basedOn w:val="App1"/>
    <w:uiPriority w:val="1"/>
    <w:rsid w:val="00C12EAE"/>
    <w:pPr>
      <w:pageBreakBefore w:val="0"/>
      <w:spacing w:after="120"/>
    </w:pPr>
    <w:rPr>
      <w:caps w:val="0"/>
      <w:smallCaps/>
      <w:sz w:val="28"/>
    </w:rPr>
  </w:style>
  <w:style w:type="paragraph" w:customStyle="1" w:styleId="App3">
    <w:name w:val="App3"/>
    <w:basedOn w:val="App2"/>
    <w:uiPriority w:val="1"/>
    <w:rsid w:val="00C12EAE"/>
    <w:rPr>
      <w:sz w:val="24"/>
    </w:rPr>
  </w:style>
  <w:style w:type="paragraph" w:customStyle="1" w:styleId="App4">
    <w:name w:val="App4"/>
    <w:basedOn w:val="App3"/>
    <w:uiPriority w:val="1"/>
    <w:rsid w:val="00C12EAE"/>
    <w:rPr>
      <w:b w:val="0"/>
      <w:sz w:val="22"/>
    </w:rPr>
  </w:style>
  <w:style w:type="paragraph" w:customStyle="1" w:styleId="ListNumber1">
    <w:name w:val="List Number 1"/>
    <w:basedOn w:val="Normal"/>
    <w:rsid w:val="00C12EAE"/>
    <w:pPr>
      <w:numPr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2">
    <w:name w:val="List Number 1 (Level 2)"/>
    <w:basedOn w:val="Normal"/>
    <w:rsid w:val="00C12EAE"/>
    <w:pPr>
      <w:numPr>
        <w:ilvl w:val="1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3">
    <w:name w:val="List Number 1 (Level 3)"/>
    <w:basedOn w:val="Normal"/>
    <w:rsid w:val="00C12EAE"/>
    <w:pPr>
      <w:numPr>
        <w:ilvl w:val="2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ListNumber1Level4">
    <w:name w:val="List Number 1 (Level 4)"/>
    <w:basedOn w:val="Normal"/>
    <w:rsid w:val="00C12EAE"/>
    <w:pPr>
      <w:numPr>
        <w:ilvl w:val="3"/>
        <w:numId w:val="9"/>
      </w:numPr>
      <w:spacing w:after="240" w:line="240" w:lineRule="auto"/>
    </w:pPr>
    <w:rPr>
      <w:i/>
      <w:color w:val="000080"/>
      <w:szCs w:val="20"/>
      <w:lang w:eastAsia="en-US"/>
    </w:rPr>
  </w:style>
  <w:style w:type="paragraph" w:customStyle="1" w:styleId="Participants">
    <w:name w:val="Participants"/>
    <w:basedOn w:val="Normal"/>
    <w:next w:val="Normal"/>
    <w:autoRedefine/>
    <w:rsid w:val="00C12EAE"/>
    <w:pPr>
      <w:spacing w:before="360" w:line="240" w:lineRule="auto"/>
      <w:ind w:left="68" w:right="317" w:hanging="68"/>
    </w:pPr>
    <w:rPr>
      <w:i/>
      <w:color w:val="000080"/>
      <w:szCs w:val="20"/>
      <w:lang w:eastAsia="en-US"/>
    </w:rPr>
  </w:style>
  <w:style w:type="paragraph" w:customStyle="1" w:styleId="StyleBefore2ptAfter2pt">
    <w:name w:val="Style Before:  2 pt After:  2 pt"/>
    <w:basedOn w:val="Normal"/>
    <w:autoRedefine/>
    <w:rsid w:val="00C12EAE"/>
    <w:pPr>
      <w:spacing w:before="40" w:after="40" w:line="240" w:lineRule="auto"/>
    </w:pPr>
    <w:rPr>
      <w:i/>
      <w:color w:val="000080"/>
      <w:szCs w:val="20"/>
      <w:lang w:eastAsia="nl-NL"/>
    </w:rPr>
  </w:style>
  <w:style w:type="table" w:styleId="TableTheme">
    <w:name w:val="Table Theme"/>
    <w:basedOn w:val="TableNormal"/>
    <w:locked/>
    <w:rsid w:val="00C12EAE"/>
    <w:pPr>
      <w:spacing w:before="120" w:after="120"/>
      <w:jc w:val="both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">
    <w:name w:val="FR"/>
    <w:basedOn w:val="Normal"/>
    <w:uiPriority w:val="1"/>
    <w:rsid w:val="00C12EAE"/>
    <w:pPr>
      <w:spacing w:line="240" w:lineRule="atLeast"/>
      <w:jc w:val="center"/>
    </w:pPr>
    <w:rPr>
      <w:i/>
      <w:color w:val="000080"/>
      <w:lang w:eastAsia="nl-NL"/>
    </w:rPr>
  </w:style>
  <w:style w:type="paragraph" w:customStyle="1" w:styleId="StyleBulletsLevel3Left317cmHanging063cm">
    <w:name w:val="Style Bullets (Level3) + Left:  317 cm Hanging:  063 cm"/>
    <w:basedOn w:val="BulletsLevel3"/>
    <w:rsid w:val="00C12EAE"/>
    <w:pPr>
      <w:numPr>
        <w:numId w:val="19"/>
      </w:numPr>
      <w:tabs>
        <w:tab w:val="clear" w:pos="2520"/>
      </w:tabs>
      <w:ind w:left="720"/>
    </w:pPr>
  </w:style>
  <w:style w:type="table" w:customStyle="1" w:styleId="TableGrid2">
    <w:name w:val="Table Grid2"/>
    <w:basedOn w:val="TableNormal"/>
    <w:next w:val="TableGrid"/>
    <w:rsid w:val="00C12EAE"/>
    <w:pPr>
      <w:spacing w:before="120" w:after="120"/>
    </w:pPr>
    <w:rPr>
      <w:sz w:val="20"/>
      <w:szCs w:val="20"/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basedOn w:val="Normal"/>
    <w:next w:val="Normal"/>
    <w:link w:val="captionChar0"/>
    <w:uiPriority w:val="1"/>
    <w:rsid w:val="00C12EAE"/>
    <w:pPr>
      <w:tabs>
        <w:tab w:val="left" w:pos="1134"/>
        <w:tab w:val="left" w:pos="1701"/>
        <w:tab w:val="left" w:pos="2268"/>
      </w:tabs>
      <w:spacing w:before="120" w:line="240" w:lineRule="auto"/>
      <w:jc w:val="center"/>
    </w:pPr>
    <w:rPr>
      <w:color w:val="000080"/>
      <w:sz w:val="20"/>
      <w:szCs w:val="20"/>
      <w:lang w:eastAsia="en-US"/>
    </w:rPr>
  </w:style>
  <w:style w:type="character" w:customStyle="1" w:styleId="CaptionChar">
    <w:name w:val="Caption Char"/>
    <w:aliases w:val="CaptionCFMU Char,CaptionTLS Char"/>
    <w:basedOn w:val="DefaultParagraphFont"/>
    <w:link w:val="Caption"/>
    <w:uiPriority w:val="1"/>
    <w:rsid w:val="00E16C93"/>
    <w:rPr>
      <w:b/>
      <w:sz w:val="22"/>
    </w:rPr>
  </w:style>
  <w:style w:type="character" w:customStyle="1" w:styleId="CaptionTempoChar">
    <w:name w:val="Caption Tempo Char"/>
    <w:basedOn w:val="CaptionChar"/>
    <w:link w:val="CaptionTempo"/>
    <w:uiPriority w:val="1"/>
    <w:rsid w:val="006E49FF"/>
    <w:rPr>
      <w:b/>
      <w:sz w:val="20"/>
      <w:szCs w:val="20"/>
    </w:rPr>
  </w:style>
  <w:style w:type="character" w:customStyle="1" w:styleId="captionChar0">
    <w:name w:val="caption Char"/>
    <w:basedOn w:val="DefaultParagraphFont"/>
    <w:link w:val="Caption1"/>
    <w:uiPriority w:val="1"/>
    <w:rsid w:val="006E49FF"/>
    <w:rPr>
      <w:color w:val="000080"/>
      <w:sz w:val="20"/>
      <w:szCs w:val="20"/>
      <w:lang w:eastAsia="en-US"/>
    </w:rPr>
  </w:style>
  <w:style w:type="paragraph" w:customStyle="1" w:styleId="Heading2Line">
    <w:name w:val="Heading 2 Line"/>
    <w:basedOn w:val="Normal"/>
    <w:next w:val="Normal"/>
    <w:uiPriority w:val="1"/>
    <w:rsid w:val="00C12EAE"/>
    <w:pPr>
      <w:keepNext/>
      <w:keepLines/>
      <w:pBdr>
        <w:top w:val="single" w:sz="12" w:space="1" w:color="auto"/>
      </w:pBdr>
      <w:spacing w:after="0" w:line="240" w:lineRule="auto"/>
      <w:ind w:right="7031"/>
    </w:pPr>
    <w:rPr>
      <w:i/>
      <w:noProof/>
      <w:color w:val="000080"/>
      <w:lang w:eastAsia="en-US"/>
    </w:rPr>
  </w:style>
  <w:style w:type="paragraph" w:customStyle="1" w:styleId="PictureNoIndent">
    <w:name w:val="Picture No Indent"/>
    <w:basedOn w:val="Normal"/>
    <w:next w:val="Normal"/>
    <w:rsid w:val="00C12EAE"/>
    <w:pPr>
      <w:keepLines/>
      <w:spacing w:before="120" w:line="240" w:lineRule="auto"/>
      <w:jc w:val="center"/>
    </w:pPr>
    <w:rPr>
      <w:i/>
      <w:color w:val="000080"/>
      <w:lang w:eastAsia="en-US"/>
    </w:rPr>
  </w:style>
  <w:style w:type="paragraph" w:customStyle="1" w:styleId="NormalArrow">
    <w:name w:val="Normal Arrow"/>
    <w:basedOn w:val="Normal"/>
    <w:next w:val="Normal"/>
    <w:rsid w:val="00C12EAE"/>
    <w:pPr>
      <w:numPr>
        <w:numId w:val="20"/>
      </w:numPr>
      <w:spacing w:line="240" w:lineRule="auto"/>
    </w:pPr>
    <w:rPr>
      <w:i/>
      <w:color w:val="000080"/>
      <w:lang w:eastAsia="en-US"/>
    </w:rPr>
  </w:style>
  <w:style w:type="character" w:customStyle="1" w:styleId="Annexheading1Char">
    <w:name w:val="Annex heading 1 Char"/>
    <w:basedOn w:val="Heading1Char"/>
    <w:link w:val="Annexheading10"/>
    <w:uiPriority w:val="1"/>
    <w:semiHidden/>
    <w:rsid w:val="006E49FF"/>
    <w:rPr>
      <w:b/>
      <w:i/>
      <w:caps/>
      <w:smallCaps w:val="0"/>
      <w:color w:val="000080"/>
      <w:sz w:val="32"/>
      <w:szCs w:val="20"/>
      <w:lang w:eastAsia="ko-KR"/>
    </w:rPr>
  </w:style>
  <w:style w:type="paragraph" w:styleId="DocumentMap">
    <w:name w:val="Document Map"/>
    <w:basedOn w:val="Normal"/>
    <w:link w:val="DocumentMapChar"/>
    <w:semiHidden/>
    <w:locked/>
    <w:rsid w:val="00C12EAE"/>
    <w:pPr>
      <w:shd w:val="clear" w:color="auto" w:fill="000080"/>
      <w:spacing w:before="120" w:line="240" w:lineRule="auto"/>
    </w:pPr>
    <w:rPr>
      <w:rFonts w:ascii="Tahoma" w:hAnsi="Tahoma" w:cs="Tahoma"/>
      <w:i/>
      <w:color w:val="000080"/>
      <w:sz w:val="20"/>
      <w:szCs w:val="20"/>
      <w:lang w:eastAsia="ko-KR"/>
    </w:rPr>
  </w:style>
  <w:style w:type="character" w:customStyle="1" w:styleId="DocumentMapChar">
    <w:name w:val="Document Map Char"/>
    <w:basedOn w:val="DefaultParagraphFont"/>
    <w:link w:val="DocumentMap"/>
    <w:semiHidden/>
    <w:rsid w:val="00C12EAE"/>
    <w:rPr>
      <w:rFonts w:ascii="Tahoma" w:hAnsi="Tahoma" w:cs="Tahoma"/>
      <w:i/>
      <w:color w:val="000080"/>
      <w:sz w:val="20"/>
      <w:szCs w:val="20"/>
      <w:shd w:val="clear" w:color="auto" w:fill="000080"/>
      <w:lang w:eastAsia="ko-KR"/>
    </w:rPr>
  </w:style>
  <w:style w:type="paragraph" w:styleId="ListNumber2">
    <w:name w:val="List Number 2"/>
    <w:basedOn w:val="Normal"/>
    <w:locked/>
    <w:rsid w:val="00C12EAE"/>
    <w:pPr>
      <w:widowControl w:val="0"/>
      <w:tabs>
        <w:tab w:val="num" w:pos="643"/>
      </w:tabs>
      <w:spacing w:before="120" w:line="240" w:lineRule="auto"/>
      <w:ind w:left="643" w:hanging="360"/>
    </w:pPr>
    <w:rPr>
      <w:i/>
      <w:color w:val="000080"/>
      <w:szCs w:val="20"/>
      <w:lang w:eastAsia="ko-KR"/>
    </w:rPr>
  </w:style>
  <w:style w:type="paragraph" w:customStyle="1" w:styleId="Bullets2">
    <w:name w:val="Bullets2"/>
    <w:basedOn w:val="Bullets"/>
    <w:uiPriority w:val="1"/>
    <w:rsid w:val="00C12EAE"/>
    <w:pPr>
      <w:keepLines w:val="0"/>
      <w:numPr>
        <w:numId w:val="21"/>
      </w:numPr>
      <w:tabs>
        <w:tab w:val="clear" w:pos="-122"/>
        <w:tab w:val="num" w:pos="1134"/>
        <w:tab w:val="num" w:pos="1492"/>
      </w:tabs>
      <w:spacing w:before="60" w:after="0"/>
      <w:ind w:left="1134"/>
      <w:contextualSpacing w:val="0"/>
    </w:pPr>
    <w:rPr>
      <w:szCs w:val="22"/>
      <w:lang w:eastAsia="en-US"/>
    </w:rPr>
  </w:style>
  <w:style w:type="character" w:customStyle="1" w:styleId="BulletsCharChar">
    <w:name w:val="Bullets Char Char"/>
    <w:basedOn w:val="DefaultParagraphFont"/>
    <w:uiPriority w:val="1"/>
    <w:rsid w:val="00C12EAE"/>
    <w:rPr>
      <w:sz w:val="22"/>
      <w:szCs w:val="22"/>
      <w:lang w:val="en-GB" w:eastAsia="en-US" w:bidi="ar-SA"/>
    </w:rPr>
  </w:style>
  <w:style w:type="paragraph" w:customStyle="1" w:styleId="Bullets3">
    <w:name w:val="Bullets3"/>
    <w:basedOn w:val="Bullets"/>
    <w:uiPriority w:val="1"/>
    <w:rsid w:val="00C12EAE"/>
    <w:pPr>
      <w:keepLines w:val="0"/>
      <w:tabs>
        <w:tab w:val="clear" w:pos="1429"/>
        <w:tab w:val="left" w:pos="213"/>
        <w:tab w:val="num" w:pos="1701"/>
      </w:tabs>
      <w:spacing w:before="60"/>
      <w:ind w:left="1701" w:hanging="567"/>
      <w:jc w:val="left"/>
    </w:pPr>
    <w:rPr>
      <w:szCs w:val="22"/>
      <w:lang w:eastAsia="en-US"/>
    </w:rPr>
  </w:style>
  <w:style w:type="paragraph" w:customStyle="1" w:styleId="TableHead">
    <w:name w:val="Table Head"/>
    <w:basedOn w:val="Normal"/>
    <w:rsid w:val="00C12EAE"/>
    <w:pPr>
      <w:spacing w:before="80" w:after="80"/>
      <w:jc w:val="left"/>
    </w:pPr>
    <w:rPr>
      <w:rFonts w:ascii="Arial" w:hAnsi="Arial"/>
      <w:b/>
      <w:i/>
      <w:color w:val="000080"/>
      <w:szCs w:val="20"/>
      <w:lang w:val="en-US" w:eastAsia="en-US"/>
    </w:rPr>
  </w:style>
  <w:style w:type="paragraph" w:customStyle="1" w:styleId="TableCell">
    <w:name w:val="TableCell"/>
    <w:basedOn w:val="Normal"/>
    <w:rsid w:val="00C12EAE"/>
    <w:pPr>
      <w:spacing w:before="60" w:after="0" w:line="240" w:lineRule="auto"/>
      <w:jc w:val="left"/>
    </w:pPr>
    <w:rPr>
      <w:rFonts w:ascii="Arial" w:hAnsi="Arial"/>
      <w:bCs/>
      <w:i/>
      <w:color w:val="000080"/>
      <w:sz w:val="20"/>
      <w:lang w:eastAsia="en-US"/>
    </w:rPr>
  </w:style>
  <w:style w:type="paragraph" w:customStyle="1" w:styleId="Heading">
    <w:name w:val="Heading"/>
    <w:basedOn w:val="Normal"/>
    <w:next w:val="Normal"/>
    <w:uiPriority w:val="1"/>
    <w:rsid w:val="00C12EAE"/>
    <w:pPr>
      <w:keepNext/>
      <w:keepLines/>
      <w:overflowPunct w:val="0"/>
      <w:autoSpaceDE w:val="0"/>
      <w:autoSpaceDN w:val="0"/>
      <w:adjustRightInd w:val="0"/>
      <w:spacing w:after="240" w:line="240" w:lineRule="auto"/>
      <w:jc w:val="left"/>
      <w:textAlignment w:val="baseline"/>
    </w:pPr>
    <w:rPr>
      <w:rFonts w:ascii="Arial" w:hAnsi="Arial" w:cs="Arial"/>
      <w:b/>
      <w:bCs/>
      <w:i/>
      <w:color w:val="000080"/>
      <w:sz w:val="28"/>
      <w:szCs w:val="28"/>
      <w:lang w:eastAsia="en-US"/>
    </w:rPr>
  </w:style>
  <w:style w:type="paragraph" w:styleId="BodyText2">
    <w:name w:val="Body Text 2"/>
    <w:basedOn w:val="Normal"/>
    <w:link w:val="BodyText2Char"/>
    <w:uiPriority w:val="1"/>
    <w:locked/>
    <w:rsid w:val="00C12EAE"/>
    <w:pPr>
      <w:spacing w:before="120" w:line="480" w:lineRule="auto"/>
    </w:pPr>
    <w:rPr>
      <w:i/>
      <w:color w:val="000080"/>
      <w:szCs w:val="20"/>
      <w:lang w:eastAsia="ko-KR"/>
    </w:rPr>
  </w:style>
  <w:style w:type="character" w:customStyle="1" w:styleId="BodyText2Char">
    <w:name w:val="Body Text 2 Char"/>
    <w:basedOn w:val="DefaultParagraphFont"/>
    <w:link w:val="BodyText2"/>
    <w:uiPriority w:val="1"/>
    <w:rsid w:val="006E49FF"/>
    <w:rPr>
      <w:i/>
      <w:color w:val="000080"/>
      <w:sz w:val="22"/>
      <w:szCs w:val="20"/>
      <w:lang w:eastAsia="ko-KR"/>
    </w:rPr>
  </w:style>
  <w:style w:type="paragraph" w:customStyle="1" w:styleId="NoteHead">
    <w:name w:val="NoteHead"/>
    <w:basedOn w:val="Normal"/>
    <w:next w:val="Normal"/>
    <w:autoRedefine/>
    <w:rsid w:val="00C12EAE"/>
    <w:pPr>
      <w:spacing w:after="0" w:line="240" w:lineRule="auto"/>
      <w:jc w:val="center"/>
    </w:pPr>
    <w:rPr>
      <w:rFonts w:eastAsia="Arial Unicode MS"/>
      <w:b/>
      <w:i/>
      <w:smallCaps/>
      <w:color w:val="000080"/>
      <w:sz w:val="32"/>
      <w:szCs w:val="20"/>
      <w:lang w:eastAsia="en-US"/>
    </w:rPr>
  </w:style>
  <w:style w:type="paragraph" w:styleId="BlockText">
    <w:name w:val="Block Text"/>
    <w:basedOn w:val="Normal"/>
    <w:uiPriority w:val="1"/>
    <w:locked/>
    <w:rsid w:val="00C12EAE"/>
    <w:pPr>
      <w:spacing w:after="0" w:line="240" w:lineRule="auto"/>
      <w:ind w:left="567" w:right="57" w:hanging="283"/>
    </w:pPr>
    <w:rPr>
      <w:i/>
      <w:color w:val="000080"/>
      <w:szCs w:val="20"/>
      <w:lang w:eastAsia="en-US"/>
    </w:rPr>
  </w:style>
  <w:style w:type="table" w:styleId="TableGrid7">
    <w:name w:val="Table Grid 7"/>
    <w:basedOn w:val="TableNormal"/>
    <w:locked/>
    <w:rsid w:val="00C12EAE"/>
    <w:pPr>
      <w:spacing w:before="120" w:after="120"/>
      <w:jc w:val="both"/>
    </w:pPr>
    <w:rPr>
      <w:b/>
      <w:bCs/>
      <w:sz w:val="20"/>
      <w:szCs w:val="20"/>
      <w:lang w:val="nl-BE" w:eastAsia="nl-B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stdtitle">
    <w:name w:val="std_title"/>
    <w:basedOn w:val="DefaultParagraphFont"/>
    <w:rsid w:val="00C12EAE"/>
  </w:style>
  <w:style w:type="character" w:customStyle="1" w:styleId="NormalbeforeChar">
    <w:name w:val="Normal before Char"/>
    <w:basedOn w:val="DefaultParagraphFont"/>
    <w:rsid w:val="00C12EAE"/>
    <w:rPr>
      <w:sz w:val="24"/>
      <w:szCs w:val="24"/>
      <w:lang w:val="en-GB" w:eastAsia="nl-NL" w:bidi="ar-SA"/>
    </w:rPr>
  </w:style>
  <w:style w:type="paragraph" w:customStyle="1" w:styleId="NormalItemBefore">
    <w:name w:val="Normal Item Before"/>
    <w:basedOn w:val="Normal"/>
    <w:next w:val="NormalItem"/>
    <w:rsid w:val="00C12EAE"/>
    <w:pPr>
      <w:keepNext/>
      <w:spacing w:after="0" w:line="240" w:lineRule="auto"/>
      <w:ind w:left="2155"/>
    </w:pPr>
    <w:rPr>
      <w:lang w:eastAsia="en-US"/>
    </w:rPr>
  </w:style>
  <w:style w:type="paragraph" w:customStyle="1" w:styleId="NormalItemLast">
    <w:name w:val="Normal Item Last"/>
    <w:basedOn w:val="NormalItem"/>
    <w:next w:val="Normal"/>
    <w:rsid w:val="00C12EAE"/>
    <w:pPr>
      <w:numPr>
        <w:numId w:val="22"/>
      </w:numPr>
      <w:spacing w:before="0" w:after="120"/>
      <w:jc w:val="both"/>
    </w:pPr>
    <w:rPr>
      <w:szCs w:val="24"/>
      <w:lang w:eastAsia="en-US"/>
    </w:rPr>
  </w:style>
  <w:style w:type="paragraph" w:customStyle="1" w:styleId="NormalSubitemLast">
    <w:name w:val="Normal Subitem Last"/>
    <w:basedOn w:val="NormalSubitem"/>
    <w:next w:val="Normal"/>
    <w:rsid w:val="00C12EAE"/>
    <w:pPr>
      <w:numPr>
        <w:numId w:val="23"/>
      </w:numPr>
      <w:tabs>
        <w:tab w:val="clear" w:pos="2552"/>
        <w:tab w:val="num" w:pos="2948"/>
      </w:tabs>
      <w:spacing w:before="0" w:after="120"/>
      <w:ind w:left="2948" w:hanging="396"/>
      <w:jc w:val="both"/>
    </w:pPr>
    <w:rPr>
      <w:szCs w:val="24"/>
      <w:lang w:eastAsia="en-US"/>
    </w:rPr>
  </w:style>
  <w:style w:type="paragraph" w:customStyle="1" w:styleId="StyleHeading2NotItalicAuto">
    <w:name w:val="Style Heading 2 + Not Italic Auto"/>
    <w:basedOn w:val="Heading2"/>
    <w:autoRedefine/>
    <w:rsid w:val="00C12EAE"/>
    <w:pPr>
      <w:tabs>
        <w:tab w:val="num" w:pos="1002"/>
      </w:tabs>
      <w:spacing w:before="0" w:after="240"/>
    </w:pPr>
    <w:rPr>
      <w:bCs/>
      <w:smallCaps w:val="0"/>
      <w:kern w:val="28"/>
      <w:sz w:val="28"/>
      <w:szCs w:val="28"/>
      <w:lang w:eastAsia="en-US"/>
    </w:rPr>
  </w:style>
  <w:style w:type="paragraph" w:styleId="NormalWeb">
    <w:name w:val="Normal (Web)"/>
    <w:basedOn w:val="Normal"/>
    <w:uiPriority w:val="99"/>
    <w:unhideWhenUsed/>
    <w:locked/>
    <w:rsid w:val="00C12EAE"/>
    <w:pPr>
      <w:spacing w:before="100" w:beforeAutospacing="1" w:after="100" w:afterAutospacing="1" w:line="240" w:lineRule="auto"/>
      <w:jc w:val="left"/>
    </w:pPr>
  </w:style>
  <w:style w:type="paragraph" w:customStyle="1" w:styleId="HistoryLegend">
    <w:name w:val="History Legend"/>
    <w:basedOn w:val="Normal"/>
    <w:next w:val="Normal"/>
    <w:rsid w:val="00C12EAE"/>
    <w:pPr>
      <w:keepLines/>
      <w:suppressAutoHyphens/>
      <w:spacing w:before="120" w:after="600" w:line="240" w:lineRule="auto"/>
      <w:jc w:val="left"/>
    </w:pPr>
    <w:rPr>
      <w:i/>
      <w:iCs/>
      <w:sz w:val="20"/>
      <w:szCs w:val="18"/>
      <w:lang w:eastAsia="nl-NL"/>
    </w:rPr>
  </w:style>
  <w:style w:type="paragraph" w:customStyle="1" w:styleId="HeadingTOF">
    <w:name w:val="Heading TOF"/>
    <w:basedOn w:val="HeadingTOC"/>
    <w:next w:val="TableofFigures"/>
    <w:rsid w:val="00C12EAE"/>
    <w:pPr>
      <w:keepNext/>
      <w:keepLines/>
      <w:suppressAutoHyphens/>
      <w:spacing w:before="240" w:after="240"/>
    </w:pPr>
    <w:rPr>
      <w:caps/>
      <w:kern w:val="28"/>
      <w:szCs w:val="28"/>
      <w:lang w:eastAsia="nl-NL"/>
    </w:rPr>
  </w:style>
  <w:style w:type="character" w:customStyle="1" w:styleId="Style1">
    <w:name w:val="Style1"/>
    <w:basedOn w:val="DefaultParagraphFont"/>
    <w:uiPriority w:val="1"/>
    <w:rsid w:val="009F3E3A"/>
  </w:style>
  <w:style w:type="character" w:customStyle="1" w:styleId="Style2">
    <w:name w:val="Style2"/>
    <w:basedOn w:val="DefaultParagraphFont"/>
    <w:uiPriority w:val="1"/>
    <w:rsid w:val="009F3E3A"/>
  </w:style>
  <w:style w:type="character" w:customStyle="1" w:styleId="Style3">
    <w:name w:val="Style3"/>
    <w:basedOn w:val="DefaultParagraphFont"/>
    <w:uiPriority w:val="1"/>
    <w:rsid w:val="009F3E3A"/>
  </w:style>
  <w:style w:type="character" w:customStyle="1" w:styleId="Style4">
    <w:name w:val="Style4"/>
    <w:basedOn w:val="DefaultParagraphFont"/>
    <w:uiPriority w:val="1"/>
    <w:rsid w:val="009F3E3A"/>
  </w:style>
  <w:style w:type="character" w:customStyle="1" w:styleId="Style5">
    <w:name w:val="Style5"/>
    <w:basedOn w:val="DefaultParagraphFont"/>
    <w:uiPriority w:val="1"/>
    <w:rsid w:val="00B15035"/>
  </w:style>
  <w:style w:type="character" w:customStyle="1" w:styleId="Style6">
    <w:name w:val="Style6"/>
    <w:basedOn w:val="DefaultParagraphFont"/>
    <w:uiPriority w:val="1"/>
    <w:rsid w:val="008354D2"/>
    <w:rPr>
      <w:color w:val="000000" w:themeColor="text1"/>
    </w:rPr>
  </w:style>
  <w:style w:type="paragraph" w:customStyle="1" w:styleId="Tableheading0">
    <w:name w:val="Table heading"/>
    <w:basedOn w:val="Normal"/>
    <w:rsid w:val="00D00BE3"/>
    <w:pPr>
      <w:spacing w:before="60"/>
    </w:pPr>
    <w:rPr>
      <w:b/>
    </w:rPr>
  </w:style>
  <w:style w:type="paragraph" w:customStyle="1" w:styleId="Tabletext0">
    <w:name w:val="Table text"/>
    <w:basedOn w:val="Normal"/>
    <w:rsid w:val="00D00BE3"/>
    <w:pPr>
      <w:spacing w:before="60"/>
    </w:pPr>
  </w:style>
  <w:style w:type="paragraph" w:customStyle="1" w:styleId="ListNumbers">
    <w:name w:val="List Numbers"/>
    <w:basedOn w:val="ListDash"/>
    <w:link w:val="ListNumbersChar"/>
    <w:uiPriority w:val="1"/>
    <w:qFormat/>
    <w:rsid w:val="00FC3808"/>
    <w:pPr>
      <w:numPr>
        <w:numId w:val="28"/>
      </w:numPr>
    </w:pPr>
  </w:style>
  <w:style w:type="numbering" w:customStyle="1" w:styleId="Style7">
    <w:name w:val="Style7"/>
    <w:uiPriority w:val="99"/>
    <w:rsid w:val="00D81E0B"/>
    <w:pPr>
      <w:numPr>
        <w:numId w:val="29"/>
      </w:numPr>
    </w:pPr>
  </w:style>
  <w:style w:type="character" w:customStyle="1" w:styleId="ListNumbersChar">
    <w:name w:val="List Numbers Char"/>
    <w:basedOn w:val="ListParagraphChar"/>
    <w:link w:val="ListNumbers"/>
    <w:uiPriority w:val="1"/>
    <w:rsid w:val="007A5B9B"/>
    <w:rPr>
      <w:sz w:val="22"/>
      <w:lang w:eastAsia="en-US"/>
    </w:rPr>
  </w:style>
  <w:style w:type="paragraph" w:customStyle="1" w:styleId="Style8">
    <w:name w:val="Style8"/>
    <w:basedOn w:val="Heading1"/>
    <w:link w:val="Style8Char"/>
    <w:rsid w:val="005033EF"/>
    <w:pPr>
      <w:numPr>
        <w:numId w:val="0"/>
      </w:numPr>
    </w:pPr>
  </w:style>
  <w:style w:type="character" w:customStyle="1" w:styleId="Style8Char">
    <w:name w:val="Style8 Char"/>
    <w:basedOn w:val="Heading1Char"/>
    <w:link w:val="Style8"/>
    <w:rsid w:val="005033EF"/>
    <w:rPr>
      <w:b/>
      <w:smallCaps/>
      <w:sz w:val="32"/>
      <w:lang w:eastAsia="ko-KR"/>
    </w:rPr>
  </w:style>
  <w:style w:type="paragraph" w:customStyle="1" w:styleId="Text1">
    <w:name w:val="Text 1"/>
    <w:basedOn w:val="Normal"/>
    <w:rsid w:val="00C44F11"/>
    <w:pPr>
      <w:spacing w:line="240" w:lineRule="auto"/>
    </w:pPr>
    <w:rPr>
      <w:rFonts w:asciiTheme="minorHAnsi" w:hAnsiTheme="minorHAnsi"/>
      <w:sz w:val="20"/>
      <w:szCs w:val="20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6A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tanguy.deschuyteneer@ext.ec.europa.e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hyperlink" Target="mailto:support@itsmtaxud.europa.eu" TargetMode="External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26BFA01FD0D450CB3430FA23580A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99C76-8889-4578-B930-D814700ED358}"/>
      </w:docPartPr>
      <w:docPartBody>
        <w:p w:rsidR="007D7CDB" w:rsidRDefault="006F7B2A" w:rsidP="006F7B2A">
          <w:pPr>
            <w:pStyle w:val="526BFA01FD0D450CB3430FA23580AEA795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E522F8A849254428B717D268491E7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4829D-887F-4C8E-9559-F0CF69BB0092}"/>
      </w:docPartPr>
      <w:docPartBody>
        <w:p w:rsidR="0036504B" w:rsidRDefault="006F7B2A" w:rsidP="006F7B2A">
          <w:pPr>
            <w:pStyle w:val="E522F8A849254428B717D268491E703B58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B7176F666F3A44F7B71DD30939990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A319E-1896-4DD7-9F34-35765287AE46}"/>
      </w:docPartPr>
      <w:docPartBody>
        <w:p w:rsidR="00EF11FA" w:rsidRDefault="006F7B2A" w:rsidP="006F7B2A">
          <w:pPr>
            <w:pStyle w:val="B7176F666F3A44F7B71DD3093999055333"/>
          </w:pPr>
          <w:r w:rsidRPr="00F64B49">
            <w:rPr>
              <w:rStyle w:val="PlaceholderText"/>
              <w:color w:val="984806"/>
              <w:lang w:eastAsia="en-US"/>
            </w:rPr>
            <w:t>Select the confidentiality classification level here.</w:t>
          </w:r>
        </w:p>
      </w:docPartBody>
    </w:docPart>
    <w:docPart>
      <w:docPartPr>
        <w:name w:val="ECCC7F569813412CB40FEEEF3B27C0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B15324-0995-4BDE-9B9A-83500BDEADA3}"/>
      </w:docPartPr>
      <w:docPartBody>
        <w:p w:rsidR="005C15F8" w:rsidRDefault="006F7B2A" w:rsidP="006F7B2A">
          <w:pPr>
            <w:pStyle w:val="ECCC7F569813412CB40FEEEF3B27C05B31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  <w:docPart>
      <w:docPartPr>
        <w:name w:val="FA2A0D700DD94E0B970A6D2F8DECC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DF175-49B5-48C5-A0AE-A06FBA3D55F9}"/>
      </w:docPartPr>
      <w:docPartBody>
        <w:p w:rsidR="005C15F8" w:rsidRDefault="006F7B2A" w:rsidP="006F7B2A">
          <w:pPr>
            <w:pStyle w:val="FA2A0D700DD94E0B970A6D2F8DECC97030"/>
          </w:pPr>
          <w:r w:rsidRPr="00D049F7">
            <w:rPr>
              <w:rStyle w:val="PlaceholderText"/>
              <w:color w:val="auto"/>
              <w:szCs w:val="16"/>
              <w:lang w:eastAsia="en-US"/>
            </w:rPr>
            <w:t>Select the confidentiality classification level here.</w:t>
          </w:r>
        </w:p>
      </w:docPartBody>
    </w:docPart>
    <w:docPart>
      <w:docPartPr>
        <w:name w:val="60D06D03919D4A78B0F7A2AC27244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93795-FA16-4FAC-ACDA-6EB599D4F7D8}"/>
      </w:docPartPr>
      <w:docPartBody>
        <w:p w:rsidR="007777A1" w:rsidRDefault="006F7B2A" w:rsidP="006F7B2A">
          <w:pPr>
            <w:pStyle w:val="60D06D03919D4A78B0F7A2AC27244A979"/>
          </w:pPr>
          <w:r w:rsidRPr="00F64B49">
            <w:rPr>
              <w:rStyle w:val="PlaceholderText"/>
              <w:color w:val="984806"/>
              <w:lang w:eastAsia="en-US"/>
            </w:rPr>
            <w:t>Select the public here.</w:t>
          </w:r>
        </w:p>
      </w:docPartBody>
    </w:docPart>
    <w:docPart>
      <w:docPartPr>
        <w:name w:val="9895328603D648919B0439FFDCFE9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B08E93-81AF-4481-ACA9-B4C3779A4237}"/>
      </w:docPartPr>
      <w:docPartBody>
        <w:p w:rsidR="002B4DC7" w:rsidRDefault="006F7B2A" w:rsidP="006F7B2A">
          <w:pPr>
            <w:pStyle w:val="9895328603D648919B0439FFDCFE9AE34"/>
          </w:pPr>
          <w:r w:rsidRPr="00D639F6">
            <w:rPr>
              <w:rStyle w:val="PlaceholderText"/>
              <w:color w:val="984806"/>
              <w:sz w:val="20"/>
              <w:szCs w:val="22"/>
            </w:rPr>
            <w:t>Select</w:t>
          </w:r>
          <w:r w:rsidRPr="00F64B49">
            <w:rPr>
              <w:rStyle w:val="PlaceholderText"/>
              <w:color w:val="984806"/>
              <w:sz w:val="20"/>
              <w:szCs w:val="22"/>
            </w:rPr>
            <w:t xml:space="preserve"> the business unit that owns the project her</w:t>
          </w:r>
          <w:r>
            <w:rPr>
              <w:rStyle w:val="PlaceholderText"/>
              <w:color w:val="984806"/>
              <w:sz w:val="20"/>
              <w:szCs w:val="22"/>
            </w:rPr>
            <w:t>e.</w:t>
          </w:r>
        </w:p>
      </w:docPartBody>
    </w:docPart>
    <w:docPart>
      <w:docPartPr>
        <w:name w:val="56924AA6E6FF4A12AC8406080F42D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4749E-1E5C-4F0D-9D03-01F891DC8E80}"/>
      </w:docPartPr>
      <w:docPartBody>
        <w:p w:rsidR="002B4DC7" w:rsidRDefault="006F7B2A" w:rsidP="006F7B2A">
          <w:pPr>
            <w:pStyle w:val="56924AA6E6FF4A12AC8406080F42D88A2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4E9131A920B943868505F6A48D52B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3B153-1BDD-49DE-9541-916E6C6834A4}"/>
      </w:docPartPr>
      <w:docPartBody>
        <w:p w:rsidR="00854F14" w:rsidRDefault="007B235C" w:rsidP="007B235C">
          <w:pPr>
            <w:pStyle w:val="4E9131A920B943868505F6A48D52BC64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9DD243A26FDB410AAEB00E8E2E002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038A8-86A8-4B57-BAF5-5C116F986754}"/>
      </w:docPartPr>
      <w:docPartBody>
        <w:p w:rsidR="002467CD" w:rsidRDefault="002467CD" w:rsidP="002467CD">
          <w:pPr>
            <w:pStyle w:val="9DD243A26FDB410AAEB00E8E2E002C1D"/>
          </w:pPr>
          <w:r w:rsidRPr="00624562">
            <w:rPr>
              <w:color w:val="984806"/>
            </w:rPr>
            <w:t>Select the applicable value about the location of the previously accepted ver</w:t>
          </w:r>
          <w:r>
            <w:rPr>
              <w:color w:val="984806"/>
            </w:rPr>
            <w:t>sion of this document here.</w:t>
          </w:r>
        </w:p>
      </w:docPartBody>
    </w:docPart>
    <w:docPart>
      <w:docPartPr>
        <w:name w:val="07761238D2714F63A42C115C9BF9ED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A8266-50A6-4A53-8F89-6498447B1A1B}"/>
      </w:docPartPr>
      <w:docPartBody>
        <w:p w:rsidR="000E07A9" w:rsidRDefault="006F7B2A">
          <w:pPr>
            <w:pStyle w:val="07761238D2714F63A42C115C9BF9EDD8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11C"/>
    <w:rsid w:val="00000CE1"/>
    <w:rsid w:val="000853CF"/>
    <w:rsid w:val="000B1C56"/>
    <w:rsid w:val="000E07A9"/>
    <w:rsid w:val="001C4FF6"/>
    <w:rsid w:val="002030D6"/>
    <w:rsid w:val="002467CD"/>
    <w:rsid w:val="002758FB"/>
    <w:rsid w:val="00284967"/>
    <w:rsid w:val="00294D60"/>
    <w:rsid w:val="002B4DC7"/>
    <w:rsid w:val="002F59B1"/>
    <w:rsid w:val="00316D04"/>
    <w:rsid w:val="003271F6"/>
    <w:rsid w:val="00340D08"/>
    <w:rsid w:val="0036504B"/>
    <w:rsid w:val="00365A88"/>
    <w:rsid w:val="003D041B"/>
    <w:rsid w:val="00400930"/>
    <w:rsid w:val="004036FD"/>
    <w:rsid w:val="00420EA0"/>
    <w:rsid w:val="0043074C"/>
    <w:rsid w:val="00440C03"/>
    <w:rsid w:val="004922FC"/>
    <w:rsid w:val="004932D4"/>
    <w:rsid w:val="004F1AAD"/>
    <w:rsid w:val="005248DD"/>
    <w:rsid w:val="00555FF3"/>
    <w:rsid w:val="00590AB9"/>
    <w:rsid w:val="00593C0F"/>
    <w:rsid w:val="005C15F8"/>
    <w:rsid w:val="005C25CB"/>
    <w:rsid w:val="005E41D5"/>
    <w:rsid w:val="0063518F"/>
    <w:rsid w:val="00661DE5"/>
    <w:rsid w:val="006A4677"/>
    <w:rsid w:val="006A6FC5"/>
    <w:rsid w:val="006F2B6A"/>
    <w:rsid w:val="006F7B2A"/>
    <w:rsid w:val="0070750A"/>
    <w:rsid w:val="007709AD"/>
    <w:rsid w:val="007777A1"/>
    <w:rsid w:val="007804E1"/>
    <w:rsid w:val="007B235C"/>
    <w:rsid w:val="007D7CDB"/>
    <w:rsid w:val="007F4271"/>
    <w:rsid w:val="00854F14"/>
    <w:rsid w:val="009141AB"/>
    <w:rsid w:val="00970288"/>
    <w:rsid w:val="0098411C"/>
    <w:rsid w:val="009B7A23"/>
    <w:rsid w:val="009C25F0"/>
    <w:rsid w:val="009C7F2E"/>
    <w:rsid w:val="009D1201"/>
    <w:rsid w:val="009F55C3"/>
    <w:rsid w:val="00A56A6F"/>
    <w:rsid w:val="00AB08AB"/>
    <w:rsid w:val="00B001E8"/>
    <w:rsid w:val="00B36DC1"/>
    <w:rsid w:val="00B41D21"/>
    <w:rsid w:val="00BC0AF5"/>
    <w:rsid w:val="00BE743E"/>
    <w:rsid w:val="00BF6052"/>
    <w:rsid w:val="00C057DD"/>
    <w:rsid w:val="00C179A1"/>
    <w:rsid w:val="00C20042"/>
    <w:rsid w:val="00C9355F"/>
    <w:rsid w:val="00CA0AD3"/>
    <w:rsid w:val="00CD2962"/>
    <w:rsid w:val="00CE68D2"/>
    <w:rsid w:val="00D40407"/>
    <w:rsid w:val="00D919B5"/>
    <w:rsid w:val="00D91C32"/>
    <w:rsid w:val="00DA70B6"/>
    <w:rsid w:val="00DE4EF9"/>
    <w:rsid w:val="00E22F17"/>
    <w:rsid w:val="00E27E0F"/>
    <w:rsid w:val="00E55E30"/>
    <w:rsid w:val="00E641C0"/>
    <w:rsid w:val="00EE6024"/>
    <w:rsid w:val="00EF11FA"/>
    <w:rsid w:val="00F0614A"/>
    <w:rsid w:val="00F13883"/>
    <w:rsid w:val="00F7006C"/>
    <w:rsid w:val="00F93B07"/>
    <w:rsid w:val="00FA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47D88E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235C"/>
    <w:rPr>
      <w:color w:val="2C8F6C"/>
    </w:rPr>
  </w:style>
  <w:style w:type="paragraph" w:styleId="BodyText">
    <w:name w:val="Body Text"/>
    <w:basedOn w:val="Normal"/>
    <w:link w:val="BodyTextChar"/>
    <w:uiPriority w:val="99"/>
    <w:semiHidden/>
    <w:unhideWhenUsed/>
    <w:rsid w:val="00F93B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3B07"/>
  </w:style>
  <w:style w:type="paragraph" w:customStyle="1" w:styleId="526BFA01FD0D450CB3430FA23580AEA795">
    <w:name w:val="526BFA01FD0D450CB3430FA23580AEA795"/>
    <w:rsid w:val="006F7B2A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E522F8A849254428B717D268491E703B58">
    <w:name w:val="E522F8A849254428B717D268491E703B58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60D06D03919D4A78B0F7A2AC27244A979">
    <w:name w:val="60D06D03919D4A78B0F7A2AC27244A979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B7176F666F3A44F7B71DD3093999055333">
    <w:name w:val="B7176F666F3A44F7B71DD3093999055333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9895328603D648919B0439FFDCFE9AE34">
    <w:name w:val="9895328603D648919B0439FFDCFE9AE34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56924AA6E6FF4A12AC8406080F42D88A2">
    <w:name w:val="56924AA6E6FF4A12AC8406080F42D88A2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ECCC7F569813412CB40FEEEF3B27C05B31">
    <w:name w:val="ECCC7F569813412CB40FEEEF3B27C05B31"/>
    <w:rsid w:val="006F7B2A"/>
    <w:pPr>
      <w:spacing w:after="120" w:line="264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FA2A0D700DD94E0B970A6D2F8DECC97030">
    <w:name w:val="FA2A0D700DD94E0B970A6D2F8DECC97030"/>
    <w:rsid w:val="006F7B2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customStyle="1" w:styleId="4E9131A920B943868505F6A48D52BC64">
    <w:name w:val="4E9131A920B943868505F6A48D52BC64"/>
    <w:rsid w:val="007B235C"/>
    <w:rPr>
      <w:lang w:val="en-GB" w:eastAsia="en-GB"/>
    </w:rPr>
  </w:style>
  <w:style w:type="paragraph" w:customStyle="1" w:styleId="9DD243A26FDB410AAEB00E8E2E002C1D">
    <w:name w:val="9DD243A26FDB410AAEB00E8E2E002C1D"/>
    <w:rsid w:val="002467CD"/>
    <w:rPr>
      <w:lang w:val="en-US" w:eastAsia="en-US"/>
    </w:rPr>
  </w:style>
  <w:style w:type="paragraph" w:customStyle="1" w:styleId="07761238D2714F63A42C115C9BF9EDD8">
    <w:name w:val="07761238D2714F63A42C115C9BF9EDD8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Texts>
  <SecurityPersonalData>Personal data</SecurityPersonalData>
  <SecurityPharma>Pharma investigations</SecurityPharma>
  <MarkingUntilText>UNTIL</MarkingUntilText>
  <LabelPictureSeq>Picture {SEQ Picture \* ARABIC } – </LabelPictureSeq>
  <SecurityMediationServiceMatter>Mediation service</SecurityMediationServiceMatter>
  <SecurityDeadline>Deadline</SecurityDeadline>
  <SecurityEconomyAndFinance>Economy and finance</SecurityEconomyAndFinance>
  <TechPropsPublic>Public:</TechPropsPublic>
  <FooterFax>Fax</FooterFax>
  <TechPropsAuthors>Author:</TechPropsAuthors>
  <FooterOffice>Office:</FooterOffice>
  <SecurityOlafInvestigations>OLAF investigations</SecurityOlafInvestigations>
  <TechHistory>Document history</TechHistory>
  <TechPropsApproved>Approved by:</TechPropsApproved>
  <SensitiveHandling>Handling instructions for SENSITIVE information are given at https://europa.eu/!db43PX</SensitiveHandling>
  <SecurityOlafSpecialHandling>OLAF investigations</SecurityOlafSpecialHandling>
  <SecurityPersonal>Personal</SecurityPersonal>
  <CourtProceduralDocuments>Court procedural documents</CourtProceduralDocuments>
  <TechPropsVersion>Version:</TechPropsVersion>
  <TechPropsRevised>Revised by:</TechPropsRevised>
  <OrgaRoot>EUROPEAN COMMISSION</OrgaRoot>
  <TechHistoryComment>Comment</TechHistoryComment>
  <TechPropsDate>Date:</TechPropsDate>
  <Contact>Contact:</Contact>
  <SensitiveLabel>Sensitive</SensitiveLabel>
  <SpecialHandlingLabel>Special Handling</SpecialHandlingLabel>
  <SecurityInvestigationsDisciplinary>Investigations and disciplinary matters</SecurityInvestigationsDisciplinary>
  <SecurityCompOperations>COMP</SecurityCompOperations>
  <SecurityEuSatellite>EU satellite navigation matters</SecurityEuSatellite>
  <SecurityReleasable>RELEASABLE TO:</SecurityReleasable>
  <AddresseeTo>To:</AddresseeTo>
  <TechPropsRefno>Reference number:</TechPropsRefno>
  <SecurityStaffMatter>Staff matter</SecurityStaffMatter>
  <SecurityOpinionLegalService>Opinion of the Legal Service</SecurityOpinionLegalService>
  <SpecialHandlingFootnote>Special handling instructions are given at https://europa.eu/!db43PX</SpecialHandlingFootnote>
  <SecurityEtsSensitive>ETS</SecurityEtsSensitive>
  <SecurityEtsCritical>ETS Critical</SecurityEtsCritical>
  <SecurityCompSpecial>COMP</SecurityCompSpecial>
  <LabelSource>Source</LabelSource>
  <Table>Table </Table>
  <SecurityPharmaSpecial>Pharma investigations</SecurityPharmaSpecial>
  <Figure>Figure </Figure>
  <TOCHeading>Table of contents</TOCHeading>
  <TechHistoryDate>Date</TechHistoryDate>
  <AddressFooterBrussels>Commission européenne/Europese Commissie, 1049 Bruxelles/Brussel, BELGIQUE/BELGIË - Tel. +32 22991111</AddressFooterBrussels>
  <SecurityIasOperations>IAS operations</SecurityIasOperations>
  <TechHistoryCreatedBy>Document created by</TechHistoryCreatedBy>
  <FooterPhone>Tel. direct line</FooterPhone>
  <SecuritySecurityMatter>Security matter</SecuritySecurityMatter>
  <SecurityPersonalDataHandling>Shall only be communicated on a need to know basis pursuant to Regulation (EC) No 45/2001. Where e-mail is used, this must be encrypted using SECEM.</SecurityPersonalDataHandling>
  <TechHistoryVersion>Version</TechHistoryVersion>
  <TechFooterDated>dated</TechFooterDated>
  <TLPAmber>TLP: Amber</TLPAmber>
  <SecurityMedicalSecret>Medical secret</SecurityMedicalSecret>
  <TechFooterVersion>Document version</TechFooterVersion>
  <Contacts>Contacts:</Contacts>
  <SecurityEmbargo>Embargo until</SecurityEmbargo>
  <DateFormatShort>dd/MM/yyyy</DateFormatShort>
  <DateFormatLong>d MMMM yyyy</DateFormatLong>
</Text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d8be52-d398-4af4-8c88-f8156a92ce2a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4.xml><?xml version="1.0" encoding="utf-8"?>
<EurolookProperties>
  <ProductCustomizationId>EC</ProductCustomizationId>
  <Created>
    <Version>10.0.38495.0</Version>
    <Date>2019-04-03T13:52:29</Date>
    <Language>EN</Language>
  </Created>
  <Edited>
    <Version>10.0.38495.0</Version>
    <Date>2019-05-20T09:59:45</Date>
  </Edited>
  <DocumentModel>
    <Id>34954475-997f-4cb0-a95b-7f65298f3d8c</Id>
    <Name>Report (long)</Name>
  </DocumentModel>
  <DocumentDate>2022-04-08T00:00:00</DocumentDate>
  <DocumentVersion>1.00 EN</DocumentVersion>
  <CompatibilityMode>Eurolook10</CompatibilityMode>
  <Address/>
</Eurolook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AEA470EEDF643980885FEC8596448" ma:contentTypeVersion="16" ma:contentTypeDescription="Create a new document." ma:contentTypeScope="" ma:versionID="f82abe8ee3102c566102afc7af9230ac">
  <xsd:schema xmlns:xsd="http://www.w3.org/2001/XMLSchema" xmlns:xs="http://www.w3.org/2001/XMLSchema" xmlns:p="http://schemas.microsoft.com/office/2006/metadata/properties" xmlns:ns2="26d8be52-d398-4af4-8c88-f8156a92ce2a" xmlns:ns3="25a5aa76-4b22-43c3-9bb9-6f2fb36d90b5" targetNamespace="http://schemas.microsoft.com/office/2006/metadata/properties" ma:root="true" ma:fieldsID="6a08b74d13b96931364a3812c3d3168f" ns2:_="" ns3:_="">
    <xsd:import namespace="26d8be52-d398-4af4-8c88-f8156a92ce2a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be52-d398-4af4-8c88-f8156a92c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Author Role="Creator">
  <Id>2958b6a2-4b6d-4c19-b12f-a27abecf49d7</Id>
  <Names>
    <Latin>
      <FirstName>Cristina Rita</FirstName>
      <LastName>TODERAS</LastName>
    </Latin>
    <Greek>
      <FirstName/>
      <LastName/>
    </Greek>
    <Cyrillic>
      <FirstName/>
      <LastName/>
    </Cyrillic>
    <DocumentScript>
      <FirstName>Cristina Rita</FirstName>
      <LastName>TODERAS</LastName>
      <FullName>DG TAXUD</FullName>
    </DocumentScript>
  </Names>
  <Initials>CRT</Initials>
  <Gender>f</Gender>
  <Email>Cristina-Rita.TODERAS@ec.europa.eu</Email>
  <Service>TAXUD.B.4.001</Service>
  <Function ShowInSignature="true"/>
  <WebAddress/>
  <InheritedWebAddress>WebAddress</InheritedWebAddress>
  <OrgaEntity1>
    <Id>f36e3818-fc85-4726-940a-3cc2b4fc2f9d</Id>
    <LogicalLevel>1</LogicalLevel>
    <Name>TAXUD</Name>
    <HeadLine1>DIRECTORATE-GENERAL</HeadLine1>
    <HeadLine2>TAXATION AND CUSTOMS UNION</HeadLine2>
    <PrimaryAddressId>f03b5801-04c9-4931-aa17-c6d6c70bc579</PrimaryAddressId>
    <SecondaryAddressId/>
    <WebAddress>WebAddress</WebAddress>
    <InheritedWebAddress>WebAddress</InheritedWebAddress>
    <ShowInHeader>true</ShowInHeader>
  </OrgaEntity1>
  <OrgaEntity2>
    <Id>3dc3b4a3-f425-4c40-b4d2-bacfb21dfe5d</Id>
    <LogicalLevel>2</LogicalLevel>
    <Name>TAXUD.B</Name>
    <HeadLine1>Digital Delivery of Customs and Taxation Policies</HeadLine1>
    <HeadLine2/>
    <PrimaryAddressId>f03b5801-04c9-4931-aa17-c6d6c70bc579</PrimaryAddressId>
    <SecondaryAddressId/>
    <WebAddress/>
    <InheritedWebAddress>WebAddress</InheritedWebAddress>
    <ShowInHeader>true</ShowInHeader>
  </OrgaEntity2>
  <OrgaEntity3>
    <Id>314f79ba-21c3-4d48-9ba0-b904132ac1e8</Id>
    <LogicalLevel>3</LogicalLevel>
    <Name>TAXUD.B.4</Name>
    <HeadLine1>Taxation systems &amp; Digital governance</HeadLine1>
    <HeadLine2/>
    <PrimaryAddressId>f03b5801-04c9-4931-aa17-c6d6c70bc579</PrimaryAddressId>
    <SecondaryAddressId/>
    <WebAddress/>
    <InheritedWebAddress>WebAddress</InheritedWebAddress>
    <ShowInHeader>true</ShowInHeader>
  </OrgaEntity3>
  <Addresses>
    <Address>
      <Id>f03b5801-04c9-4931-aa17-c6d6c70bc579</Id>
      <Name>Brussels</Name>
      <PhoneNumberPrefix>+32 229 </PhoneNumberPrefix>
      <Location>Brussels,</Location>
      <Footer>Commission européenne/Europese Commissie, 1049 Bruxelles/Brussel, BELGIQUE/BELGIË - Tel. +32 22991111</Footer>
    </Address>
    <Address>
      <Id>1264fb81-f6bb-475e-9f9d-a937d3be6ee2</Id>
      <Name>Luxembourg</Name>
      <PhoneNumberPrefix>+352 4301</PhoneNumberPrefix>
      <Location>Luxembourg,</Location>
      <Footer>Commission européenne, 2920 Luxembourg, LUXEMBOURG - Tel. +352 43011</Footer>
    </Address>
  </Addresses>
  <JobAssignmentId/>
  <MainWorkplace IsMain="true">
    <AddressId>f03b5801-04c9-4931-aa17-c6d6c70bc579</AddressId>
    <Fax/>
    <Phone>+32 229 60896</Phone>
    <Office>J-79 03/034</Office>
  </MainWorkplace>
  <Workplaces>
    <Workplace IsMain="false">
      <AddressId>1264fb81-f6bb-475e-9f9d-a937d3be6ee2</AddressId>
      <Fax/>
      <Phone/>
      <Office/>
    </Workplace>
    <Workplace IsMain="true">
      <AddressId>f03b5801-04c9-4931-aa17-c6d6c70bc579</AddressId>
      <Fax/>
      <Phone>+32 229 60896</Phone>
      <Office>J-79 03/034</Office>
    </Workplace>
  </Workplaces>
</Author>
</file>

<file path=customXml/item7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EF90DE6-88B6-4264-9629-4D8DFDFE87D2}">
  <ds:schemaRefs/>
</ds:datastoreItem>
</file>

<file path=customXml/itemProps2.xml><?xml version="1.0" encoding="utf-8"?>
<ds:datastoreItem xmlns:ds="http://schemas.openxmlformats.org/officeDocument/2006/customXml" ds:itemID="{96F44FE2-741D-44C1-A38B-9A0C89937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30B57F-182F-4222-B4A5-A57B3FDAAECB}">
  <ds:schemaRefs>
    <ds:schemaRef ds:uri="http://schemas.microsoft.com/office/2006/metadata/properties"/>
    <ds:schemaRef ds:uri="http://schemas.microsoft.com/office/infopath/2007/PartnerControls"/>
    <ds:schemaRef ds:uri="26d8be52-d398-4af4-8c88-f8156a92ce2a"/>
    <ds:schemaRef ds:uri="25a5aa76-4b22-43c3-9bb9-6f2fb36d90b5"/>
  </ds:schemaRefs>
</ds:datastoreItem>
</file>

<file path=customXml/itemProps4.xml><?xml version="1.0" encoding="utf-8"?>
<ds:datastoreItem xmlns:ds="http://schemas.openxmlformats.org/officeDocument/2006/customXml" ds:itemID="{D3EA5527-7367-4268-9D83-5125C98D0ED2}">
  <ds:schemaRefs/>
</ds:datastoreItem>
</file>

<file path=customXml/itemProps5.xml><?xml version="1.0" encoding="utf-8"?>
<ds:datastoreItem xmlns:ds="http://schemas.openxmlformats.org/officeDocument/2006/customXml" ds:itemID="{4D535AC0-4A17-4E85-B0D6-B2B5828F8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8be52-d398-4af4-8c88-f8156a92ce2a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E044946-5330-43F7-8D16-AA78684F2938}">
  <ds:schemaRefs/>
</ds:datastoreItem>
</file>

<file path=customXml/itemProps7.xml><?xml version="1.0" encoding="utf-8"?>
<ds:datastoreItem xmlns:ds="http://schemas.openxmlformats.org/officeDocument/2006/customXml" ds:itemID="{E98A2BC2-8FED-426E-86BC-2F50C77FB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Eurolook.dotm</Template>
  <TotalTime>100</TotalTime>
  <Pages>7</Pages>
  <Words>1335</Words>
  <Characters>7610</Characters>
  <Application>Microsoft Office Word</Application>
  <DocSecurity>0</DocSecurity>
  <PresentationFormat>Microsoft Word 14.0</PresentationFormat>
  <Lines>63</Lines>
  <Paragraphs>17</Paragraphs>
  <ScaleCrop>true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DDCOM 20.4.0-v1.00-SfA</vt:lpstr>
    </vt:vector>
  </TitlesOfParts>
  <Company/>
  <LinksUpToDate>false</LinksUpToDate>
  <CharactersWithSpaces>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DDCOM 20.4.0-v1.00-SfA</dc:title>
  <dc:subject>Release Note to ECCG</dc:subject>
  <dc:creator>DG TAXUD IT</dc:creator>
  <cp:keywords/>
  <dc:description/>
  <cp:lastModifiedBy>DESCHUYTENEER Tanguy (TAXUD-EXT)</cp:lastModifiedBy>
  <cp:revision>23</cp:revision>
  <cp:lastPrinted>2019-07-06T00:29:00Z</cp:lastPrinted>
  <dcterms:created xsi:type="dcterms:W3CDTF">2022-03-07T11:34:00Z</dcterms:created>
  <dcterms:modified xsi:type="dcterms:W3CDTF">2022-04-08T17:33:00Z</dcterms:modified>
  <cp:contentStatus>Publicly available (PA)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10.0</vt:lpwstr>
  </property>
  <property fmtid="{D5CDD505-2E9C-101B-9397-08002B2CF9AE}" pid="3" name="ELDocType">
    <vt:lpwstr>tech.dot</vt:lpwstr>
  </property>
  <property fmtid="{D5CDD505-2E9C-101B-9397-08002B2CF9AE}" pid="4" name="ContentTypeId">
    <vt:lpwstr>0x01010031AAEA470EEDF643980885FEC8596448</vt:lpwstr>
  </property>
  <property fmtid="{D5CDD505-2E9C-101B-9397-08002B2CF9AE}" pid="5" name="DLV">
    <vt:lpwstr>DDCOM-20.4.0-SfA-v1.00</vt:lpwstr>
  </property>
  <property fmtid="{D5CDD505-2E9C-101B-9397-08002B2CF9AE}" pid="6" name="Release">
    <vt:lpwstr>20.4.0</vt:lpwstr>
  </property>
  <property fmtid="{D5CDD505-2E9C-101B-9397-08002B2CF9AE}" pid="7" name="Date">
    <vt:lpwstr>06/04/2022</vt:lpwstr>
  </property>
  <property fmtid="{D5CDD505-2E9C-101B-9397-08002B2CF9AE}" pid="8" name="MediaServiceImageTags">
    <vt:lpwstr/>
  </property>
</Properties>
</file>